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icket layout for 10 tickets per page."/>
      </w:tblPr>
      <w:tblGrid>
        <w:gridCol w:w="5040"/>
        <w:gridCol w:w="5040"/>
      </w:tblGrid>
      <w:tr w:rsidR="00BD3D7E">
        <w:trPr>
          <w:trHeight w:hRule="exact" w:val="2880"/>
          <w:jc w:val="center"/>
        </w:trPr>
        <w:tc>
          <w:tcPr>
            <w:tcW w:w="5040" w:type="dxa"/>
            <w:vAlign w:val="center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  <w:tblDescription w:val="Ticket text"/>
            </w:tblPr>
            <w:tblGrid>
              <w:gridCol w:w="3960"/>
            </w:tblGrid>
            <w:tr w:rsidR="002715FF" w:rsidRPr="00DD769A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2715FF" w:rsidRPr="00DD769A" w:rsidRDefault="002715FF">
                  <w:pPr>
                    <w:jc w:val="center"/>
                  </w:pPr>
                </w:p>
              </w:tc>
            </w:tr>
            <w:tr w:rsidR="002715FF" w:rsidRPr="00DD769A">
              <w:trPr>
                <w:cantSplit/>
                <w:trHeight w:hRule="exact" w:val="1714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  <w:vAlign w:val="center"/>
                </w:tcPr>
                <w:p w:rsidR="002715FF" w:rsidRPr="00DD769A" w:rsidRDefault="002715FF" w:rsidP="00DD014E">
                  <w:pPr>
                    <w:pStyle w:val="Title"/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</w:pP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fldChar w:fldCharType="begin"/>
                  </w: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instrText xml:space="preserve"> MERGEFIELD "Code" </w:instrText>
                  </w: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fldChar w:fldCharType="separate"/>
                  </w:r>
                  <w:r w:rsidR="00DD769A" w:rsidRPr="00DD769A">
                    <w:rPr>
                      <w:rFonts w:asciiTheme="minorHAnsi" w:eastAsiaTheme="minorEastAsia" w:hAnsiTheme="minorHAnsi" w:cstheme="minorBidi"/>
                      <w:b/>
                      <w:bCs/>
                      <w:noProof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t>«code»</w:t>
                  </w: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fldChar w:fldCharType="end"/>
                  </w:r>
                </w:p>
                <w:p w:rsidR="002715FF" w:rsidRPr="00DD769A" w:rsidRDefault="00D812BF" w:rsidP="00D251DF">
                  <w:pPr>
                    <w:pStyle w:val="Title"/>
                  </w:pPr>
                  <w:sdt>
                    <w:sdtPr>
                      <w:rPr>
                        <w:sz w:val="56"/>
                      </w:rPr>
                      <w:alias w:val="Title"/>
                      <w:tag w:val=""/>
                      <w:id w:val="801959642"/>
                      <w:placeholder>
                        <w:docPart w:val="9464ABBB7F5A412589A3B9A6D87C2044"/>
                      </w:placeholder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15:appearance w15:val="hidden"/>
                      <w:text/>
                    </w:sdtPr>
                    <w:sdtEndPr/>
                    <w:sdtContent>
                      <w:proofErr w:type="gramStart"/>
                      <w:r w:rsidR="00DD769A" w:rsidRPr="00DD769A">
                        <w:rPr>
                          <w:sz w:val="56"/>
                        </w:rPr>
                        <w:t>voucher</w:t>
                      </w:r>
                      <w:proofErr w:type="gramEnd"/>
                    </w:sdtContent>
                  </w:sdt>
                </w:p>
              </w:tc>
            </w:tr>
            <w:tr w:rsidR="002715FF" w:rsidRPr="00DD769A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2715FF" w:rsidRPr="00DD769A" w:rsidRDefault="002715FF">
                  <w:pPr>
                    <w:jc w:val="center"/>
                  </w:pPr>
                </w:p>
              </w:tc>
            </w:tr>
          </w:tbl>
          <w:p w:rsidR="002715FF" w:rsidRPr="00DD769A" w:rsidRDefault="002715FF">
            <w:pPr>
              <w:jc w:val="center"/>
            </w:pPr>
          </w:p>
        </w:tc>
        <w:tc>
          <w:tcPr>
            <w:tcW w:w="5040" w:type="dxa"/>
            <w:vAlign w:val="center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  <w:tblDescription w:val="Ticket text"/>
            </w:tblPr>
            <w:tblGrid>
              <w:gridCol w:w="3960"/>
            </w:tblGrid>
            <w:tr w:rsidR="002715FF" w:rsidRPr="00DD769A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2715FF" w:rsidRPr="00DD769A" w:rsidRDefault="002A5C2A">
                  <w:pPr>
                    <w:jc w:val="center"/>
                  </w:pPr>
                  <w:r w:rsidRPr="00DD769A">
                    <w:fldChar w:fldCharType="begin"/>
                  </w:r>
                  <w:r w:rsidRPr="00DD769A">
                    <w:instrText xml:space="preserve"> NEXT </w:instrText>
                  </w:r>
                  <w:r w:rsidRPr="00DD769A">
                    <w:fldChar w:fldCharType="separate"/>
                  </w:r>
                  <w:r w:rsidR="00DD769A" w:rsidRPr="00DD769A">
                    <w:rPr>
                      <w:noProof/>
                    </w:rPr>
                    <w:t>«next record»</w:t>
                  </w:r>
                  <w:r w:rsidRPr="00DD769A">
                    <w:rPr>
                      <w:noProof/>
                    </w:rPr>
                    <w:fldChar w:fldCharType="end"/>
                  </w:r>
                </w:p>
              </w:tc>
            </w:tr>
            <w:tr w:rsidR="002715FF" w:rsidRPr="00DD769A">
              <w:trPr>
                <w:cantSplit/>
                <w:trHeight w:hRule="exact" w:val="1714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  <w:vAlign w:val="center"/>
                </w:tcPr>
                <w:p w:rsidR="002715FF" w:rsidRPr="00DD769A" w:rsidRDefault="002715FF" w:rsidP="00DD014E">
                  <w:pPr>
                    <w:pStyle w:val="Title"/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</w:pP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fldChar w:fldCharType="begin"/>
                  </w: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instrText xml:space="preserve"> MERGEFIELD "Code" </w:instrText>
                  </w: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fldChar w:fldCharType="separate"/>
                  </w:r>
                  <w:r w:rsidR="00DD769A" w:rsidRPr="00DD769A">
                    <w:rPr>
                      <w:rFonts w:asciiTheme="minorHAnsi" w:eastAsiaTheme="minorEastAsia" w:hAnsiTheme="minorHAnsi" w:cstheme="minorBidi"/>
                      <w:b/>
                      <w:bCs/>
                      <w:noProof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t>«code»</w:t>
                  </w: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fldChar w:fldCharType="end"/>
                  </w:r>
                </w:p>
                <w:p w:rsidR="002715FF" w:rsidRPr="00DD769A" w:rsidRDefault="00D812BF" w:rsidP="00D251DF">
                  <w:pPr>
                    <w:pStyle w:val="Title"/>
                  </w:pPr>
                  <w:sdt>
                    <w:sdtPr>
                      <w:rPr>
                        <w:sz w:val="56"/>
                      </w:rPr>
                      <w:alias w:val="Title"/>
                      <w:tag w:val=""/>
                      <w:id w:val="-2081355837"/>
                      <w:placeholder>
                        <w:docPart w:val="48CABDC00504469D939F4569895D7E84"/>
                      </w:placeholder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15:appearance w15:val="hidden"/>
                      <w:text/>
                    </w:sdtPr>
                    <w:sdtEndPr/>
                    <w:sdtContent>
                      <w:proofErr w:type="gramStart"/>
                      <w:r w:rsidR="00DD769A" w:rsidRPr="00DD769A">
                        <w:rPr>
                          <w:sz w:val="56"/>
                        </w:rPr>
                        <w:t>voucher</w:t>
                      </w:r>
                      <w:proofErr w:type="gramEnd"/>
                    </w:sdtContent>
                  </w:sdt>
                </w:p>
              </w:tc>
            </w:tr>
            <w:tr w:rsidR="002715FF" w:rsidRPr="00DD769A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2715FF" w:rsidRPr="00DD769A" w:rsidRDefault="002715FF">
                  <w:pPr>
                    <w:jc w:val="center"/>
                  </w:pPr>
                </w:p>
              </w:tc>
            </w:tr>
          </w:tbl>
          <w:p w:rsidR="002715FF" w:rsidRPr="00DD769A" w:rsidRDefault="002715FF">
            <w:pPr>
              <w:jc w:val="center"/>
            </w:pPr>
          </w:p>
        </w:tc>
      </w:tr>
      <w:tr w:rsidR="00BD3D7E">
        <w:trPr>
          <w:trHeight w:hRule="exact" w:val="2880"/>
          <w:jc w:val="center"/>
        </w:trPr>
        <w:tc>
          <w:tcPr>
            <w:tcW w:w="5040" w:type="dxa"/>
            <w:vAlign w:val="center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  <w:tblDescription w:val="Ticket text"/>
            </w:tblPr>
            <w:tblGrid>
              <w:gridCol w:w="3960"/>
            </w:tblGrid>
            <w:tr w:rsidR="002715FF" w:rsidRPr="00DD769A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2715FF" w:rsidRPr="00DD769A" w:rsidRDefault="00D812BF">
                  <w:pPr>
                    <w:jc w:val="center"/>
                  </w:pPr>
                  <w:r w:rsidRPr="00DD769A">
                    <w:fldChar w:fldCharType="begin"/>
                  </w:r>
                  <w:r w:rsidRPr="00DD769A">
                    <w:instrText xml:space="preserve"> NEXT </w:instrText>
                  </w:r>
                  <w:r w:rsidRPr="00DD769A">
                    <w:fldChar w:fldCharType="separate"/>
                  </w:r>
                  <w:r w:rsidR="00DD769A" w:rsidRPr="00DD769A">
                    <w:rPr>
                      <w:noProof/>
                    </w:rPr>
                    <w:t>«next record»</w:t>
                  </w:r>
                  <w:r w:rsidRPr="00DD769A">
                    <w:rPr>
                      <w:noProof/>
                    </w:rPr>
                    <w:fldChar w:fldCharType="end"/>
                  </w:r>
                </w:p>
              </w:tc>
            </w:tr>
            <w:tr w:rsidR="002715FF" w:rsidRPr="00DD769A">
              <w:trPr>
                <w:cantSplit/>
                <w:trHeight w:hRule="exact" w:val="1714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  <w:vAlign w:val="center"/>
                </w:tcPr>
                <w:p w:rsidR="002715FF" w:rsidRPr="00DD769A" w:rsidRDefault="002715FF" w:rsidP="00DD014E">
                  <w:pPr>
                    <w:pStyle w:val="Title"/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</w:pP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fldChar w:fldCharType="begin"/>
                  </w: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instrText xml:space="preserve"> MERGEFIELD "Code" </w:instrText>
                  </w: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fldChar w:fldCharType="separate"/>
                  </w:r>
                  <w:r w:rsidR="00DD769A" w:rsidRPr="00DD769A">
                    <w:rPr>
                      <w:rFonts w:asciiTheme="minorHAnsi" w:eastAsiaTheme="minorEastAsia" w:hAnsiTheme="minorHAnsi" w:cstheme="minorBidi"/>
                      <w:b/>
                      <w:bCs/>
                      <w:noProof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t>«code»</w:t>
                  </w: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fldChar w:fldCharType="end"/>
                  </w:r>
                </w:p>
                <w:p w:rsidR="002715FF" w:rsidRPr="00DD769A" w:rsidRDefault="00D812BF" w:rsidP="00D251DF">
                  <w:pPr>
                    <w:pStyle w:val="Title"/>
                  </w:pPr>
                  <w:sdt>
                    <w:sdtPr>
                      <w:rPr>
                        <w:sz w:val="56"/>
                      </w:rPr>
                      <w:alias w:val="Title"/>
                      <w:tag w:val=""/>
                      <w:id w:val="-343396478"/>
                      <w:placeholder>
                        <w:docPart w:val="4CC0C42D267C40359AB51E2C5C0B6C81"/>
                      </w:placeholder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15:appearance w15:val="hidden"/>
                      <w:text/>
                    </w:sdtPr>
                    <w:sdtEndPr/>
                    <w:sdtContent>
                      <w:proofErr w:type="gramStart"/>
                      <w:r w:rsidR="00DD769A" w:rsidRPr="00DD769A">
                        <w:rPr>
                          <w:sz w:val="56"/>
                        </w:rPr>
                        <w:t>voucher</w:t>
                      </w:r>
                      <w:proofErr w:type="gramEnd"/>
                    </w:sdtContent>
                  </w:sdt>
                </w:p>
              </w:tc>
            </w:tr>
            <w:tr w:rsidR="002715FF" w:rsidRPr="00DD769A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2715FF" w:rsidRPr="00DD769A" w:rsidRDefault="002715FF">
                  <w:pPr>
                    <w:jc w:val="center"/>
                  </w:pPr>
                </w:p>
              </w:tc>
            </w:tr>
          </w:tbl>
          <w:p w:rsidR="002715FF" w:rsidRPr="00DD769A" w:rsidRDefault="002715FF">
            <w:pPr>
              <w:jc w:val="center"/>
            </w:pPr>
          </w:p>
        </w:tc>
        <w:tc>
          <w:tcPr>
            <w:tcW w:w="5040" w:type="dxa"/>
            <w:vAlign w:val="center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  <w:tblDescription w:val="Ticket text"/>
            </w:tblPr>
            <w:tblGrid>
              <w:gridCol w:w="3960"/>
            </w:tblGrid>
            <w:tr w:rsidR="002715FF" w:rsidRPr="00DD769A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2715FF" w:rsidRPr="00DD769A" w:rsidRDefault="00D812BF">
                  <w:pPr>
                    <w:jc w:val="center"/>
                  </w:pPr>
                  <w:r w:rsidRPr="00DD769A">
                    <w:fldChar w:fldCharType="begin"/>
                  </w:r>
                  <w:r w:rsidRPr="00DD769A">
                    <w:instrText xml:space="preserve"> NEXT </w:instrText>
                  </w:r>
                  <w:r w:rsidRPr="00DD769A">
                    <w:fldChar w:fldCharType="separate"/>
                  </w:r>
                  <w:r w:rsidR="00DD769A" w:rsidRPr="00DD769A">
                    <w:rPr>
                      <w:noProof/>
                    </w:rPr>
                    <w:t>«next record»</w:t>
                  </w:r>
                  <w:r w:rsidRPr="00DD769A">
                    <w:rPr>
                      <w:noProof/>
                    </w:rPr>
                    <w:fldChar w:fldCharType="end"/>
                  </w:r>
                </w:p>
              </w:tc>
            </w:tr>
            <w:tr w:rsidR="002715FF" w:rsidRPr="00DD769A">
              <w:trPr>
                <w:cantSplit/>
                <w:trHeight w:hRule="exact" w:val="1714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  <w:vAlign w:val="center"/>
                </w:tcPr>
                <w:p w:rsidR="002715FF" w:rsidRPr="00DD769A" w:rsidRDefault="002715FF" w:rsidP="00DD014E">
                  <w:pPr>
                    <w:pStyle w:val="Title"/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</w:pP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fldChar w:fldCharType="begin"/>
                  </w: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instrText xml:space="preserve"> MERGEFIELD "Code" </w:instrText>
                  </w: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fldChar w:fldCharType="separate"/>
                  </w:r>
                  <w:r w:rsidR="00DD769A" w:rsidRPr="00DD769A">
                    <w:rPr>
                      <w:rFonts w:asciiTheme="minorHAnsi" w:eastAsiaTheme="minorEastAsia" w:hAnsiTheme="minorHAnsi" w:cstheme="minorBidi"/>
                      <w:b/>
                      <w:bCs/>
                      <w:noProof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t>«code»</w:t>
                  </w: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fldChar w:fldCharType="end"/>
                  </w:r>
                </w:p>
                <w:p w:rsidR="002715FF" w:rsidRPr="00DD769A" w:rsidRDefault="00D812BF" w:rsidP="00D251DF">
                  <w:pPr>
                    <w:pStyle w:val="Title"/>
                  </w:pPr>
                  <w:sdt>
                    <w:sdtPr>
                      <w:rPr>
                        <w:sz w:val="56"/>
                      </w:rPr>
                      <w:alias w:val="Title"/>
                      <w:tag w:val=""/>
                      <w:id w:val="1310128761"/>
                      <w:placeholder>
                        <w:docPart w:val="695446683DA244B4B3FC3FC913338095"/>
                      </w:placeholder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15:appearance w15:val="hidden"/>
                      <w:text/>
                    </w:sdtPr>
                    <w:sdtEndPr/>
                    <w:sdtContent>
                      <w:proofErr w:type="gramStart"/>
                      <w:r w:rsidR="00DD769A" w:rsidRPr="00DD769A">
                        <w:rPr>
                          <w:sz w:val="56"/>
                        </w:rPr>
                        <w:t>voucher</w:t>
                      </w:r>
                      <w:proofErr w:type="gramEnd"/>
                    </w:sdtContent>
                  </w:sdt>
                </w:p>
              </w:tc>
            </w:tr>
            <w:tr w:rsidR="002715FF" w:rsidRPr="00DD769A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2715FF" w:rsidRPr="00DD769A" w:rsidRDefault="002715FF">
                  <w:pPr>
                    <w:jc w:val="center"/>
                  </w:pPr>
                </w:p>
              </w:tc>
            </w:tr>
          </w:tbl>
          <w:p w:rsidR="002715FF" w:rsidRPr="00DD769A" w:rsidRDefault="002715FF">
            <w:pPr>
              <w:jc w:val="center"/>
            </w:pPr>
          </w:p>
        </w:tc>
      </w:tr>
      <w:tr w:rsidR="00BD3D7E">
        <w:trPr>
          <w:trHeight w:hRule="exact" w:val="2880"/>
          <w:jc w:val="center"/>
        </w:trPr>
        <w:tc>
          <w:tcPr>
            <w:tcW w:w="5040" w:type="dxa"/>
            <w:vAlign w:val="center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  <w:tblDescription w:val="Ticket text"/>
            </w:tblPr>
            <w:tblGrid>
              <w:gridCol w:w="3960"/>
            </w:tblGrid>
            <w:tr w:rsidR="002715FF" w:rsidRPr="00DD769A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2715FF" w:rsidRPr="00DD769A" w:rsidRDefault="00D812BF">
                  <w:pPr>
                    <w:jc w:val="center"/>
                  </w:pPr>
                  <w:r w:rsidRPr="00DD769A">
                    <w:fldChar w:fldCharType="begin"/>
                  </w:r>
                  <w:r w:rsidRPr="00DD769A">
                    <w:instrText xml:space="preserve"> NEXT </w:instrText>
                  </w:r>
                  <w:r w:rsidRPr="00DD769A">
                    <w:fldChar w:fldCharType="separate"/>
                  </w:r>
                  <w:r w:rsidR="00DD769A" w:rsidRPr="00DD769A">
                    <w:rPr>
                      <w:noProof/>
                    </w:rPr>
                    <w:t>«next record»</w:t>
                  </w:r>
                  <w:r w:rsidRPr="00DD769A">
                    <w:rPr>
                      <w:noProof/>
                    </w:rPr>
                    <w:fldChar w:fldCharType="end"/>
                  </w:r>
                </w:p>
              </w:tc>
            </w:tr>
            <w:tr w:rsidR="002715FF" w:rsidRPr="00DD769A">
              <w:trPr>
                <w:cantSplit/>
                <w:trHeight w:hRule="exact" w:val="1714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  <w:vAlign w:val="center"/>
                </w:tcPr>
                <w:p w:rsidR="002715FF" w:rsidRPr="00DD769A" w:rsidRDefault="002715FF" w:rsidP="00DD014E">
                  <w:pPr>
                    <w:pStyle w:val="Title"/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</w:pP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fldChar w:fldCharType="begin"/>
                  </w: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instrText xml:space="preserve"> MERGEFIELD "Code" </w:instrText>
                  </w: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fldChar w:fldCharType="separate"/>
                  </w:r>
                  <w:r w:rsidR="00DD769A" w:rsidRPr="00DD769A">
                    <w:rPr>
                      <w:rFonts w:asciiTheme="minorHAnsi" w:eastAsiaTheme="minorEastAsia" w:hAnsiTheme="minorHAnsi" w:cstheme="minorBidi"/>
                      <w:b/>
                      <w:bCs/>
                      <w:noProof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t>«code»</w:t>
                  </w: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fldChar w:fldCharType="end"/>
                  </w:r>
                </w:p>
                <w:p w:rsidR="002715FF" w:rsidRPr="00DD769A" w:rsidRDefault="00D812BF" w:rsidP="00D251DF">
                  <w:pPr>
                    <w:pStyle w:val="Title"/>
                  </w:pPr>
                  <w:sdt>
                    <w:sdtPr>
                      <w:rPr>
                        <w:sz w:val="56"/>
                      </w:rPr>
                      <w:alias w:val="Title"/>
                      <w:tag w:val=""/>
                      <w:id w:val="-1650745428"/>
                      <w:placeholder>
                        <w:docPart w:val="B74134E3B92A43FDA00CEC780EC9F852"/>
                      </w:placeholder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15:appearance w15:val="hidden"/>
                      <w:text/>
                    </w:sdtPr>
                    <w:sdtEndPr/>
                    <w:sdtContent>
                      <w:proofErr w:type="gramStart"/>
                      <w:r w:rsidR="00DD769A" w:rsidRPr="00DD769A">
                        <w:rPr>
                          <w:sz w:val="56"/>
                        </w:rPr>
                        <w:t>voucher</w:t>
                      </w:r>
                      <w:proofErr w:type="gramEnd"/>
                    </w:sdtContent>
                  </w:sdt>
                </w:p>
              </w:tc>
            </w:tr>
            <w:tr w:rsidR="002715FF" w:rsidRPr="00DD769A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2715FF" w:rsidRPr="00DD769A" w:rsidRDefault="002715FF">
                  <w:pPr>
                    <w:jc w:val="center"/>
                  </w:pPr>
                </w:p>
              </w:tc>
            </w:tr>
          </w:tbl>
          <w:p w:rsidR="002715FF" w:rsidRPr="00DD769A" w:rsidRDefault="002715FF">
            <w:pPr>
              <w:jc w:val="center"/>
            </w:pPr>
          </w:p>
        </w:tc>
        <w:tc>
          <w:tcPr>
            <w:tcW w:w="5040" w:type="dxa"/>
            <w:vAlign w:val="center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  <w:tblDescription w:val="Ticket text"/>
            </w:tblPr>
            <w:tblGrid>
              <w:gridCol w:w="3960"/>
            </w:tblGrid>
            <w:tr w:rsidR="002715FF" w:rsidRPr="00DD769A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2715FF" w:rsidRPr="00DD769A" w:rsidRDefault="00D812BF">
                  <w:pPr>
                    <w:jc w:val="center"/>
                  </w:pPr>
                  <w:r w:rsidRPr="00DD769A">
                    <w:fldChar w:fldCharType="begin"/>
                  </w:r>
                  <w:r w:rsidRPr="00DD769A">
                    <w:instrText xml:space="preserve"> NEXT </w:instrText>
                  </w:r>
                  <w:r w:rsidRPr="00DD769A">
                    <w:fldChar w:fldCharType="separate"/>
                  </w:r>
                  <w:r w:rsidR="00DD769A" w:rsidRPr="00DD769A">
                    <w:rPr>
                      <w:noProof/>
                    </w:rPr>
                    <w:t>«next record»</w:t>
                  </w:r>
                  <w:r w:rsidRPr="00DD769A">
                    <w:rPr>
                      <w:noProof/>
                    </w:rPr>
                    <w:fldChar w:fldCharType="end"/>
                  </w:r>
                </w:p>
              </w:tc>
            </w:tr>
            <w:tr w:rsidR="002715FF" w:rsidRPr="00DD769A">
              <w:trPr>
                <w:cantSplit/>
                <w:trHeight w:hRule="exact" w:val="1714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  <w:vAlign w:val="center"/>
                </w:tcPr>
                <w:p w:rsidR="002715FF" w:rsidRPr="00DD769A" w:rsidRDefault="002715FF" w:rsidP="00DD014E">
                  <w:pPr>
                    <w:pStyle w:val="Title"/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</w:pP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fldChar w:fldCharType="begin"/>
                  </w: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instrText xml:space="preserve"> MERGEFIELD "Code" </w:instrText>
                  </w: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fldChar w:fldCharType="separate"/>
                  </w:r>
                  <w:r w:rsidR="00DD769A" w:rsidRPr="00DD769A">
                    <w:rPr>
                      <w:rFonts w:asciiTheme="minorHAnsi" w:eastAsiaTheme="minorEastAsia" w:hAnsiTheme="minorHAnsi" w:cstheme="minorBidi"/>
                      <w:b/>
                      <w:bCs/>
                      <w:noProof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t>«code»</w:t>
                  </w: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fldChar w:fldCharType="end"/>
                  </w:r>
                </w:p>
                <w:p w:rsidR="002715FF" w:rsidRPr="00DD769A" w:rsidRDefault="00D812BF" w:rsidP="00D251DF">
                  <w:pPr>
                    <w:pStyle w:val="Title"/>
                  </w:pPr>
                  <w:sdt>
                    <w:sdtPr>
                      <w:rPr>
                        <w:sz w:val="56"/>
                      </w:rPr>
                      <w:alias w:val="Title"/>
                      <w:tag w:val=""/>
                      <w:id w:val="-1863814975"/>
                      <w:placeholder>
                        <w:docPart w:val="B5EB351E96FD4615BA6A444E51640FBD"/>
                      </w:placeholder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15:appearance w15:val="hidden"/>
                      <w:text/>
                    </w:sdtPr>
                    <w:sdtEndPr/>
                    <w:sdtContent>
                      <w:proofErr w:type="gramStart"/>
                      <w:r w:rsidR="00DD769A" w:rsidRPr="00DD769A">
                        <w:rPr>
                          <w:sz w:val="56"/>
                        </w:rPr>
                        <w:t>voucher</w:t>
                      </w:r>
                      <w:proofErr w:type="gramEnd"/>
                    </w:sdtContent>
                  </w:sdt>
                </w:p>
              </w:tc>
            </w:tr>
            <w:tr w:rsidR="002715FF" w:rsidRPr="00DD769A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2715FF" w:rsidRPr="00DD769A" w:rsidRDefault="002715FF">
                  <w:pPr>
                    <w:jc w:val="center"/>
                  </w:pPr>
                </w:p>
              </w:tc>
            </w:tr>
          </w:tbl>
          <w:p w:rsidR="002715FF" w:rsidRPr="00DD769A" w:rsidRDefault="002715FF">
            <w:pPr>
              <w:jc w:val="center"/>
            </w:pPr>
          </w:p>
        </w:tc>
      </w:tr>
      <w:tr w:rsidR="00BD3D7E">
        <w:trPr>
          <w:trHeight w:hRule="exact" w:val="2880"/>
          <w:jc w:val="center"/>
        </w:trPr>
        <w:tc>
          <w:tcPr>
            <w:tcW w:w="5040" w:type="dxa"/>
            <w:vAlign w:val="center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  <w:tblDescription w:val="Ticket text"/>
            </w:tblPr>
            <w:tblGrid>
              <w:gridCol w:w="3960"/>
            </w:tblGrid>
            <w:tr w:rsidR="002715FF" w:rsidRPr="00DD769A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2715FF" w:rsidRPr="00DD769A" w:rsidRDefault="00D812BF">
                  <w:pPr>
                    <w:jc w:val="center"/>
                  </w:pPr>
                  <w:r w:rsidRPr="00DD769A">
                    <w:fldChar w:fldCharType="begin"/>
                  </w:r>
                  <w:r w:rsidRPr="00DD769A">
                    <w:instrText xml:space="preserve"> NEXT </w:instrText>
                  </w:r>
                  <w:r w:rsidRPr="00DD769A">
                    <w:fldChar w:fldCharType="separate"/>
                  </w:r>
                  <w:r w:rsidR="00DD769A" w:rsidRPr="00DD769A">
                    <w:rPr>
                      <w:noProof/>
                    </w:rPr>
                    <w:t>«next record»</w:t>
                  </w:r>
                  <w:r w:rsidRPr="00DD769A">
                    <w:rPr>
                      <w:noProof/>
                    </w:rPr>
                    <w:fldChar w:fldCharType="end"/>
                  </w:r>
                </w:p>
              </w:tc>
            </w:tr>
            <w:tr w:rsidR="002715FF" w:rsidRPr="00DD769A">
              <w:trPr>
                <w:cantSplit/>
                <w:trHeight w:hRule="exact" w:val="1714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  <w:vAlign w:val="center"/>
                </w:tcPr>
                <w:p w:rsidR="002715FF" w:rsidRPr="00DD769A" w:rsidRDefault="002715FF" w:rsidP="00DD014E">
                  <w:pPr>
                    <w:pStyle w:val="Title"/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</w:pP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fldChar w:fldCharType="begin"/>
                  </w: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instrText xml:space="preserve"> MERGEFIELD "Code" </w:instrText>
                  </w: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fldChar w:fldCharType="separate"/>
                  </w:r>
                  <w:r w:rsidR="00DD769A" w:rsidRPr="00DD769A">
                    <w:rPr>
                      <w:rFonts w:asciiTheme="minorHAnsi" w:eastAsiaTheme="minorEastAsia" w:hAnsiTheme="minorHAnsi" w:cstheme="minorBidi"/>
                      <w:b/>
                      <w:bCs/>
                      <w:noProof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t>«code»</w:t>
                  </w: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fldChar w:fldCharType="end"/>
                  </w:r>
                </w:p>
                <w:p w:rsidR="002715FF" w:rsidRPr="00DD769A" w:rsidRDefault="00D812BF" w:rsidP="00D251DF">
                  <w:pPr>
                    <w:pStyle w:val="Title"/>
                  </w:pPr>
                  <w:sdt>
                    <w:sdtPr>
                      <w:rPr>
                        <w:sz w:val="56"/>
                      </w:rPr>
                      <w:alias w:val="Title"/>
                      <w:tag w:val=""/>
                      <w:id w:val="-965892194"/>
                      <w:placeholder>
                        <w:docPart w:val="047F3801B62C4C7298D1B1403C1EC555"/>
                      </w:placeholder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15:appearance w15:val="hidden"/>
                      <w:text/>
                    </w:sdtPr>
                    <w:sdtEndPr/>
                    <w:sdtContent>
                      <w:proofErr w:type="gramStart"/>
                      <w:r w:rsidR="00DD769A" w:rsidRPr="00DD769A">
                        <w:rPr>
                          <w:sz w:val="56"/>
                        </w:rPr>
                        <w:t>voucher</w:t>
                      </w:r>
                      <w:proofErr w:type="gramEnd"/>
                    </w:sdtContent>
                  </w:sdt>
                </w:p>
              </w:tc>
            </w:tr>
            <w:tr w:rsidR="002715FF" w:rsidRPr="00DD769A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2715FF" w:rsidRPr="00DD769A" w:rsidRDefault="002715FF">
                  <w:pPr>
                    <w:jc w:val="center"/>
                  </w:pPr>
                </w:p>
              </w:tc>
            </w:tr>
          </w:tbl>
          <w:p w:rsidR="002715FF" w:rsidRPr="00DD769A" w:rsidRDefault="002715FF">
            <w:pPr>
              <w:jc w:val="center"/>
            </w:pPr>
          </w:p>
        </w:tc>
        <w:tc>
          <w:tcPr>
            <w:tcW w:w="5040" w:type="dxa"/>
            <w:vAlign w:val="center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  <w:tblDescription w:val="Ticket text"/>
            </w:tblPr>
            <w:tblGrid>
              <w:gridCol w:w="3960"/>
            </w:tblGrid>
            <w:tr w:rsidR="002715FF" w:rsidRPr="00DD769A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2715FF" w:rsidRPr="00DD769A" w:rsidRDefault="00D812BF">
                  <w:pPr>
                    <w:jc w:val="center"/>
                  </w:pPr>
                  <w:r w:rsidRPr="00DD769A">
                    <w:fldChar w:fldCharType="begin"/>
                  </w:r>
                  <w:r w:rsidRPr="00DD769A">
                    <w:instrText xml:space="preserve"> NEXT </w:instrText>
                  </w:r>
                  <w:r w:rsidRPr="00DD769A">
                    <w:fldChar w:fldCharType="separate"/>
                  </w:r>
                  <w:r w:rsidR="00DD769A" w:rsidRPr="00DD769A">
                    <w:rPr>
                      <w:noProof/>
                    </w:rPr>
                    <w:t>«next record»</w:t>
                  </w:r>
                  <w:r w:rsidRPr="00DD769A">
                    <w:rPr>
                      <w:noProof/>
                    </w:rPr>
                    <w:fldChar w:fldCharType="end"/>
                  </w:r>
                </w:p>
              </w:tc>
            </w:tr>
            <w:tr w:rsidR="002715FF" w:rsidRPr="00DD769A">
              <w:trPr>
                <w:cantSplit/>
                <w:trHeight w:hRule="exact" w:val="1714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  <w:vAlign w:val="center"/>
                </w:tcPr>
                <w:p w:rsidR="002715FF" w:rsidRPr="00DD769A" w:rsidRDefault="002715FF" w:rsidP="00DD014E">
                  <w:pPr>
                    <w:pStyle w:val="Title"/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</w:pP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fldChar w:fldCharType="begin"/>
                  </w: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instrText xml:space="preserve"> MERGEFIELD "Code" </w:instrText>
                  </w: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fldChar w:fldCharType="separate"/>
                  </w:r>
                  <w:r w:rsidR="00DD769A" w:rsidRPr="00DD769A">
                    <w:rPr>
                      <w:rFonts w:asciiTheme="minorHAnsi" w:eastAsiaTheme="minorEastAsia" w:hAnsiTheme="minorHAnsi" w:cstheme="minorBidi"/>
                      <w:b/>
                      <w:bCs/>
                      <w:noProof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t>«code»</w:t>
                  </w: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fldChar w:fldCharType="end"/>
                  </w:r>
                </w:p>
                <w:p w:rsidR="002715FF" w:rsidRPr="00DD769A" w:rsidRDefault="00D812BF" w:rsidP="00D251DF">
                  <w:pPr>
                    <w:pStyle w:val="Title"/>
                  </w:pPr>
                  <w:sdt>
                    <w:sdtPr>
                      <w:rPr>
                        <w:sz w:val="56"/>
                      </w:rPr>
                      <w:alias w:val="Title"/>
                      <w:tag w:val=""/>
                      <w:id w:val="1761399889"/>
                      <w:placeholder>
                        <w:docPart w:val="FCBE7241DD9C4745B491543ACA882AAA"/>
                      </w:placeholder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15:appearance w15:val="hidden"/>
                      <w:text/>
                    </w:sdtPr>
                    <w:sdtEndPr/>
                    <w:sdtContent>
                      <w:proofErr w:type="gramStart"/>
                      <w:r w:rsidR="00DD769A" w:rsidRPr="00DD769A">
                        <w:rPr>
                          <w:sz w:val="56"/>
                        </w:rPr>
                        <w:t>voucher</w:t>
                      </w:r>
                      <w:proofErr w:type="gramEnd"/>
                    </w:sdtContent>
                  </w:sdt>
                </w:p>
              </w:tc>
            </w:tr>
            <w:tr w:rsidR="002715FF" w:rsidRPr="00DD769A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2715FF" w:rsidRPr="00DD769A" w:rsidRDefault="002715FF">
                  <w:pPr>
                    <w:jc w:val="center"/>
                  </w:pPr>
                </w:p>
              </w:tc>
            </w:tr>
          </w:tbl>
          <w:p w:rsidR="002715FF" w:rsidRPr="00DD769A" w:rsidRDefault="002715FF">
            <w:pPr>
              <w:jc w:val="center"/>
            </w:pPr>
          </w:p>
        </w:tc>
      </w:tr>
      <w:tr w:rsidR="00BD3D7E">
        <w:trPr>
          <w:trHeight w:hRule="exact" w:val="2880"/>
          <w:jc w:val="center"/>
        </w:trPr>
        <w:tc>
          <w:tcPr>
            <w:tcW w:w="5040" w:type="dxa"/>
            <w:vAlign w:val="center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  <w:tblDescription w:val="Ticket text"/>
            </w:tblPr>
            <w:tblGrid>
              <w:gridCol w:w="3960"/>
            </w:tblGrid>
            <w:tr w:rsidR="002715FF" w:rsidRPr="00DD769A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2715FF" w:rsidRPr="00DD769A" w:rsidRDefault="00D812BF">
                  <w:pPr>
                    <w:jc w:val="center"/>
                  </w:pPr>
                  <w:r w:rsidRPr="00DD769A">
                    <w:fldChar w:fldCharType="begin"/>
                  </w:r>
                  <w:r w:rsidRPr="00DD769A">
                    <w:instrText xml:space="preserve"> NEXT </w:instrText>
                  </w:r>
                  <w:r w:rsidRPr="00DD769A">
                    <w:fldChar w:fldCharType="separate"/>
                  </w:r>
                  <w:r w:rsidR="00DD769A" w:rsidRPr="00DD769A">
                    <w:rPr>
                      <w:noProof/>
                    </w:rPr>
                    <w:t>«next record»</w:t>
                  </w:r>
                  <w:r w:rsidRPr="00DD769A">
                    <w:rPr>
                      <w:noProof/>
                    </w:rPr>
                    <w:fldChar w:fldCharType="end"/>
                  </w:r>
                </w:p>
              </w:tc>
            </w:tr>
            <w:tr w:rsidR="002715FF" w:rsidRPr="00DD769A">
              <w:trPr>
                <w:cantSplit/>
                <w:trHeight w:hRule="exact" w:val="1714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  <w:vAlign w:val="center"/>
                </w:tcPr>
                <w:p w:rsidR="002715FF" w:rsidRPr="00DD769A" w:rsidRDefault="002715FF" w:rsidP="00DD014E">
                  <w:pPr>
                    <w:pStyle w:val="Title"/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</w:pP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fldChar w:fldCharType="begin"/>
                  </w: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instrText xml:space="preserve"> MERGEFIELD "Code" </w:instrText>
                  </w: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fldChar w:fldCharType="separate"/>
                  </w:r>
                  <w:r w:rsidR="00DD769A" w:rsidRPr="00DD769A">
                    <w:rPr>
                      <w:rFonts w:asciiTheme="minorHAnsi" w:eastAsiaTheme="minorEastAsia" w:hAnsiTheme="minorHAnsi" w:cstheme="minorBidi"/>
                      <w:b/>
                      <w:bCs/>
                      <w:noProof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t>«code»</w:t>
                  </w: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fldChar w:fldCharType="end"/>
                  </w:r>
                </w:p>
                <w:p w:rsidR="002715FF" w:rsidRPr="00DD769A" w:rsidRDefault="00D812BF" w:rsidP="00D251DF">
                  <w:pPr>
                    <w:pStyle w:val="Title"/>
                  </w:pPr>
                  <w:sdt>
                    <w:sdtPr>
                      <w:rPr>
                        <w:sz w:val="56"/>
                      </w:rPr>
                      <w:alias w:val="Title"/>
                      <w:tag w:val=""/>
                      <w:id w:val="213397323"/>
                      <w:placeholder>
                        <w:docPart w:val="EDD7A3DF266741239FA6415A75C4A92B"/>
                      </w:placeholder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15:appearance w15:val="hidden"/>
                      <w:text/>
                    </w:sdtPr>
                    <w:sdtEndPr/>
                    <w:sdtContent>
                      <w:proofErr w:type="gramStart"/>
                      <w:r w:rsidR="00DD769A" w:rsidRPr="00DD769A">
                        <w:rPr>
                          <w:sz w:val="56"/>
                        </w:rPr>
                        <w:t>voucher</w:t>
                      </w:r>
                      <w:proofErr w:type="gramEnd"/>
                    </w:sdtContent>
                  </w:sdt>
                </w:p>
              </w:tc>
            </w:tr>
            <w:tr w:rsidR="002715FF" w:rsidRPr="00DD769A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2715FF" w:rsidRPr="00DD769A" w:rsidRDefault="002715FF">
                  <w:pPr>
                    <w:jc w:val="center"/>
                  </w:pPr>
                </w:p>
              </w:tc>
            </w:tr>
          </w:tbl>
          <w:p w:rsidR="002715FF" w:rsidRPr="00DD769A" w:rsidRDefault="002715FF">
            <w:pPr>
              <w:jc w:val="center"/>
            </w:pPr>
          </w:p>
        </w:tc>
        <w:tc>
          <w:tcPr>
            <w:tcW w:w="5040" w:type="dxa"/>
            <w:vAlign w:val="center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  <w:tblDescription w:val="Ticket text"/>
            </w:tblPr>
            <w:tblGrid>
              <w:gridCol w:w="3960"/>
            </w:tblGrid>
            <w:tr w:rsidR="002715FF" w:rsidRPr="00DD769A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2715FF" w:rsidRPr="00DD769A" w:rsidRDefault="00D812BF">
                  <w:pPr>
                    <w:jc w:val="center"/>
                  </w:pPr>
                  <w:r w:rsidRPr="00DD769A">
                    <w:fldChar w:fldCharType="begin"/>
                  </w:r>
                  <w:r w:rsidRPr="00DD769A">
                    <w:instrText xml:space="preserve"> NEXT </w:instrText>
                  </w:r>
                  <w:r w:rsidRPr="00DD769A">
                    <w:fldChar w:fldCharType="separate"/>
                  </w:r>
                  <w:r w:rsidR="00DD769A" w:rsidRPr="00DD769A">
                    <w:rPr>
                      <w:noProof/>
                    </w:rPr>
                    <w:t>«next record»</w:t>
                  </w:r>
                  <w:r w:rsidRPr="00DD769A">
                    <w:rPr>
                      <w:noProof/>
                    </w:rPr>
                    <w:fldChar w:fldCharType="end"/>
                  </w:r>
                </w:p>
              </w:tc>
            </w:tr>
            <w:tr w:rsidR="002715FF" w:rsidRPr="00DD769A">
              <w:trPr>
                <w:cantSplit/>
                <w:trHeight w:hRule="exact" w:val="1714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  <w:vAlign w:val="center"/>
                </w:tcPr>
                <w:p w:rsidR="002715FF" w:rsidRPr="00DD769A" w:rsidRDefault="002715FF" w:rsidP="00DD014E">
                  <w:pPr>
                    <w:pStyle w:val="Title"/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</w:pP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fldChar w:fldCharType="begin"/>
                  </w: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instrText xml:space="preserve"> MERGEFIELD "Code" </w:instrText>
                  </w: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fldChar w:fldCharType="separate"/>
                  </w:r>
                  <w:r w:rsidR="00DD769A" w:rsidRPr="00DD769A">
                    <w:rPr>
                      <w:rFonts w:asciiTheme="minorHAnsi" w:eastAsiaTheme="minorEastAsia" w:hAnsiTheme="minorHAnsi" w:cstheme="minorBidi"/>
                      <w:b/>
                      <w:bCs/>
                      <w:noProof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t>«code»</w:t>
                  </w:r>
                  <w:r w:rsidRPr="00DD769A">
                    <w:rPr>
                      <w:rFonts w:asciiTheme="minorHAnsi" w:eastAsiaTheme="minorEastAsia" w:hAnsiTheme="minorHAnsi" w:cstheme="minorBidi"/>
                      <w:b/>
                      <w:bCs/>
                      <w:color w:val="FAC23B" w:themeColor="accent3"/>
                      <w:spacing w:val="20"/>
                      <w:kern w:val="0"/>
                      <w:sz w:val="28"/>
                      <w:szCs w:val="28"/>
                    </w:rPr>
                    <w:fldChar w:fldCharType="end"/>
                  </w:r>
                </w:p>
                <w:p w:rsidR="002715FF" w:rsidRPr="00DD769A" w:rsidRDefault="00D812BF" w:rsidP="00D251DF">
                  <w:pPr>
                    <w:pStyle w:val="Title"/>
                  </w:pPr>
                  <w:sdt>
                    <w:sdtPr>
                      <w:rPr>
                        <w:sz w:val="56"/>
                      </w:rPr>
                      <w:alias w:val="Title"/>
                      <w:tag w:val=""/>
                      <w:id w:val="253403368"/>
                      <w:placeholder>
                        <w:docPart w:val="2112CE1F0CE84BE88F1EA57B26CFDD26"/>
                      </w:placeholder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15:appearance w15:val="hidden"/>
                      <w:text/>
                    </w:sdtPr>
                    <w:sdtEndPr/>
                    <w:sdtContent>
                      <w:proofErr w:type="gramStart"/>
                      <w:r w:rsidR="00DD769A" w:rsidRPr="00DD769A">
                        <w:rPr>
                          <w:sz w:val="56"/>
                        </w:rPr>
                        <w:t>voucher</w:t>
                      </w:r>
                      <w:proofErr w:type="gramEnd"/>
                    </w:sdtContent>
                  </w:sdt>
                </w:p>
              </w:tc>
            </w:tr>
            <w:tr w:rsidR="002715FF" w:rsidRPr="00DD769A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2715FF" w:rsidRPr="00DD769A" w:rsidRDefault="002715FF">
                  <w:pPr>
                    <w:jc w:val="center"/>
                  </w:pPr>
                </w:p>
              </w:tc>
            </w:tr>
          </w:tbl>
          <w:p w:rsidR="002715FF" w:rsidRPr="00DD769A" w:rsidRDefault="002715FF">
            <w:pPr>
              <w:jc w:val="center"/>
            </w:pPr>
          </w:p>
        </w:tc>
      </w:tr>
    </w:tbl>
    <w:p w:rsidR="00BD3D7E" w:rsidRDefault="00930804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DE71871" wp14:editId="25A19041">
                <wp:simplePos x="689212" y="960120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6236208" cy="8970264"/>
                <wp:effectExtent l="0" t="0" r="0" b="2540"/>
                <wp:wrapNone/>
                <wp:docPr id="35" name="Group 34" descr="Ticket background ar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6236208" cy="8970264"/>
                          <a:chOff x="0" y="0"/>
                          <a:chExt cx="6231365" cy="8969997"/>
                        </a:xfrm>
                      </wpg:grpSpPr>
                      <wps:wsp>
                        <wps:cNvPr id="2" name="Freeform 2"/>
                        <wps:cNvSpPr>
                          <a:spLocks noChangeAspect="1"/>
                        </wps:cNvSpPr>
                        <wps:spPr bwMode="auto">
                          <a:xfrm>
                            <a:off x="4278" y="0"/>
                            <a:ext cx="3014331" cy="1645920"/>
                          </a:xfrm>
                          <a:custGeom>
                            <a:avLst/>
                            <a:gdLst>
                              <a:gd name="T0" fmla="*/ 313 w 317"/>
                              <a:gd name="T1" fmla="*/ 44 h 173"/>
                              <a:gd name="T2" fmla="*/ 317 w 317"/>
                              <a:gd name="T3" fmla="*/ 39 h 173"/>
                              <a:gd name="T4" fmla="*/ 317 w 317"/>
                              <a:gd name="T5" fmla="*/ 34 h 173"/>
                              <a:gd name="T6" fmla="*/ 313 w 317"/>
                              <a:gd name="T7" fmla="*/ 30 h 173"/>
                              <a:gd name="T8" fmla="*/ 317 w 317"/>
                              <a:gd name="T9" fmla="*/ 25 h 173"/>
                              <a:gd name="T10" fmla="*/ 317 w 317"/>
                              <a:gd name="T11" fmla="*/ 19 h 173"/>
                              <a:gd name="T12" fmla="*/ 296 w 317"/>
                              <a:gd name="T13" fmla="*/ 0 h 173"/>
                              <a:gd name="T14" fmla="*/ 22 w 317"/>
                              <a:gd name="T15" fmla="*/ 0 h 173"/>
                              <a:gd name="T16" fmla="*/ 0 w 317"/>
                              <a:gd name="T17" fmla="*/ 19 h 173"/>
                              <a:gd name="T18" fmla="*/ 0 w 317"/>
                              <a:gd name="T19" fmla="*/ 25 h 173"/>
                              <a:gd name="T20" fmla="*/ 4 w 317"/>
                              <a:gd name="T21" fmla="*/ 30 h 173"/>
                              <a:gd name="T22" fmla="*/ 0 w 317"/>
                              <a:gd name="T23" fmla="*/ 34 h 173"/>
                              <a:gd name="T24" fmla="*/ 0 w 317"/>
                              <a:gd name="T25" fmla="*/ 39 h 173"/>
                              <a:gd name="T26" fmla="*/ 4 w 317"/>
                              <a:gd name="T27" fmla="*/ 44 h 173"/>
                              <a:gd name="T28" fmla="*/ 0 w 317"/>
                              <a:gd name="T29" fmla="*/ 48 h 173"/>
                              <a:gd name="T30" fmla="*/ 0 w 317"/>
                              <a:gd name="T31" fmla="*/ 54 h 173"/>
                              <a:gd name="T32" fmla="*/ 4 w 317"/>
                              <a:gd name="T33" fmla="*/ 58 h 173"/>
                              <a:gd name="T34" fmla="*/ 0 w 317"/>
                              <a:gd name="T35" fmla="*/ 62 h 173"/>
                              <a:gd name="T36" fmla="*/ 0 w 317"/>
                              <a:gd name="T37" fmla="*/ 68 h 173"/>
                              <a:gd name="T38" fmla="*/ 4 w 317"/>
                              <a:gd name="T39" fmla="*/ 72 h 173"/>
                              <a:gd name="T40" fmla="*/ 0 w 317"/>
                              <a:gd name="T41" fmla="*/ 77 h 173"/>
                              <a:gd name="T42" fmla="*/ 0 w 317"/>
                              <a:gd name="T43" fmla="*/ 82 h 173"/>
                              <a:gd name="T44" fmla="*/ 4 w 317"/>
                              <a:gd name="T45" fmla="*/ 87 h 173"/>
                              <a:gd name="T46" fmla="*/ 0 w 317"/>
                              <a:gd name="T47" fmla="*/ 91 h 173"/>
                              <a:gd name="T48" fmla="*/ 0 w 317"/>
                              <a:gd name="T49" fmla="*/ 96 h 173"/>
                              <a:gd name="T50" fmla="*/ 4 w 317"/>
                              <a:gd name="T51" fmla="*/ 101 h 173"/>
                              <a:gd name="T52" fmla="*/ 0 w 317"/>
                              <a:gd name="T53" fmla="*/ 105 h 173"/>
                              <a:gd name="T54" fmla="*/ 0 w 317"/>
                              <a:gd name="T55" fmla="*/ 111 h 173"/>
                              <a:gd name="T56" fmla="*/ 4 w 317"/>
                              <a:gd name="T57" fmla="*/ 115 h 173"/>
                              <a:gd name="T58" fmla="*/ 0 w 317"/>
                              <a:gd name="T59" fmla="*/ 119 h 173"/>
                              <a:gd name="T60" fmla="*/ 0 w 317"/>
                              <a:gd name="T61" fmla="*/ 125 h 173"/>
                              <a:gd name="T62" fmla="*/ 4 w 317"/>
                              <a:gd name="T63" fmla="*/ 129 h 173"/>
                              <a:gd name="T64" fmla="*/ 0 w 317"/>
                              <a:gd name="T65" fmla="*/ 134 h 173"/>
                              <a:gd name="T66" fmla="*/ 0 w 317"/>
                              <a:gd name="T67" fmla="*/ 139 h 173"/>
                              <a:gd name="T68" fmla="*/ 4 w 317"/>
                              <a:gd name="T69" fmla="*/ 144 h 173"/>
                              <a:gd name="T70" fmla="*/ 0 w 317"/>
                              <a:gd name="T71" fmla="*/ 148 h 173"/>
                              <a:gd name="T72" fmla="*/ 0 w 317"/>
                              <a:gd name="T73" fmla="*/ 154 h 173"/>
                              <a:gd name="T74" fmla="*/ 22 w 317"/>
                              <a:gd name="T75" fmla="*/ 173 h 173"/>
                              <a:gd name="T76" fmla="*/ 296 w 317"/>
                              <a:gd name="T77" fmla="*/ 173 h 173"/>
                              <a:gd name="T78" fmla="*/ 317 w 317"/>
                              <a:gd name="T79" fmla="*/ 154 h 173"/>
                              <a:gd name="T80" fmla="*/ 317 w 317"/>
                              <a:gd name="T81" fmla="*/ 148 h 173"/>
                              <a:gd name="T82" fmla="*/ 313 w 317"/>
                              <a:gd name="T83" fmla="*/ 144 h 173"/>
                              <a:gd name="T84" fmla="*/ 317 w 317"/>
                              <a:gd name="T85" fmla="*/ 139 h 173"/>
                              <a:gd name="T86" fmla="*/ 317 w 317"/>
                              <a:gd name="T87" fmla="*/ 134 h 173"/>
                              <a:gd name="T88" fmla="*/ 313 w 317"/>
                              <a:gd name="T89" fmla="*/ 129 h 173"/>
                              <a:gd name="T90" fmla="*/ 317 w 317"/>
                              <a:gd name="T91" fmla="*/ 125 h 173"/>
                              <a:gd name="T92" fmla="*/ 317 w 317"/>
                              <a:gd name="T93" fmla="*/ 119 h 173"/>
                              <a:gd name="T94" fmla="*/ 313 w 317"/>
                              <a:gd name="T95" fmla="*/ 115 h 173"/>
                              <a:gd name="T96" fmla="*/ 317 w 317"/>
                              <a:gd name="T97" fmla="*/ 111 h 173"/>
                              <a:gd name="T98" fmla="*/ 317 w 317"/>
                              <a:gd name="T99" fmla="*/ 105 h 173"/>
                              <a:gd name="T100" fmla="*/ 313 w 317"/>
                              <a:gd name="T101" fmla="*/ 101 h 173"/>
                              <a:gd name="T102" fmla="*/ 317 w 317"/>
                              <a:gd name="T103" fmla="*/ 96 h 173"/>
                              <a:gd name="T104" fmla="*/ 317 w 317"/>
                              <a:gd name="T105" fmla="*/ 91 h 173"/>
                              <a:gd name="T106" fmla="*/ 313 w 317"/>
                              <a:gd name="T107" fmla="*/ 87 h 173"/>
                              <a:gd name="T108" fmla="*/ 317 w 317"/>
                              <a:gd name="T109" fmla="*/ 82 h 173"/>
                              <a:gd name="T110" fmla="*/ 317 w 317"/>
                              <a:gd name="T111" fmla="*/ 77 h 173"/>
                              <a:gd name="T112" fmla="*/ 313 w 317"/>
                              <a:gd name="T113" fmla="*/ 72 h 173"/>
                              <a:gd name="T114" fmla="*/ 317 w 317"/>
                              <a:gd name="T115" fmla="*/ 68 h 173"/>
                              <a:gd name="T116" fmla="*/ 317 w 317"/>
                              <a:gd name="T117" fmla="*/ 62 h 173"/>
                              <a:gd name="T118" fmla="*/ 313 w 317"/>
                              <a:gd name="T119" fmla="*/ 58 h 173"/>
                              <a:gd name="T120" fmla="*/ 317 w 317"/>
                              <a:gd name="T121" fmla="*/ 54 h 173"/>
                              <a:gd name="T122" fmla="*/ 317 w 317"/>
                              <a:gd name="T123" fmla="*/ 48 h 173"/>
                              <a:gd name="T124" fmla="*/ 313 w 317"/>
                              <a:gd name="T125" fmla="*/ 44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17" h="173">
                                <a:moveTo>
                                  <a:pt x="313" y="44"/>
                                </a:moveTo>
                                <a:cubicBezTo>
                                  <a:pt x="313" y="41"/>
                                  <a:pt x="315" y="39"/>
                                  <a:pt x="317" y="39"/>
                                </a:cubicBezTo>
                                <a:cubicBezTo>
                                  <a:pt x="317" y="34"/>
                                  <a:pt x="317" y="34"/>
                                  <a:pt x="317" y="34"/>
                                </a:cubicBezTo>
                                <a:cubicBezTo>
                                  <a:pt x="315" y="34"/>
                                  <a:pt x="313" y="32"/>
                                  <a:pt x="313" y="30"/>
                                </a:cubicBezTo>
                                <a:cubicBezTo>
                                  <a:pt x="313" y="27"/>
                                  <a:pt x="315" y="25"/>
                                  <a:pt x="317" y="25"/>
                                </a:cubicBezTo>
                                <a:cubicBezTo>
                                  <a:pt x="317" y="19"/>
                                  <a:pt x="317" y="19"/>
                                  <a:pt x="317" y="19"/>
                                </a:cubicBezTo>
                                <a:cubicBezTo>
                                  <a:pt x="307" y="19"/>
                                  <a:pt x="296" y="11"/>
                                  <a:pt x="296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2" y="11"/>
                                  <a:pt x="11" y="19"/>
                                  <a:pt x="0" y="19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2" y="25"/>
                                  <a:pt x="4" y="27"/>
                                  <a:pt x="4" y="30"/>
                                </a:cubicBezTo>
                                <a:cubicBezTo>
                                  <a:pt x="4" y="32"/>
                                  <a:pt x="2" y="34"/>
                                  <a:pt x="0" y="34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2" y="39"/>
                                  <a:pt x="4" y="41"/>
                                  <a:pt x="4" y="44"/>
                                </a:cubicBezTo>
                                <a:cubicBezTo>
                                  <a:pt x="4" y="46"/>
                                  <a:pt x="2" y="48"/>
                                  <a:pt x="0" y="48"/>
                                </a:cubicBezTo>
                                <a:cubicBezTo>
                                  <a:pt x="0" y="54"/>
                                  <a:pt x="0" y="54"/>
                                  <a:pt x="0" y="54"/>
                                </a:cubicBezTo>
                                <a:cubicBezTo>
                                  <a:pt x="2" y="54"/>
                                  <a:pt x="4" y="56"/>
                                  <a:pt x="4" y="58"/>
                                </a:cubicBezTo>
                                <a:cubicBezTo>
                                  <a:pt x="4" y="60"/>
                                  <a:pt x="2" y="62"/>
                                  <a:pt x="0" y="62"/>
                                </a:cubicBezTo>
                                <a:cubicBezTo>
                                  <a:pt x="0" y="68"/>
                                  <a:pt x="0" y="68"/>
                                  <a:pt x="0" y="68"/>
                                </a:cubicBezTo>
                                <a:cubicBezTo>
                                  <a:pt x="2" y="68"/>
                                  <a:pt x="4" y="70"/>
                                  <a:pt x="4" y="72"/>
                                </a:cubicBezTo>
                                <a:cubicBezTo>
                                  <a:pt x="4" y="75"/>
                                  <a:pt x="2" y="77"/>
                                  <a:pt x="0" y="77"/>
                                </a:cubicBezTo>
                                <a:cubicBezTo>
                                  <a:pt x="0" y="82"/>
                                  <a:pt x="0" y="82"/>
                                  <a:pt x="0" y="82"/>
                                </a:cubicBezTo>
                                <a:cubicBezTo>
                                  <a:pt x="2" y="82"/>
                                  <a:pt x="4" y="84"/>
                                  <a:pt x="4" y="87"/>
                                </a:cubicBezTo>
                                <a:cubicBezTo>
                                  <a:pt x="4" y="89"/>
                                  <a:pt x="2" y="91"/>
                                  <a:pt x="0" y="91"/>
                                </a:cubicBezTo>
                                <a:cubicBezTo>
                                  <a:pt x="0" y="96"/>
                                  <a:pt x="0" y="96"/>
                                  <a:pt x="0" y="96"/>
                                </a:cubicBezTo>
                                <a:cubicBezTo>
                                  <a:pt x="2" y="96"/>
                                  <a:pt x="4" y="98"/>
                                  <a:pt x="4" y="101"/>
                                </a:cubicBezTo>
                                <a:cubicBezTo>
                                  <a:pt x="4" y="103"/>
                                  <a:pt x="2" y="105"/>
                                  <a:pt x="0" y="105"/>
                                </a:cubicBezTo>
                                <a:cubicBezTo>
                                  <a:pt x="0" y="111"/>
                                  <a:pt x="0" y="111"/>
                                  <a:pt x="0" y="111"/>
                                </a:cubicBezTo>
                                <a:cubicBezTo>
                                  <a:pt x="2" y="111"/>
                                  <a:pt x="4" y="113"/>
                                  <a:pt x="4" y="115"/>
                                </a:cubicBezTo>
                                <a:cubicBezTo>
                                  <a:pt x="4" y="117"/>
                                  <a:pt x="2" y="119"/>
                                  <a:pt x="0" y="119"/>
                                </a:cubicBezTo>
                                <a:cubicBezTo>
                                  <a:pt x="0" y="125"/>
                                  <a:pt x="0" y="125"/>
                                  <a:pt x="0" y="125"/>
                                </a:cubicBezTo>
                                <a:cubicBezTo>
                                  <a:pt x="2" y="125"/>
                                  <a:pt x="4" y="127"/>
                                  <a:pt x="4" y="129"/>
                                </a:cubicBezTo>
                                <a:cubicBezTo>
                                  <a:pt x="4" y="132"/>
                                  <a:pt x="2" y="134"/>
                                  <a:pt x="0" y="134"/>
                                </a:cubicBezTo>
                                <a:cubicBezTo>
                                  <a:pt x="0" y="139"/>
                                  <a:pt x="0" y="139"/>
                                  <a:pt x="0" y="139"/>
                                </a:cubicBezTo>
                                <a:cubicBezTo>
                                  <a:pt x="2" y="139"/>
                                  <a:pt x="4" y="141"/>
                                  <a:pt x="4" y="144"/>
                                </a:cubicBezTo>
                                <a:cubicBezTo>
                                  <a:pt x="4" y="146"/>
                                  <a:pt x="2" y="148"/>
                                  <a:pt x="0" y="148"/>
                                </a:cubicBezTo>
                                <a:cubicBezTo>
                                  <a:pt x="0" y="154"/>
                                  <a:pt x="0" y="154"/>
                                  <a:pt x="0" y="154"/>
                                </a:cubicBezTo>
                                <a:cubicBezTo>
                                  <a:pt x="11" y="154"/>
                                  <a:pt x="22" y="162"/>
                                  <a:pt x="22" y="173"/>
                                </a:cubicBezTo>
                                <a:cubicBezTo>
                                  <a:pt x="296" y="173"/>
                                  <a:pt x="296" y="173"/>
                                  <a:pt x="296" y="173"/>
                                </a:cubicBezTo>
                                <a:cubicBezTo>
                                  <a:pt x="296" y="162"/>
                                  <a:pt x="307" y="154"/>
                                  <a:pt x="317" y="154"/>
                                </a:cubicBezTo>
                                <a:cubicBezTo>
                                  <a:pt x="317" y="148"/>
                                  <a:pt x="317" y="148"/>
                                  <a:pt x="317" y="148"/>
                                </a:cubicBezTo>
                                <a:cubicBezTo>
                                  <a:pt x="315" y="148"/>
                                  <a:pt x="313" y="146"/>
                                  <a:pt x="313" y="144"/>
                                </a:cubicBezTo>
                                <a:cubicBezTo>
                                  <a:pt x="313" y="141"/>
                                  <a:pt x="315" y="139"/>
                                  <a:pt x="317" y="139"/>
                                </a:cubicBezTo>
                                <a:cubicBezTo>
                                  <a:pt x="317" y="134"/>
                                  <a:pt x="317" y="134"/>
                                  <a:pt x="317" y="134"/>
                                </a:cubicBezTo>
                                <a:cubicBezTo>
                                  <a:pt x="315" y="134"/>
                                  <a:pt x="313" y="132"/>
                                  <a:pt x="313" y="129"/>
                                </a:cubicBezTo>
                                <a:cubicBezTo>
                                  <a:pt x="313" y="127"/>
                                  <a:pt x="315" y="125"/>
                                  <a:pt x="317" y="125"/>
                                </a:cubicBezTo>
                                <a:cubicBezTo>
                                  <a:pt x="317" y="119"/>
                                  <a:pt x="317" y="119"/>
                                  <a:pt x="317" y="119"/>
                                </a:cubicBezTo>
                                <a:cubicBezTo>
                                  <a:pt x="315" y="119"/>
                                  <a:pt x="313" y="117"/>
                                  <a:pt x="313" y="115"/>
                                </a:cubicBezTo>
                                <a:cubicBezTo>
                                  <a:pt x="313" y="113"/>
                                  <a:pt x="315" y="111"/>
                                  <a:pt x="317" y="111"/>
                                </a:cubicBezTo>
                                <a:cubicBezTo>
                                  <a:pt x="317" y="105"/>
                                  <a:pt x="317" y="105"/>
                                  <a:pt x="317" y="105"/>
                                </a:cubicBezTo>
                                <a:cubicBezTo>
                                  <a:pt x="315" y="105"/>
                                  <a:pt x="313" y="103"/>
                                  <a:pt x="313" y="101"/>
                                </a:cubicBezTo>
                                <a:cubicBezTo>
                                  <a:pt x="313" y="98"/>
                                  <a:pt x="315" y="96"/>
                                  <a:pt x="317" y="96"/>
                                </a:cubicBezTo>
                                <a:cubicBezTo>
                                  <a:pt x="317" y="91"/>
                                  <a:pt x="317" y="91"/>
                                  <a:pt x="317" y="91"/>
                                </a:cubicBezTo>
                                <a:cubicBezTo>
                                  <a:pt x="315" y="91"/>
                                  <a:pt x="313" y="89"/>
                                  <a:pt x="313" y="87"/>
                                </a:cubicBezTo>
                                <a:cubicBezTo>
                                  <a:pt x="313" y="84"/>
                                  <a:pt x="315" y="82"/>
                                  <a:pt x="317" y="82"/>
                                </a:cubicBezTo>
                                <a:cubicBezTo>
                                  <a:pt x="317" y="77"/>
                                  <a:pt x="317" y="77"/>
                                  <a:pt x="317" y="77"/>
                                </a:cubicBezTo>
                                <a:cubicBezTo>
                                  <a:pt x="315" y="77"/>
                                  <a:pt x="313" y="75"/>
                                  <a:pt x="313" y="72"/>
                                </a:cubicBezTo>
                                <a:cubicBezTo>
                                  <a:pt x="313" y="70"/>
                                  <a:pt x="315" y="68"/>
                                  <a:pt x="317" y="68"/>
                                </a:cubicBezTo>
                                <a:cubicBezTo>
                                  <a:pt x="317" y="62"/>
                                  <a:pt x="317" y="62"/>
                                  <a:pt x="317" y="62"/>
                                </a:cubicBezTo>
                                <a:cubicBezTo>
                                  <a:pt x="315" y="62"/>
                                  <a:pt x="313" y="60"/>
                                  <a:pt x="313" y="58"/>
                                </a:cubicBezTo>
                                <a:cubicBezTo>
                                  <a:pt x="313" y="56"/>
                                  <a:pt x="315" y="54"/>
                                  <a:pt x="317" y="54"/>
                                </a:cubicBezTo>
                                <a:cubicBezTo>
                                  <a:pt x="317" y="48"/>
                                  <a:pt x="317" y="48"/>
                                  <a:pt x="317" y="48"/>
                                </a:cubicBezTo>
                                <a:cubicBezTo>
                                  <a:pt x="315" y="48"/>
                                  <a:pt x="313" y="46"/>
                                  <a:pt x="313" y="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275" y="1829828"/>
                            <a:ext cx="3014331" cy="1645920"/>
                          </a:xfrm>
                          <a:custGeom>
                            <a:avLst/>
                            <a:gdLst>
                              <a:gd name="T0" fmla="*/ 313 w 317"/>
                              <a:gd name="T1" fmla="*/ 44 h 173"/>
                              <a:gd name="T2" fmla="*/ 317 w 317"/>
                              <a:gd name="T3" fmla="*/ 39 h 173"/>
                              <a:gd name="T4" fmla="*/ 317 w 317"/>
                              <a:gd name="T5" fmla="*/ 34 h 173"/>
                              <a:gd name="T6" fmla="*/ 313 w 317"/>
                              <a:gd name="T7" fmla="*/ 30 h 173"/>
                              <a:gd name="T8" fmla="*/ 317 w 317"/>
                              <a:gd name="T9" fmla="*/ 25 h 173"/>
                              <a:gd name="T10" fmla="*/ 317 w 317"/>
                              <a:gd name="T11" fmla="*/ 19 h 173"/>
                              <a:gd name="T12" fmla="*/ 296 w 317"/>
                              <a:gd name="T13" fmla="*/ 0 h 173"/>
                              <a:gd name="T14" fmla="*/ 22 w 317"/>
                              <a:gd name="T15" fmla="*/ 0 h 173"/>
                              <a:gd name="T16" fmla="*/ 0 w 317"/>
                              <a:gd name="T17" fmla="*/ 19 h 173"/>
                              <a:gd name="T18" fmla="*/ 0 w 317"/>
                              <a:gd name="T19" fmla="*/ 25 h 173"/>
                              <a:gd name="T20" fmla="*/ 4 w 317"/>
                              <a:gd name="T21" fmla="*/ 30 h 173"/>
                              <a:gd name="T22" fmla="*/ 0 w 317"/>
                              <a:gd name="T23" fmla="*/ 34 h 173"/>
                              <a:gd name="T24" fmla="*/ 0 w 317"/>
                              <a:gd name="T25" fmla="*/ 39 h 173"/>
                              <a:gd name="T26" fmla="*/ 4 w 317"/>
                              <a:gd name="T27" fmla="*/ 44 h 173"/>
                              <a:gd name="T28" fmla="*/ 0 w 317"/>
                              <a:gd name="T29" fmla="*/ 48 h 173"/>
                              <a:gd name="T30" fmla="*/ 0 w 317"/>
                              <a:gd name="T31" fmla="*/ 54 h 173"/>
                              <a:gd name="T32" fmla="*/ 4 w 317"/>
                              <a:gd name="T33" fmla="*/ 58 h 173"/>
                              <a:gd name="T34" fmla="*/ 0 w 317"/>
                              <a:gd name="T35" fmla="*/ 62 h 173"/>
                              <a:gd name="T36" fmla="*/ 0 w 317"/>
                              <a:gd name="T37" fmla="*/ 68 h 173"/>
                              <a:gd name="T38" fmla="*/ 4 w 317"/>
                              <a:gd name="T39" fmla="*/ 72 h 173"/>
                              <a:gd name="T40" fmla="*/ 0 w 317"/>
                              <a:gd name="T41" fmla="*/ 77 h 173"/>
                              <a:gd name="T42" fmla="*/ 0 w 317"/>
                              <a:gd name="T43" fmla="*/ 82 h 173"/>
                              <a:gd name="T44" fmla="*/ 4 w 317"/>
                              <a:gd name="T45" fmla="*/ 87 h 173"/>
                              <a:gd name="T46" fmla="*/ 0 w 317"/>
                              <a:gd name="T47" fmla="*/ 91 h 173"/>
                              <a:gd name="T48" fmla="*/ 0 w 317"/>
                              <a:gd name="T49" fmla="*/ 96 h 173"/>
                              <a:gd name="T50" fmla="*/ 4 w 317"/>
                              <a:gd name="T51" fmla="*/ 101 h 173"/>
                              <a:gd name="T52" fmla="*/ 0 w 317"/>
                              <a:gd name="T53" fmla="*/ 105 h 173"/>
                              <a:gd name="T54" fmla="*/ 0 w 317"/>
                              <a:gd name="T55" fmla="*/ 111 h 173"/>
                              <a:gd name="T56" fmla="*/ 4 w 317"/>
                              <a:gd name="T57" fmla="*/ 115 h 173"/>
                              <a:gd name="T58" fmla="*/ 0 w 317"/>
                              <a:gd name="T59" fmla="*/ 119 h 173"/>
                              <a:gd name="T60" fmla="*/ 0 w 317"/>
                              <a:gd name="T61" fmla="*/ 125 h 173"/>
                              <a:gd name="T62" fmla="*/ 4 w 317"/>
                              <a:gd name="T63" fmla="*/ 129 h 173"/>
                              <a:gd name="T64" fmla="*/ 0 w 317"/>
                              <a:gd name="T65" fmla="*/ 134 h 173"/>
                              <a:gd name="T66" fmla="*/ 0 w 317"/>
                              <a:gd name="T67" fmla="*/ 139 h 173"/>
                              <a:gd name="T68" fmla="*/ 4 w 317"/>
                              <a:gd name="T69" fmla="*/ 144 h 173"/>
                              <a:gd name="T70" fmla="*/ 0 w 317"/>
                              <a:gd name="T71" fmla="*/ 148 h 173"/>
                              <a:gd name="T72" fmla="*/ 0 w 317"/>
                              <a:gd name="T73" fmla="*/ 154 h 173"/>
                              <a:gd name="T74" fmla="*/ 22 w 317"/>
                              <a:gd name="T75" fmla="*/ 173 h 173"/>
                              <a:gd name="T76" fmla="*/ 296 w 317"/>
                              <a:gd name="T77" fmla="*/ 173 h 173"/>
                              <a:gd name="T78" fmla="*/ 317 w 317"/>
                              <a:gd name="T79" fmla="*/ 154 h 173"/>
                              <a:gd name="T80" fmla="*/ 317 w 317"/>
                              <a:gd name="T81" fmla="*/ 148 h 173"/>
                              <a:gd name="T82" fmla="*/ 313 w 317"/>
                              <a:gd name="T83" fmla="*/ 144 h 173"/>
                              <a:gd name="T84" fmla="*/ 317 w 317"/>
                              <a:gd name="T85" fmla="*/ 139 h 173"/>
                              <a:gd name="T86" fmla="*/ 317 w 317"/>
                              <a:gd name="T87" fmla="*/ 134 h 173"/>
                              <a:gd name="T88" fmla="*/ 313 w 317"/>
                              <a:gd name="T89" fmla="*/ 129 h 173"/>
                              <a:gd name="T90" fmla="*/ 317 w 317"/>
                              <a:gd name="T91" fmla="*/ 125 h 173"/>
                              <a:gd name="T92" fmla="*/ 317 w 317"/>
                              <a:gd name="T93" fmla="*/ 119 h 173"/>
                              <a:gd name="T94" fmla="*/ 313 w 317"/>
                              <a:gd name="T95" fmla="*/ 115 h 173"/>
                              <a:gd name="T96" fmla="*/ 317 w 317"/>
                              <a:gd name="T97" fmla="*/ 111 h 173"/>
                              <a:gd name="T98" fmla="*/ 317 w 317"/>
                              <a:gd name="T99" fmla="*/ 105 h 173"/>
                              <a:gd name="T100" fmla="*/ 313 w 317"/>
                              <a:gd name="T101" fmla="*/ 101 h 173"/>
                              <a:gd name="T102" fmla="*/ 317 w 317"/>
                              <a:gd name="T103" fmla="*/ 96 h 173"/>
                              <a:gd name="T104" fmla="*/ 317 w 317"/>
                              <a:gd name="T105" fmla="*/ 91 h 173"/>
                              <a:gd name="T106" fmla="*/ 313 w 317"/>
                              <a:gd name="T107" fmla="*/ 87 h 173"/>
                              <a:gd name="T108" fmla="*/ 317 w 317"/>
                              <a:gd name="T109" fmla="*/ 82 h 173"/>
                              <a:gd name="T110" fmla="*/ 317 w 317"/>
                              <a:gd name="T111" fmla="*/ 77 h 173"/>
                              <a:gd name="T112" fmla="*/ 313 w 317"/>
                              <a:gd name="T113" fmla="*/ 72 h 173"/>
                              <a:gd name="T114" fmla="*/ 317 w 317"/>
                              <a:gd name="T115" fmla="*/ 68 h 173"/>
                              <a:gd name="T116" fmla="*/ 317 w 317"/>
                              <a:gd name="T117" fmla="*/ 62 h 173"/>
                              <a:gd name="T118" fmla="*/ 313 w 317"/>
                              <a:gd name="T119" fmla="*/ 58 h 173"/>
                              <a:gd name="T120" fmla="*/ 317 w 317"/>
                              <a:gd name="T121" fmla="*/ 54 h 173"/>
                              <a:gd name="T122" fmla="*/ 317 w 317"/>
                              <a:gd name="T123" fmla="*/ 48 h 173"/>
                              <a:gd name="T124" fmla="*/ 313 w 317"/>
                              <a:gd name="T125" fmla="*/ 44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17" h="173">
                                <a:moveTo>
                                  <a:pt x="313" y="44"/>
                                </a:moveTo>
                                <a:cubicBezTo>
                                  <a:pt x="313" y="41"/>
                                  <a:pt x="315" y="39"/>
                                  <a:pt x="317" y="39"/>
                                </a:cubicBezTo>
                                <a:cubicBezTo>
                                  <a:pt x="317" y="34"/>
                                  <a:pt x="317" y="34"/>
                                  <a:pt x="317" y="34"/>
                                </a:cubicBezTo>
                                <a:cubicBezTo>
                                  <a:pt x="315" y="34"/>
                                  <a:pt x="313" y="32"/>
                                  <a:pt x="313" y="30"/>
                                </a:cubicBezTo>
                                <a:cubicBezTo>
                                  <a:pt x="313" y="27"/>
                                  <a:pt x="315" y="25"/>
                                  <a:pt x="317" y="25"/>
                                </a:cubicBezTo>
                                <a:cubicBezTo>
                                  <a:pt x="317" y="19"/>
                                  <a:pt x="317" y="19"/>
                                  <a:pt x="317" y="19"/>
                                </a:cubicBezTo>
                                <a:cubicBezTo>
                                  <a:pt x="307" y="19"/>
                                  <a:pt x="296" y="11"/>
                                  <a:pt x="296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2" y="11"/>
                                  <a:pt x="11" y="19"/>
                                  <a:pt x="0" y="19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2" y="25"/>
                                  <a:pt x="4" y="27"/>
                                  <a:pt x="4" y="30"/>
                                </a:cubicBezTo>
                                <a:cubicBezTo>
                                  <a:pt x="4" y="32"/>
                                  <a:pt x="2" y="34"/>
                                  <a:pt x="0" y="34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2" y="39"/>
                                  <a:pt x="4" y="41"/>
                                  <a:pt x="4" y="44"/>
                                </a:cubicBezTo>
                                <a:cubicBezTo>
                                  <a:pt x="4" y="46"/>
                                  <a:pt x="2" y="48"/>
                                  <a:pt x="0" y="48"/>
                                </a:cubicBezTo>
                                <a:cubicBezTo>
                                  <a:pt x="0" y="54"/>
                                  <a:pt x="0" y="54"/>
                                  <a:pt x="0" y="54"/>
                                </a:cubicBezTo>
                                <a:cubicBezTo>
                                  <a:pt x="2" y="54"/>
                                  <a:pt x="4" y="56"/>
                                  <a:pt x="4" y="58"/>
                                </a:cubicBezTo>
                                <a:cubicBezTo>
                                  <a:pt x="4" y="60"/>
                                  <a:pt x="2" y="62"/>
                                  <a:pt x="0" y="62"/>
                                </a:cubicBezTo>
                                <a:cubicBezTo>
                                  <a:pt x="0" y="68"/>
                                  <a:pt x="0" y="68"/>
                                  <a:pt x="0" y="68"/>
                                </a:cubicBezTo>
                                <a:cubicBezTo>
                                  <a:pt x="2" y="68"/>
                                  <a:pt x="4" y="70"/>
                                  <a:pt x="4" y="72"/>
                                </a:cubicBezTo>
                                <a:cubicBezTo>
                                  <a:pt x="4" y="75"/>
                                  <a:pt x="2" y="77"/>
                                  <a:pt x="0" y="77"/>
                                </a:cubicBezTo>
                                <a:cubicBezTo>
                                  <a:pt x="0" y="82"/>
                                  <a:pt x="0" y="82"/>
                                  <a:pt x="0" y="82"/>
                                </a:cubicBezTo>
                                <a:cubicBezTo>
                                  <a:pt x="2" y="82"/>
                                  <a:pt x="4" y="84"/>
                                  <a:pt x="4" y="87"/>
                                </a:cubicBezTo>
                                <a:cubicBezTo>
                                  <a:pt x="4" y="89"/>
                                  <a:pt x="2" y="91"/>
                                  <a:pt x="0" y="91"/>
                                </a:cubicBezTo>
                                <a:cubicBezTo>
                                  <a:pt x="0" y="96"/>
                                  <a:pt x="0" y="96"/>
                                  <a:pt x="0" y="96"/>
                                </a:cubicBezTo>
                                <a:cubicBezTo>
                                  <a:pt x="2" y="96"/>
                                  <a:pt x="4" y="98"/>
                                  <a:pt x="4" y="101"/>
                                </a:cubicBezTo>
                                <a:cubicBezTo>
                                  <a:pt x="4" y="103"/>
                                  <a:pt x="2" y="105"/>
                                  <a:pt x="0" y="105"/>
                                </a:cubicBezTo>
                                <a:cubicBezTo>
                                  <a:pt x="0" y="111"/>
                                  <a:pt x="0" y="111"/>
                                  <a:pt x="0" y="111"/>
                                </a:cubicBezTo>
                                <a:cubicBezTo>
                                  <a:pt x="2" y="111"/>
                                  <a:pt x="4" y="113"/>
                                  <a:pt x="4" y="115"/>
                                </a:cubicBezTo>
                                <a:cubicBezTo>
                                  <a:pt x="4" y="117"/>
                                  <a:pt x="2" y="119"/>
                                  <a:pt x="0" y="119"/>
                                </a:cubicBezTo>
                                <a:cubicBezTo>
                                  <a:pt x="0" y="125"/>
                                  <a:pt x="0" y="125"/>
                                  <a:pt x="0" y="125"/>
                                </a:cubicBezTo>
                                <a:cubicBezTo>
                                  <a:pt x="2" y="125"/>
                                  <a:pt x="4" y="127"/>
                                  <a:pt x="4" y="129"/>
                                </a:cubicBezTo>
                                <a:cubicBezTo>
                                  <a:pt x="4" y="132"/>
                                  <a:pt x="2" y="134"/>
                                  <a:pt x="0" y="134"/>
                                </a:cubicBezTo>
                                <a:cubicBezTo>
                                  <a:pt x="0" y="139"/>
                                  <a:pt x="0" y="139"/>
                                  <a:pt x="0" y="139"/>
                                </a:cubicBezTo>
                                <a:cubicBezTo>
                                  <a:pt x="2" y="139"/>
                                  <a:pt x="4" y="141"/>
                                  <a:pt x="4" y="144"/>
                                </a:cubicBezTo>
                                <a:cubicBezTo>
                                  <a:pt x="4" y="146"/>
                                  <a:pt x="2" y="148"/>
                                  <a:pt x="0" y="148"/>
                                </a:cubicBezTo>
                                <a:cubicBezTo>
                                  <a:pt x="0" y="154"/>
                                  <a:pt x="0" y="154"/>
                                  <a:pt x="0" y="154"/>
                                </a:cubicBezTo>
                                <a:cubicBezTo>
                                  <a:pt x="11" y="154"/>
                                  <a:pt x="22" y="162"/>
                                  <a:pt x="22" y="173"/>
                                </a:cubicBezTo>
                                <a:cubicBezTo>
                                  <a:pt x="296" y="173"/>
                                  <a:pt x="296" y="173"/>
                                  <a:pt x="296" y="173"/>
                                </a:cubicBezTo>
                                <a:cubicBezTo>
                                  <a:pt x="296" y="162"/>
                                  <a:pt x="307" y="154"/>
                                  <a:pt x="317" y="154"/>
                                </a:cubicBezTo>
                                <a:cubicBezTo>
                                  <a:pt x="317" y="148"/>
                                  <a:pt x="317" y="148"/>
                                  <a:pt x="317" y="148"/>
                                </a:cubicBezTo>
                                <a:cubicBezTo>
                                  <a:pt x="315" y="148"/>
                                  <a:pt x="313" y="146"/>
                                  <a:pt x="313" y="144"/>
                                </a:cubicBezTo>
                                <a:cubicBezTo>
                                  <a:pt x="313" y="141"/>
                                  <a:pt x="315" y="139"/>
                                  <a:pt x="317" y="139"/>
                                </a:cubicBezTo>
                                <a:cubicBezTo>
                                  <a:pt x="317" y="134"/>
                                  <a:pt x="317" y="134"/>
                                  <a:pt x="317" y="134"/>
                                </a:cubicBezTo>
                                <a:cubicBezTo>
                                  <a:pt x="315" y="134"/>
                                  <a:pt x="313" y="132"/>
                                  <a:pt x="313" y="129"/>
                                </a:cubicBezTo>
                                <a:cubicBezTo>
                                  <a:pt x="313" y="127"/>
                                  <a:pt x="315" y="125"/>
                                  <a:pt x="317" y="125"/>
                                </a:cubicBezTo>
                                <a:cubicBezTo>
                                  <a:pt x="317" y="119"/>
                                  <a:pt x="317" y="119"/>
                                  <a:pt x="317" y="119"/>
                                </a:cubicBezTo>
                                <a:cubicBezTo>
                                  <a:pt x="315" y="119"/>
                                  <a:pt x="313" y="117"/>
                                  <a:pt x="313" y="115"/>
                                </a:cubicBezTo>
                                <a:cubicBezTo>
                                  <a:pt x="313" y="113"/>
                                  <a:pt x="315" y="111"/>
                                  <a:pt x="317" y="111"/>
                                </a:cubicBezTo>
                                <a:cubicBezTo>
                                  <a:pt x="317" y="105"/>
                                  <a:pt x="317" y="105"/>
                                  <a:pt x="317" y="105"/>
                                </a:cubicBezTo>
                                <a:cubicBezTo>
                                  <a:pt x="315" y="105"/>
                                  <a:pt x="313" y="103"/>
                                  <a:pt x="313" y="101"/>
                                </a:cubicBezTo>
                                <a:cubicBezTo>
                                  <a:pt x="313" y="98"/>
                                  <a:pt x="315" y="96"/>
                                  <a:pt x="317" y="96"/>
                                </a:cubicBezTo>
                                <a:cubicBezTo>
                                  <a:pt x="317" y="91"/>
                                  <a:pt x="317" y="91"/>
                                  <a:pt x="317" y="91"/>
                                </a:cubicBezTo>
                                <a:cubicBezTo>
                                  <a:pt x="315" y="91"/>
                                  <a:pt x="313" y="89"/>
                                  <a:pt x="313" y="87"/>
                                </a:cubicBezTo>
                                <a:cubicBezTo>
                                  <a:pt x="313" y="84"/>
                                  <a:pt x="315" y="82"/>
                                  <a:pt x="317" y="82"/>
                                </a:cubicBezTo>
                                <a:cubicBezTo>
                                  <a:pt x="317" y="77"/>
                                  <a:pt x="317" y="77"/>
                                  <a:pt x="317" y="77"/>
                                </a:cubicBezTo>
                                <a:cubicBezTo>
                                  <a:pt x="315" y="77"/>
                                  <a:pt x="313" y="75"/>
                                  <a:pt x="313" y="72"/>
                                </a:cubicBezTo>
                                <a:cubicBezTo>
                                  <a:pt x="313" y="70"/>
                                  <a:pt x="315" y="68"/>
                                  <a:pt x="317" y="68"/>
                                </a:cubicBezTo>
                                <a:cubicBezTo>
                                  <a:pt x="317" y="62"/>
                                  <a:pt x="317" y="62"/>
                                  <a:pt x="317" y="62"/>
                                </a:cubicBezTo>
                                <a:cubicBezTo>
                                  <a:pt x="315" y="62"/>
                                  <a:pt x="313" y="60"/>
                                  <a:pt x="313" y="58"/>
                                </a:cubicBezTo>
                                <a:cubicBezTo>
                                  <a:pt x="313" y="56"/>
                                  <a:pt x="315" y="54"/>
                                  <a:pt x="317" y="54"/>
                                </a:cubicBezTo>
                                <a:cubicBezTo>
                                  <a:pt x="317" y="48"/>
                                  <a:pt x="317" y="48"/>
                                  <a:pt x="317" y="48"/>
                                </a:cubicBezTo>
                                <a:cubicBezTo>
                                  <a:pt x="315" y="48"/>
                                  <a:pt x="313" y="46"/>
                                  <a:pt x="313" y="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277" y="3659656"/>
                            <a:ext cx="3014331" cy="1645920"/>
                          </a:xfrm>
                          <a:custGeom>
                            <a:avLst/>
                            <a:gdLst>
                              <a:gd name="T0" fmla="*/ 313 w 317"/>
                              <a:gd name="T1" fmla="*/ 44 h 173"/>
                              <a:gd name="T2" fmla="*/ 317 w 317"/>
                              <a:gd name="T3" fmla="*/ 39 h 173"/>
                              <a:gd name="T4" fmla="*/ 317 w 317"/>
                              <a:gd name="T5" fmla="*/ 34 h 173"/>
                              <a:gd name="T6" fmla="*/ 313 w 317"/>
                              <a:gd name="T7" fmla="*/ 30 h 173"/>
                              <a:gd name="T8" fmla="*/ 317 w 317"/>
                              <a:gd name="T9" fmla="*/ 25 h 173"/>
                              <a:gd name="T10" fmla="*/ 317 w 317"/>
                              <a:gd name="T11" fmla="*/ 19 h 173"/>
                              <a:gd name="T12" fmla="*/ 296 w 317"/>
                              <a:gd name="T13" fmla="*/ 0 h 173"/>
                              <a:gd name="T14" fmla="*/ 22 w 317"/>
                              <a:gd name="T15" fmla="*/ 0 h 173"/>
                              <a:gd name="T16" fmla="*/ 0 w 317"/>
                              <a:gd name="T17" fmla="*/ 19 h 173"/>
                              <a:gd name="T18" fmla="*/ 0 w 317"/>
                              <a:gd name="T19" fmla="*/ 25 h 173"/>
                              <a:gd name="T20" fmla="*/ 4 w 317"/>
                              <a:gd name="T21" fmla="*/ 30 h 173"/>
                              <a:gd name="T22" fmla="*/ 0 w 317"/>
                              <a:gd name="T23" fmla="*/ 34 h 173"/>
                              <a:gd name="T24" fmla="*/ 0 w 317"/>
                              <a:gd name="T25" fmla="*/ 39 h 173"/>
                              <a:gd name="T26" fmla="*/ 4 w 317"/>
                              <a:gd name="T27" fmla="*/ 44 h 173"/>
                              <a:gd name="T28" fmla="*/ 0 w 317"/>
                              <a:gd name="T29" fmla="*/ 48 h 173"/>
                              <a:gd name="T30" fmla="*/ 0 w 317"/>
                              <a:gd name="T31" fmla="*/ 54 h 173"/>
                              <a:gd name="T32" fmla="*/ 4 w 317"/>
                              <a:gd name="T33" fmla="*/ 58 h 173"/>
                              <a:gd name="T34" fmla="*/ 0 w 317"/>
                              <a:gd name="T35" fmla="*/ 62 h 173"/>
                              <a:gd name="T36" fmla="*/ 0 w 317"/>
                              <a:gd name="T37" fmla="*/ 68 h 173"/>
                              <a:gd name="T38" fmla="*/ 4 w 317"/>
                              <a:gd name="T39" fmla="*/ 72 h 173"/>
                              <a:gd name="T40" fmla="*/ 0 w 317"/>
                              <a:gd name="T41" fmla="*/ 77 h 173"/>
                              <a:gd name="T42" fmla="*/ 0 w 317"/>
                              <a:gd name="T43" fmla="*/ 82 h 173"/>
                              <a:gd name="T44" fmla="*/ 4 w 317"/>
                              <a:gd name="T45" fmla="*/ 87 h 173"/>
                              <a:gd name="T46" fmla="*/ 0 w 317"/>
                              <a:gd name="T47" fmla="*/ 91 h 173"/>
                              <a:gd name="T48" fmla="*/ 0 w 317"/>
                              <a:gd name="T49" fmla="*/ 96 h 173"/>
                              <a:gd name="T50" fmla="*/ 4 w 317"/>
                              <a:gd name="T51" fmla="*/ 101 h 173"/>
                              <a:gd name="T52" fmla="*/ 0 w 317"/>
                              <a:gd name="T53" fmla="*/ 105 h 173"/>
                              <a:gd name="T54" fmla="*/ 0 w 317"/>
                              <a:gd name="T55" fmla="*/ 111 h 173"/>
                              <a:gd name="T56" fmla="*/ 4 w 317"/>
                              <a:gd name="T57" fmla="*/ 115 h 173"/>
                              <a:gd name="T58" fmla="*/ 0 w 317"/>
                              <a:gd name="T59" fmla="*/ 119 h 173"/>
                              <a:gd name="T60" fmla="*/ 0 w 317"/>
                              <a:gd name="T61" fmla="*/ 125 h 173"/>
                              <a:gd name="T62" fmla="*/ 4 w 317"/>
                              <a:gd name="T63" fmla="*/ 129 h 173"/>
                              <a:gd name="T64" fmla="*/ 0 w 317"/>
                              <a:gd name="T65" fmla="*/ 134 h 173"/>
                              <a:gd name="T66" fmla="*/ 0 w 317"/>
                              <a:gd name="T67" fmla="*/ 139 h 173"/>
                              <a:gd name="T68" fmla="*/ 4 w 317"/>
                              <a:gd name="T69" fmla="*/ 144 h 173"/>
                              <a:gd name="T70" fmla="*/ 0 w 317"/>
                              <a:gd name="T71" fmla="*/ 148 h 173"/>
                              <a:gd name="T72" fmla="*/ 0 w 317"/>
                              <a:gd name="T73" fmla="*/ 154 h 173"/>
                              <a:gd name="T74" fmla="*/ 22 w 317"/>
                              <a:gd name="T75" fmla="*/ 173 h 173"/>
                              <a:gd name="T76" fmla="*/ 296 w 317"/>
                              <a:gd name="T77" fmla="*/ 173 h 173"/>
                              <a:gd name="T78" fmla="*/ 317 w 317"/>
                              <a:gd name="T79" fmla="*/ 154 h 173"/>
                              <a:gd name="T80" fmla="*/ 317 w 317"/>
                              <a:gd name="T81" fmla="*/ 148 h 173"/>
                              <a:gd name="T82" fmla="*/ 313 w 317"/>
                              <a:gd name="T83" fmla="*/ 144 h 173"/>
                              <a:gd name="T84" fmla="*/ 317 w 317"/>
                              <a:gd name="T85" fmla="*/ 139 h 173"/>
                              <a:gd name="T86" fmla="*/ 317 w 317"/>
                              <a:gd name="T87" fmla="*/ 134 h 173"/>
                              <a:gd name="T88" fmla="*/ 313 w 317"/>
                              <a:gd name="T89" fmla="*/ 129 h 173"/>
                              <a:gd name="T90" fmla="*/ 317 w 317"/>
                              <a:gd name="T91" fmla="*/ 125 h 173"/>
                              <a:gd name="T92" fmla="*/ 317 w 317"/>
                              <a:gd name="T93" fmla="*/ 119 h 173"/>
                              <a:gd name="T94" fmla="*/ 313 w 317"/>
                              <a:gd name="T95" fmla="*/ 115 h 173"/>
                              <a:gd name="T96" fmla="*/ 317 w 317"/>
                              <a:gd name="T97" fmla="*/ 111 h 173"/>
                              <a:gd name="T98" fmla="*/ 317 w 317"/>
                              <a:gd name="T99" fmla="*/ 105 h 173"/>
                              <a:gd name="T100" fmla="*/ 313 w 317"/>
                              <a:gd name="T101" fmla="*/ 101 h 173"/>
                              <a:gd name="T102" fmla="*/ 317 w 317"/>
                              <a:gd name="T103" fmla="*/ 96 h 173"/>
                              <a:gd name="T104" fmla="*/ 317 w 317"/>
                              <a:gd name="T105" fmla="*/ 91 h 173"/>
                              <a:gd name="T106" fmla="*/ 313 w 317"/>
                              <a:gd name="T107" fmla="*/ 87 h 173"/>
                              <a:gd name="T108" fmla="*/ 317 w 317"/>
                              <a:gd name="T109" fmla="*/ 82 h 173"/>
                              <a:gd name="T110" fmla="*/ 317 w 317"/>
                              <a:gd name="T111" fmla="*/ 77 h 173"/>
                              <a:gd name="T112" fmla="*/ 313 w 317"/>
                              <a:gd name="T113" fmla="*/ 72 h 173"/>
                              <a:gd name="T114" fmla="*/ 317 w 317"/>
                              <a:gd name="T115" fmla="*/ 68 h 173"/>
                              <a:gd name="T116" fmla="*/ 317 w 317"/>
                              <a:gd name="T117" fmla="*/ 62 h 173"/>
                              <a:gd name="T118" fmla="*/ 313 w 317"/>
                              <a:gd name="T119" fmla="*/ 58 h 173"/>
                              <a:gd name="T120" fmla="*/ 317 w 317"/>
                              <a:gd name="T121" fmla="*/ 54 h 173"/>
                              <a:gd name="T122" fmla="*/ 317 w 317"/>
                              <a:gd name="T123" fmla="*/ 48 h 173"/>
                              <a:gd name="T124" fmla="*/ 313 w 317"/>
                              <a:gd name="T125" fmla="*/ 44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17" h="173">
                                <a:moveTo>
                                  <a:pt x="313" y="44"/>
                                </a:moveTo>
                                <a:cubicBezTo>
                                  <a:pt x="313" y="41"/>
                                  <a:pt x="315" y="39"/>
                                  <a:pt x="317" y="39"/>
                                </a:cubicBezTo>
                                <a:cubicBezTo>
                                  <a:pt x="317" y="34"/>
                                  <a:pt x="317" y="34"/>
                                  <a:pt x="317" y="34"/>
                                </a:cubicBezTo>
                                <a:cubicBezTo>
                                  <a:pt x="315" y="34"/>
                                  <a:pt x="313" y="32"/>
                                  <a:pt x="313" y="30"/>
                                </a:cubicBezTo>
                                <a:cubicBezTo>
                                  <a:pt x="313" y="27"/>
                                  <a:pt x="315" y="25"/>
                                  <a:pt x="317" y="25"/>
                                </a:cubicBezTo>
                                <a:cubicBezTo>
                                  <a:pt x="317" y="19"/>
                                  <a:pt x="317" y="19"/>
                                  <a:pt x="317" y="19"/>
                                </a:cubicBezTo>
                                <a:cubicBezTo>
                                  <a:pt x="307" y="19"/>
                                  <a:pt x="296" y="11"/>
                                  <a:pt x="296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2" y="11"/>
                                  <a:pt x="11" y="19"/>
                                  <a:pt x="0" y="19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2" y="25"/>
                                  <a:pt x="4" y="27"/>
                                  <a:pt x="4" y="30"/>
                                </a:cubicBezTo>
                                <a:cubicBezTo>
                                  <a:pt x="4" y="32"/>
                                  <a:pt x="2" y="34"/>
                                  <a:pt x="0" y="34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2" y="39"/>
                                  <a:pt x="4" y="41"/>
                                  <a:pt x="4" y="44"/>
                                </a:cubicBezTo>
                                <a:cubicBezTo>
                                  <a:pt x="4" y="46"/>
                                  <a:pt x="2" y="48"/>
                                  <a:pt x="0" y="48"/>
                                </a:cubicBezTo>
                                <a:cubicBezTo>
                                  <a:pt x="0" y="54"/>
                                  <a:pt x="0" y="54"/>
                                  <a:pt x="0" y="54"/>
                                </a:cubicBezTo>
                                <a:cubicBezTo>
                                  <a:pt x="2" y="54"/>
                                  <a:pt x="4" y="56"/>
                                  <a:pt x="4" y="58"/>
                                </a:cubicBezTo>
                                <a:cubicBezTo>
                                  <a:pt x="4" y="60"/>
                                  <a:pt x="2" y="62"/>
                                  <a:pt x="0" y="62"/>
                                </a:cubicBezTo>
                                <a:cubicBezTo>
                                  <a:pt x="0" y="68"/>
                                  <a:pt x="0" y="68"/>
                                  <a:pt x="0" y="68"/>
                                </a:cubicBezTo>
                                <a:cubicBezTo>
                                  <a:pt x="2" y="68"/>
                                  <a:pt x="4" y="70"/>
                                  <a:pt x="4" y="72"/>
                                </a:cubicBezTo>
                                <a:cubicBezTo>
                                  <a:pt x="4" y="75"/>
                                  <a:pt x="2" y="77"/>
                                  <a:pt x="0" y="77"/>
                                </a:cubicBezTo>
                                <a:cubicBezTo>
                                  <a:pt x="0" y="82"/>
                                  <a:pt x="0" y="82"/>
                                  <a:pt x="0" y="82"/>
                                </a:cubicBezTo>
                                <a:cubicBezTo>
                                  <a:pt x="2" y="82"/>
                                  <a:pt x="4" y="84"/>
                                  <a:pt x="4" y="87"/>
                                </a:cubicBezTo>
                                <a:cubicBezTo>
                                  <a:pt x="4" y="89"/>
                                  <a:pt x="2" y="91"/>
                                  <a:pt x="0" y="91"/>
                                </a:cubicBezTo>
                                <a:cubicBezTo>
                                  <a:pt x="0" y="96"/>
                                  <a:pt x="0" y="96"/>
                                  <a:pt x="0" y="96"/>
                                </a:cubicBezTo>
                                <a:cubicBezTo>
                                  <a:pt x="2" y="96"/>
                                  <a:pt x="4" y="98"/>
                                  <a:pt x="4" y="101"/>
                                </a:cubicBezTo>
                                <a:cubicBezTo>
                                  <a:pt x="4" y="103"/>
                                  <a:pt x="2" y="105"/>
                                  <a:pt x="0" y="105"/>
                                </a:cubicBezTo>
                                <a:cubicBezTo>
                                  <a:pt x="0" y="111"/>
                                  <a:pt x="0" y="111"/>
                                  <a:pt x="0" y="111"/>
                                </a:cubicBezTo>
                                <a:cubicBezTo>
                                  <a:pt x="2" y="111"/>
                                  <a:pt x="4" y="113"/>
                                  <a:pt x="4" y="115"/>
                                </a:cubicBezTo>
                                <a:cubicBezTo>
                                  <a:pt x="4" y="117"/>
                                  <a:pt x="2" y="119"/>
                                  <a:pt x="0" y="119"/>
                                </a:cubicBezTo>
                                <a:cubicBezTo>
                                  <a:pt x="0" y="125"/>
                                  <a:pt x="0" y="125"/>
                                  <a:pt x="0" y="125"/>
                                </a:cubicBezTo>
                                <a:cubicBezTo>
                                  <a:pt x="2" y="125"/>
                                  <a:pt x="4" y="127"/>
                                  <a:pt x="4" y="129"/>
                                </a:cubicBezTo>
                                <a:cubicBezTo>
                                  <a:pt x="4" y="132"/>
                                  <a:pt x="2" y="134"/>
                                  <a:pt x="0" y="134"/>
                                </a:cubicBezTo>
                                <a:cubicBezTo>
                                  <a:pt x="0" y="139"/>
                                  <a:pt x="0" y="139"/>
                                  <a:pt x="0" y="139"/>
                                </a:cubicBezTo>
                                <a:cubicBezTo>
                                  <a:pt x="2" y="139"/>
                                  <a:pt x="4" y="141"/>
                                  <a:pt x="4" y="144"/>
                                </a:cubicBezTo>
                                <a:cubicBezTo>
                                  <a:pt x="4" y="146"/>
                                  <a:pt x="2" y="148"/>
                                  <a:pt x="0" y="148"/>
                                </a:cubicBezTo>
                                <a:cubicBezTo>
                                  <a:pt x="0" y="154"/>
                                  <a:pt x="0" y="154"/>
                                  <a:pt x="0" y="154"/>
                                </a:cubicBezTo>
                                <a:cubicBezTo>
                                  <a:pt x="11" y="154"/>
                                  <a:pt x="22" y="162"/>
                                  <a:pt x="22" y="173"/>
                                </a:cubicBezTo>
                                <a:cubicBezTo>
                                  <a:pt x="296" y="173"/>
                                  <a:pt x="296" y="173"/>
                                  <a:pt x="296" y="173"/>
                                </a:cubicBezTo>
                                <a:cubicBezTo>
                                  <a:pt x="296" y="162"/>
                                  <a:pt x="307" y="154"/>
                                  <a:pt x="317" y="154"/>
                                </a:cubicBezTo>
                                <a:cubicBezTo>
                                  <a:pt x="317" y="148"/>
                                  <a:pt x="317" y="148"/>
                                  <a:pt x="317" y="148"/>
                                </a:cubicBezTo>
                                <a:cubicBezTo>
                                  <a:pt x="315" y="148"/>
                                  <a:pt x="313" y="146"/>
                                  <a:pt x="313" y="144"/>
                                </a:cubicBezTo>
                                <a:cubicBezTo>
                                  <a:pt x="313" y="141"/>
                                  <a:pt x="315" y="139"/>
                                  <a:pt x="317" y="139"/>
                                </a:cubicBezTo>
                                <a:cubicBezTo>
                                  <a:pt x="317" y="134"/>
                                  <a:pt x="317" y="134"/>
                                  <a:pt x="317" y="134"/>
                                </a:cubicBezTo>
                                <a:cubicBezTo>
                                  <a:pt x="315" y="134"/>
                                  <a:pt x="313" y="132"/>
                                  <a:pt x="313" y="129"/>
                                </a:cubicBezTo>
                                <a:cubicBezTo>
                                  <a:pt x="313" y="127"/>
                                  <a:pt x="315" y="125"/>
                                  <a:pt x="317" y="125"/>
                                </a:cubicBezTo>
                                <a:cubicBezTo>
                                  <a:pt x="317" y="119"/>
                                  <a:pt x="317" y="119"/>
                                  <a:pt x="317" y="119"/>
                                </a:cubicBezTo>
                                <a:cubicBezTo>
                                  <a:pt x="315" y="119"/>
                                  <a:pt x="313" y="117"/>
                                  <a:pt x="313" y="115"/>
                                </a:cubicBezTo>
                                <a:cubicBezTo>
                                  <a:pt x="313" y="113"/>
                                  <a:pt x="315" y="111"/>
                                  <a:pt x="317" y="111"/>
                                </a:cubicBezTo>
                                <a:cubicBezTo>
                                  <a:pt x="317" y="105"/>
                                  <a:pt x="317" y="105"/>
                                  <a:pt x="317" y="105"/>
                                </a:cubicBezTo>
                                <a:cubicBezTo>
                                  <a:pt x="315" y="105"/>
                                  <a:pt x="313" y="103"/>
                                  <a:pt x="313" y="101"/>
                                </a:cubicBezTo>
                                <a:cubicBezTo>
                                  <a:pt x="313" y="98"/>
                                  <a:pt x="315" y="96"/>
                                  <a:pt x="317" y="96"/>
                                </a:cubicBezTo>
                                <a:cubicBezTo>
                                  <a:pt x="317" y="91"/>
                                  <a:pt x="317" y="91"/>
                                  <a:pt x="317" y="91"/>
                                </a:cubicBezTo>
                                <a:cubicBezTo>
                                  <a:pt x="315" y="91"/>
                                  <a:pt x="313" y="89"/>
                                  <a:pt x="313" y="87"/>
                                </a:cubicBezTo>
                                <a:cubicBezTo>
                                  <a:pt x="313" y="84"/>
                                  <a:pt x="315" y="82"/>
                                  <a:pt x="317" y="82"/>
                                </a:cubicBezTo>
                                <a:cubicBezTo>
                                  <a:pt x="317" y="77"/>
                                  <a:pt x="317" y="77"/>
                                  <a:pt x="317" y="77"/>
                                </a:cubicBezTo>
                                <a:cubicBezTo>
                                  <a:pt x="315" y="77"/>
                                  <a:pt x="313" y="75"/>
                                  <a:pt x="313" y="72"/>
                                </a:cubicBezTo>
                                <a:cubicBezTo>
                                  <a:pt x="313" y="70"/>
                                  <a:pt x="315" y="68"/>
                                  <a:pt x="317" y="68"/>
                                </a:cubicBezTo>
                                <a:cubicBezTo>
                                  <a:pt x="317" y="62"/>
                                  <a:pt x="317" y="62"/>
                                  <a:pt x="317" y="62"/>
                                </a:cubicBezTo>
                                <a:cubicBezTo>
                                  <a:pt x="315" y="62"/>
                                  <a:pt x="313" y="60"/>
                                  <a:pt x="313" y="58"/>
                                </a:cubicBezTo>
                                <a:cubicBezTo>
                                  <a:pt x="313" y="56"/>
                                  <a:pt x="315" y="54"/>
                                  <a:pt x="317" y="54"/>
                                </a:cubicBezTo>
                                <a:cubicBezTo>
                                  <a:pt x="317" y="48"/>
                                  <a:pt x="317" y="48"/>
                                  <a:pt x="317" y="48"/>
                                </a:cubicBezTo>
                                <a:cubicBezTo>
                                  <a:pt x="315" y="48"/>
                                  <a:pt x="313" y="46"/>
                                  <a:pt x="313" y="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276" y="5489484"/>
                            <a:ext cx="3014331" cy="1645920"/>
                          </a:xfrm>
                          <a:custGeom>
                            <a:avLst/>
                            <a:gdLst>
                              <a:gd name="T0" fmla="*/ 313 w 317"/>
                              <a:gd name="T1" fmla="*/ 44 h 173"/>
                              <a:gd name="T2" fmla="*/ 317 w 317"/>
                              <a:gd name="T3" fmla="*/ 39 h 173"/>
                              <a:gd name="T4" fmla="*/ 317 w 317"/>
                              <a:gd name="T5" fmla="*/ 34 h 173"/>
                              <a:gd name="T6" fmla="*/ 313 w 317"/>
                              <a:gd name="T7" fmla="*/ 30 h 173"/>
                              <a:gd name="T8" fmla="*/ 317 w 317"/>
                              <a:gd name="T9" fmla="*/ 25 h 173"/>
                              <a:gd name="T10" fmla="*/ 317 w 317"/>
                              <a:gd name="T11" fmla="*/ 19 h 173"/>
                              <a:gd name="T12" fmla="*/ 296 w 317"/>
                              <a:gd name="T13" fmla="*/ 0 h 173"/>
                              <a:gd name="T14" fmla="*/ 22 w 317"/>
                              <a:gd name="T15" fmla="*/ 0 h 173"/>
                              <a:gd name="T16" fmla="*/ 0 w 317"/>
                              <a:gd name="T17" fmla="*/ 19 h 173"/>
                              <a:gd name="T18" fmla="*/ 0 w 317"/>
                              <a:gd name="T19" fmla="*/ 25 h 173"/>
                              <a:gd name="T20" fmla="*/ 4 w 317"/>
                              <a:gd name="T21" fmla="*/ 30 h 173"/>
                              <a:gd name="T22" fmla="*/ 0 w 317"/>
                              <a:gd name="T23" fmla="*/ 34 h 173"/>
                              <a:gd name="T24" fmla="*/ 0 w 317"/>
                              <a:gd name="T25" fmla="*/ 39 h 173"/>
                              <a:gd name="T26" fmla="*/ 4 w 317"/>
                              <a:gd name="T27" fmla="*/ 44 h 173"/>
                              <a:gd name="T28" fmla="*/ 0 w 317"/>
                              <a:gd name="T29" fmla="*/ 48 h 173"/>
                              <a:gd name="T30" fmla="*/ 0 w 317"/>
                              <a:gd name="T31" fmla="*/ 54 h 173"/>
                              <a:gd name="T32" fmla="*/ 4 w 317"/>
                              <a:gd name="T33" fmla="*/ 58 h 173"/>
                              <a:gd name="T34" fmla="*/ 0 w 317"/>
                              <a:gd name="T35" fmla="*/ 62 h 173"/>
                              <a:gd name="T36" fmla="*/ 0 w 317"/>
                              <a:gd name="T37" fmla="*/ 68 h 173"/>
                              <a:gd name="T38" fmla="*/ 4 w 317"/>
                              <a:gd name="T39" fmla="*/ 72 h 173"/>
                              <a:gd name="T40" fmla="*/ 0 w 317"/>
                              <a:gd name="T41" fmla="*/ 77 h 173"/>
                              <a:gd name="T42" fmla="*/ 0 w 317"/>
                              <a:gd name="T43" fmla="*/ 82 h 173"/>
                              <a:gd name="T44" fmla="*/ 4 w 317"/>
                              <a:gd name="T45" fmla="*/ 87 h 173"/>
                              <a:gd name="T46" fmla="*/ 0 w 317"/>
                              <a:gd name="T47" fmla="*/ 91 h 173"/>
                              <a:gd name="T48" fmla="*/ 0 w 317"/>
                              <a:gd name="T49" fmla="*/ 96 h 173"/>
                              <a:gd name="T50" fmla="*/ 4 w 317"/>
                              <a:gd name="T51" fmla="*/ 101 h 173"/>
                              <a:gd name="T52" fmla="*/ 0 w 317"/>
                              <a:gd name="T53" fmla="*/ 105 h 173"/>
                              <a:gd name="T54" fmla="*/ 0 w 317"/>
                              <a:gd name="T55" fmla="*/ 111 h 173"/>
                              <a:gd name="T56" fmla="*/ 4 w 317"/>
                              <a:gd name="T57" fmla="*/ 115 h 173"/>
                              <a:gd name="T58" fmla="*/ 0 w 317"/>
                              <a:gd name="T59" fmla="*/ 119 h 173"/>
                              <a:gd name="T60" fmla="*/ 0 w 317"/>
                              <a:gd name="T61" fmla="*/ 125 h 173"/>
                              <a:gd name="T62" fmla="*/ 4 w 317"/>
                              <a:gd name="T63" fmla="*/ 129 h 173"/>
                              <a:gd name="T64" fmla="*/ 0 w 317"/>
                              <a:gd name="T65" fmla="*/ 134 h 173"/>
                              <a:gd name="T66" fmla="*/ 0 w 317"/>
                              <a:gd name="T67" fmla="*/ 139 h 173"/>
                              <a:gd name="T68" fmla="*/ 4 w 317"/>
                              <a:gd name="T69" fmla="*/ 144 h 173"/>
                              <a:gd name="T70" fmla="*/ 0 w 317"/>
                              <a:gd name="T71" fmla="*/ 148 h 173"/>
                              <a:gd name="T72" fmla="*/ 0 w 317"/>
                              <a:gd name="T73" fmla="*/ 154 h 173"/>
                              <a:gd name="T74" fmla="*/ 22 w 317"/>
                              <a:gd name="T75" fmla="*/ 173 h 173"/>
                              <a:gd name="T76" fmla="*/ 296 w 317"/>
                              <a:gd name="T77" fmla="*/ 173 h 173"/>
                              <a:gd name="T78" fmla="*/ 317 w 317"/>
                              <a:gd name="T79" fmla="*/ 154 h 173"/>
                              <a:gd name="T80" fmla="*/ 317 w 317"/>
                              <a:gd name="T81" fmla="*/ 148 h 173"/>
                              <a:gd name="T82" fmla="*/ 313 w 317"/>
                              <a:gd name="T83" fmla="*/ 144 h 173"/>
                              <a:gd name="T84" fmla="*/ 317 w 317"/>
                              <a:gd name="T85" fmla="*/ 139 h 173"/>
                              <a:gd name="T86" fmla="*/ 317 w 317"/>
                              <a:gd name="T87" fmla="*/ 134 h 173"/>
                              <a:gd name="T88" fmla="*/ 313 w 317"/>
                              <a:gd name="T89" fmla="*/ 129 h 173"/>
                              <a:gd name="T90" fmla="*/ 317 w 317"/>
                              <a:gd name="T91" fmla="*/ 125 h 173"/>
                              <a:gd name="T92" fmla="*/ 317 w 317"/>
                              <a:gd name="T93" fmla="*/ 119 h 173"/>
                              <a:gd name="T94" fmla="*/ 313 w 317"/>
                              <a:gd name="T95" fmla="*/ 115 h 173"/>
                              <a:gd name="T96" fmla="*/ 317 w 317"/>
                              <a:gd name="T97" fmla="*/ 111 h 173"/>
                              <a:gd name="T98" fmla="*/ 317 w 317"/>
                              <a:gd name="T99" fmla="*/ 105 h 173"/>
                              <a:gd name="T100" fmla="*/ 313 w 317"/>
                              <a:gd name="T101" fmla="*/ 101 h 173"/>
                              <a:gd name="T102" fmla="*/ 317 w 317"/>
                              <a:gd name="T103" fmla="*/ 96 h 173"/>
                              <a:gd name="T104" fmla="*/ 317 w 317"/>
                              <a:gd name="T105" fmla="*/ 91 h 173"/>
                              <a:gd name="T106" fmla="*/ 313 w 317"/>
                              <a:gd name="T107" fmla="*/ 87 h 173"/>
                              <a:gd name="T108" fmla="*/ 317 w 317"/>
                              <a:gd name="T109" fmla="*/ 82 h 173"/>
                              <a:gd name="T110" fmla="*/ 317 w 317"/>
                              <a:gd name="T111" fmla="*/ 77 h 173"/>
                              <a:gd name="T112" fmla="*/ 313 w 317"/>
                              <a:gd name="T113" fmla="*/ 72 h 173"/>
                              <a:gd name="T114" fmla="*/ 317 w 317"/>
                              <a:gd name="T115" fmla="*/ 68 h 173"/>
                              <a:gd name="T116" fmla="*/ 317 w 317"/>
                              <a:gd name="T117" fmla="*/ 62 h 173"/>
                              <a:gd name="T118" fmla="*/ 313 w 317"/>
                              <a:gd name="T119" fmla="*/ 58 h 173"/>
                              <a:gd name="T120" fmla="*/ 317 w 317"/>
                              <a:gd name="T121" fmla="*/ 54 h 173"/>
                              <a:gd name="T122" fmla="*/ 317 w 317"/>
                              <a:gd name="T123" fmla="*/ 48 h 173"/>
                              <a:gd name="T124" fmla="*/ 313 w 317"/>
                              <a:gd name="T125" fmla="*/ 44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17" h="173">
                                <a:moveTo>
                                  <a:pt x="313" y="44"/>
                                </a:moveTo>
                                <a:cubicBezTo>
                                  <a:pt x="313" y="41"/>
                                  <a:pt x="315" y="39"/>
                                  <a:pt x="317" y="39"/>
                                </a:cubicBezTo>
                                <a:cubicBezTo>
                                  <a:pt x="317" y="34"/>
                                  <a:pt x="317" y="34"/>
                                  <a:pt x="317" y="34"/>
                                </a:cubicBezTo>
                                <a:cubicBezTo>
                                  <a:pt x="315" y="34"/>
                                  <a:pt x="313" y="32"/>
                                  <a:pt x="313" y="30"/>
                                </a:cubicBezTo>
                                <a:cubicBezTo>
                                  <a:pt x="313" y="27"/>
                                  <a:pt x="315" y="25"/>
                                  <a:pt x="317" y="25"/>
                                </a:cubicBezTo>
                                <a:cubicBezTo>
                                  <a:pt x="317" y="19"/>
                                  <a:pt x="317" y="19"/>
                                  <a:pt x="317" y="19"/>
                                </a:cubicBezTo>
                                <a:cubicBezTo>
                                  <a:pt x="307" y="19"/>
                                  <a:pt x="296" y="11"/>
                                  <a:pt x="296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2" y="11"/>
                                  <a:pt x="11" y="19"/>
                                  <a:pt x="0" y="19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2" y="25"/>
                                  <a:pt x="4" y="27"/>
                                  <a:pt x="4" y="30"/>
                                </a:cubicBezTo>
                                <a:cubicBezTo>
                                  <a:pt x="4" y="32"/>
                                  <a:pt x="2" y="34"/>
                                  <a:pt x="0" y="34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2" y="39"/>
                                  <a:pt x="4" y="41"/>
                                  <a:pt x="4" y="44"/>
                                </a:cubicBezTo>
                                <a:cubicBezTo>
                                  <a:pt x="4" y="46"/>
                                  <a:pt x="2" y="48"/>
                                  <a:pt x="0" y="48"/>
                                </a:cubicBezTo>
                                <a:cubicBezTo>
                                  <a:pt x="0" y="54"/>
                                  <a:pt x="0" y="54"/>
                                  <a:pt x="0" y="54"/>
                                </a:cubicBezTo>
                                <a:cubicBezTo>
                                  <a:pt x="2" y="54"/>
                                  <a:pt x="4" y="56"/>
                                  <a:pt x="4" y="58"/>
                                </a:cubicBezTo>
                                <a:cubicBezTo>
                                  <a:pt x="4" y="60"/>
                                  <a:pt x="2" y="62"/>
                                  <a:pt x="0" y="62"/>
                                </a:cubicBezTo>
                                <a:cubicBezTo>
                                  <a:pt x="0" y="68"/>
                                  <a:pt x="0" y="68"/>
                                  <a:pt x="0" y="68"/>
                                </a:cubicBezTo>
                                <a:cubicBezTo>
                                  <a:pt x="2" y="68"/>
                                  <a:pt x="4" y="70"/>
                                  <a:pt x="4" y="72"/>
                                </a:cubicBezTo>
                                <a:cubicBezTo>
                                  <a:pt x="4" y="75"/>
                                  <a:pt x="2" y="77"/>
                                  <a:pt x="0" y="77"/>
                                </a:cubicBezTo>
                                <a:cubicBezTo>
                                  <a:pt x="0" y="82"/>
                                  <a:pt x="0" y="82"/>
                                  <a:pt x="0" y="82"/>
                                </a:cubicBezTo>
                                <a:cubicBezTo>
                                  <a:pt x="2" y="82"/>
                                  <a:pt x="4" y="84"/>
                                  <a:pt x="4" y="87"/>
                                </a:cubicBezTo>
                                <a:cubicBezTo>
                                  <a:pt x="4" y="89"/>
                                  <a:pt x="2" y="91"/>
                                  <a:pt x="0" y="91"/>
                                </a:cubicBezTo>
                                <a:cubicBezTo>
                                  <a:pt x="0" y="96"/>
                                  <a:pt x="0" y="96"/>
                                  <a:pt x="0" y="96"/>
                                </a:cubicBezTo>
                                <a:cubicBezTo>
                                  <a:pt x="2" y="96"/>
                                  <a:pt x="4" y="98"/>
                                  <a:pt x="4" y="101"/>
                                </a:cubicBezTo>
                                <a:cubicBezTo>
                                  <a:pt x="4" y="103"/>
                                  <a:pt x="2" y="105"/>
                                  <a:pt x="0" y="105"/>
                                </a:cubicBezTo>
                                <a:cubicBezTo>
                                  <a:pt x="0" y="111"/>
                                  <a:pt x="0" y="111"/>
                                  <a:pt x="0" y="111"/>
                                </a:cubicBezTo>
                                <a:cubicBezTo>
                                  <a:pt x="2" y="111"/>
                                  <a:pt x="4" y="113"/>
                                  <a:pt x="4" y="115"/>
                                </a:cubicBezTo>
                                <a:cubicBezTo>
                                  <a:pt x="4" y="117"/>
                                  <a:pt x="2" y="119"/>
                                  <a:pt x="0" y="119"/>
                                </a:cubicBezTo>
                                <a:cubicBezTo>
                                  <a:pt x="0" y="125"/>
                                  <a:pt x="0" y="125"/>
                                  <a:pt x="0" y="125"/>
                                </a:cubicBezTo>
                                <a:cubicBezTo>
                                  <a:pt x="2" y="125"/>
                                  <a:pt x="4" y="127"/>
                                  <a:pt x="4" y="129"/>
                                </a:cubicBezTo>
                                <a:cubicBezTo>
                                  <a:pt x="4" y="132"/>
                                  <a:pt x="2" y="134"/>
                                  <a:pt x="0" y="134"/>
                                </a:cubicBezTo>
                                <a:cubicBezTo>
                                  <a:pt x="0" y="139"/>
                                  <a:pt x="0" y="139"/>
                                  <a:pt x="0" y="139"/>
                                </a:cubicBezTo>
                                <a:cubicBezTo>
                                  <a:pt x="2" y="139"/>
                                  <a:pt x="4" y="141"/>
                                  <a:pt x="4" y="144"/>
                                </a:cubicBezTo>
                                <a:cubicBezTo>
                                  <a:pt x="4" y="146"/>
                                  <a:pt x="2" y="148"/>
                                  <a:pt x="0" y="148"/>
                                </a:cubicBezTo>
                                <a:cubicBezTo>
                                  <a:pt x="0" y="154"/>
                                  <a:pt x="0" y="154"/>
                                  <a:pt x="0" y="154"/>
                                </a:cubicBezTo>
                                <a:cubicBezTo>
                                  <a:pt x="11" y="154"/>
                                  <a:pt x="22" y="162"/>
                                  <a:pt x="22" y="173"/>
                                </a:cubicBezTo>
                                <a:cubicBezTo>
                                  <a:pt x="296" y="173"/>
                                  <a:pt x="296" y="173"/>
                                  <a:pt x="296" y="173"/>
                                </a:cubicBezTo>
                                <a:cubicBezTo>
                                  <a:pt x="296" y="162"/>
                                  <a:pt x="307" y="154"/>
                                  <a:pt x="317" y="154"/>
                                </a:cubicBezTo>
                                <a:cubicBezTo>
                                  <a:pt x="317" y="148"/>
                                  <a:pt x="317" y="148"/>
                                  <a:pt x="317" y="148"/>
                                </a:cubicBezTo>
                                <a:cubicBezTo>
                                  <a:pt x="315" y="148"/>
                                  <a:pt x="313" y="146"/>
                                  <a:pt x="313" y="144"/>
                                </a:cubicBezTo>
                                <a:cubicBezTo>
                                  <a:pt x="313" y="141"/>
                                  <a:pt x="315" y="139"/>
                                  <a:pt x="317" y="139"/>
                                </a:cubicBezTo>
                                <a:cubicBezTo>
                                  <a:pt x="317" y="134"/>
                                  <a:pt x="317" y="134"/>
                                  <a:pt x="317" y="134"/>
                                </a:cubicBezTo>
                                <a:cubicBezTo>
                                  <a:pt x="315" y="134"/>
                                  <a:pt x="313" y="132"/>
                                  <a:pt x="313" y="129"/>
                                </a:cubicBezTo>
                                <a:cubicBezTo>
                                  <a:pt x="313" y="127"/>
                                  <a:pt x="315" y="125"/>
                                  <a:pt x="317" y="125"/>
                                </a:cubicBezTo>
                                <a:cubicBezTo>
                                  <a:pt x="317" y="119"/>
                                  <a:pt x="317" y="119"/>
                                  <a:pt x="317" y="119"/>
                                </a:cubicBezTo>
                                <a:cubicBezTo>
                                  <a:pt x="315" y="119"/>
                                  <a:pt x="313" y="117"/>
                                  <a:pt x="313" y="115"/>
                                </a:cubicBezTo>
                                <a:cubicBezTo>
                                  <a:pt x="313" y="113"/>
                                  <a:pt x="315" y="111"/>
                                  <a:pt x="317" y="111"/>
                                </a:cubicBezTo>
                                <a:cubicBezTo>
                                  <a:pt x="317" y="105"/>
                                  <a:pt x="317" y="105"/>
                                  <a:pt x="317" y="105"/>
                                </a:cubicBezTo>
                                <a:cubicBezTo>
                                  <a:pt x="315" y="105"/>
                                  <a:pt x="313" y="103"/>
                                  <a:pt x="313" y="101"/>
                                </a:cubicBezTo>
                                <a:cubicBezTo>
                                  <a:pt x="313" y="98"/>
                                  <a:pt x="315" y="96"/>
                                  <a:pt x="317" y="96"/>
                                </a:cubicBezTo>
                                <a:cubicBezTo>
                                  <a:pt x="317" y="91"/>
                                  <a:pt x="317" y="91"/>
                                  <a:pt x="317" y="91"/>
                                </a:cubicBezTo>
                                <a:cubicBezTo>
                                  <a:pt x="315" y="91"/>
                                  <a:pt x="313" y="89"/>
                                  <a:pt x="313" y="87"/>
                                </a:cubicBezTo>
                                <a:cubicBezTo>
                                  <a:pt x="313" y="84"/>
                                  <a:pt x="315" y="82"/>
                                  <a:pt x="317" y="82"/>
                                </a:cubicBezTo>
                                <a:cubicBezTo>
                                  <a:pt x="317" y="77"/>
                                  <a:pt x="317" y="77"/>
                                  <a:pt x="317" y="77"/>
                                </a:cubicBezTo>
                                <a:cubicBezTo>
                                  <a:pt x="315" y="77"/>
                                  <a:pt x="313" y="75"/>
                                  <a:pt x="313" y="72"/>
                                </a:cubicBezTo>
                                <a:cubicBezTo>
                                  <a:pt x="313" y="70"/>
                                  <a:pt x="315" y="68"/>
                                  <a:pt x="317" y="68"/>
                                </a:cubicBezTo>
                                <a:cubicBezTo>
                                  <a:pt x="317" y="62"/>
                                  <a:pt x="317" y="62"/>
                                  <a:pt x="317" y="62"/>
                                </a:cubicBezTo>
                                <a:cubicBezTo>
                                  <a:pt x="315" y="62"/>
                                  <a:pt x="313" y="60"/>
                                  <a:pt x="313" y="58"/>
                                </a:cubicBezTo>
                                <a:cubicBezTo>
                                  <a:pt x="313" y="56"/>
                                  <a:pt x="315" y="54"/>
                                  <a:pt x="317" y="54"/>
                                </a:cubicBezTo>
                                <a:cubicBezTo>
                                  <a:pt x="317" y="48"/>
                                  <a:pt x="317" y="48"/>
                                  <a:pt x="317" y="48"/>
                                </a:cubicBezTo>
                                <a:cubicBezTo>
                                  <a:pt x="315" y="48"/>
                                  <a:pt x="313" y="46"/>
                                  <a:pt x="313" y="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275" y="7319314"/>
                            <a:ext cx="3014331" cy="1645920"/>
                          </a:xfrm>
                          <a:custGeom>
                            <a:avLst/>
                            <a:gdLst>
                              <a:gd name="T0" fmla="*/ 313 w 317"/>
                              <a:gd name="T1" fmla="*/ 44 h 173"/>
                              <a:gd name="T2" fmla="*/ 317 w 317"/>
                              <a:gd name="T3" fmla="*/ 39 h 173"/>
                              <a:gd name="T4" fmla="*/ 317 w 317"/>
                              <a:gd name="T5" fmla="*/ 34 h 173"/>
                              <a:gd name="T6" fmla="*/ 313 w 317"/>
                              <a:gd name="T7" fmla="*/ 30 h 173"/>
                              <a:gd name="T8" fmla="*/ 317 w 317"/>
                              <a:gd name="T9" fmla="*/ 25 h 173"/>
                              <a:gd name="T10" fmla="*/ 317 w 317"/>
                              <a:gd name="T11" fmla="*/ 19 h 173"/>
                              <a:gd name="T12" fmla="*/ 296 w 317"/>
                              <a:gd name="T13" fmla="*/ 0 h 173"/>
                              <a:gd name="T14" fmla="*/ 22 w 317"/>
                              <a:gd name="T15" fmla="*/ 0 h 173"/>
                              <a:gd name="T16" fmla="*/ 0 w 317"/>
                              <a:gd name="T17" fmla="*/ 19 h 173"/>
                              <a:gd name="T18" fmla="*/ 0 w 317"/>
                              <a:gd name="T19" fmla="*/ 25 h 173"/>
                              <a:gd name="T20" fmla="*/ 4 w 317"/>
                              <a:gd name="T21" fmla="*/ 30 h 173"/>
                              <a:gd name="T22" fmla="*/ 0 w 317"/>
                              <a:gd name="T23" fmla="*/ 34 h 173"/>
                              <a:gd name="T24" fmla="*/ 0 w 317"/>
                              <a:gd name="T25" fmla="*/ 39 h 173"/>
                              <a:gd name="T26" fmla="*/ 4 w 317"/>
                              <a:gd name="T27" fmla="*/ 44 h 173"/>
                              <a:gd name="T28" fmla="*/ 0 w 317"/>
                              <a:gd name="T29" fmla="*/ 48 h 173"/>
                              <a:gd name="T30" fmla="*/ 0 w 317"/>
                              <a:gd name="T31" fmla="*/ 54 h 173"/>
                              <a:gd name="T32" fmla="*/ 4 w 317"/>
                              <a:gd name="T33" fmla="*/ 58 h 173"/>
                              <a:gd name="T34" fmla="*/ 0 w 317"/>
                              <a:gd name="T35" fmla="*/ 62 h 173"/>
                              <a:gd name="T36" fmla="*/ 0 w 317"/>
                              <a:gd name="T37" fmla="*/ 68 h 173"/>
                              <a:gd name="T38" fmla="*/ 4 w 317"/>
                              <a:gd name="T39" fmla="*/ 72 h 173"/>
                              <a:gd name="T40" fmla="*/ 0 w 317"/>
                              <a:gd name="T41" fmla="*/ 77 h 173"/>
                              <a:gd name="T42" fmla="*/ 0 w 317"/>
                              <a:gd name="T43" fmla="*/ 82 h 173"/>
                              <a:gd name="T44" fmla="*/ 4 w 317"/>
                              <a:gd name="T45" fmla="*/ 87 h 173"/>
                              <a:gd name="T46" fmla="*/ 0 w 317"/>
                              <a:gd name="T47" fmla="*/ 91 h 173"/>
                              <a:gd name="T48" fmla="*/ 0 w 317"/>
                              <a:gd name="T49" fmla="*/ 96 h 173"/>
                              <a:gd name="T50" fmla="*/ 4 w 317"/>
                              <a:gd name="T51" fmla="*/ 101 h 173"/>
                              <a:gd name="T52" fmla="*/ 0 w 317"/>
                              <a:gd name="T53" fmla="*/ 105 h 173"/>
                              <a:gd name="T54" fmla="*/ 0 w 317"/>
                              <a:gd name="T55" fmla="*/ 111 h 173"/>
                              <a:gd name="T56" fmla="*/ 4 w 317"/>
                              <a:gd name="T57" fmla="*/ 115 h 173"/>
                              <a:gd name="T58" fmla="*/ 0 w 317"/>
                              <a:gd name="T59" fmla="*/ 119 h 173"/>
                              <a:gd name="T60" fmla="*/ 0 w 317"/>
                              <a:gd name="T61" fmla="*/ 125 h 173"/>
                              <a:gd name="T62" fmla="*/ 4 w 317"/>
                              <a:gd name="T63" fmla="*/ 129 h 173"/>
                              <a:gd name="T64" fmla="*/ 0 w 317"/>
                              <a:gd name="T65" fmla="*/ 134 h 173"/>
                              <a:gd name="T66" fmla="*/ 0 w 317"/>
                              <a:gd name="T67" fmla="*/ 139 h 173"/>
                              <a:gd name="T68" fmla="*/ 4 w 317"/>
                              <a:gd name="T69" fmla="*/ 144 h 173"/>
                              <a:gd name="T70" fmla="*/ 0 w 317"/>
                              <a:gd name="T71" fmla="*/ 148 h 173"/>
                              <a:gd name="T72" fmla="*/ 0 w 317"/>
                              <a:gd name="T73" fmla="*/ 154 h 173"/>
                              <a:gd name="T74" fmla="*/ 22 w 317"/>
                              <a:gd name="T75" fmla="*/ 173 h 173"/>
                              <a:gd name="T76" fmla="*/ 296 w 317"/>
                              <a:gd name="T77" fmla="*/ 173 h 173"/>
                              <a:gd name="T78" fmla="*/ 317 w 317"/>
                              <a:gd name="T79" fmla="*/ 154 h 173"/>
                              <a:gd name="T80" fmla="*/ 317 w 317"/>
                              <a:gd name="T81" fmla="*/ 148 h 173"/>
                              <a:gd name="T82" fmla="*/ 313 w 317"/>
                              <a:gd name="T83" fmla="*/ 144 h 173"/>
                              <a:gd name="T84" fmla="*/ 317 w 317"/>
                              <a:gd name="T85" fmla="*/ 139 h 173"/>
                              <a:gd name="T86" fmla="*/ 317 w 317"/>
                              <a:gd name="T87" fmla="*/ 134 h 173"/>
                              <a:gd name="T88" fmla="*/ 313 w 317"/>
                              <a:gd name="T89" fmla="*/ 129 h 173"/>
                              <a:gd name="T90" fmla="*/ 317 w 317"/>
                              <a:gd name="T91" fmla="*/ 125 h 173"/>
                              <a:gd name="T92" fmla="*/ 317 w 317"/>
                              <a:gd name="T93" fmla="*/ 119 h 173"/>
                              <a:gd name="T94" fmla="*/ 313 w 317"/>
                              <a:gd name="T95" fmla="*/ 115 h 173"/>
                              <a:gd name="T96" fmla="*/ 317 w 317"/>
                              <a:gd name="T97" fmla="*/ 111 h 173"/>
                              <a:gd name="T98" fmla="*/ 317 w 317"/>
                              <a:gd name="T99" fmla="*/ 105 h 173"/>
                              <a:gd name="T100" fmla="*/ 313 w 317"/>
                              <a:gd name="T101" fmla="*/ 101 h 173"/>
                              <a:gd name="T102" fmla="*/ 317 w 317"/>
                              <a:gd name="T103" fmla="*/ 96 h 173"/>
                              <a:gd name="T104" fmla="*/ 317 w 317"/>
                              <a:gd name="T105" fmla="*/ 91 h 173"/>
                              <a:gd name="T106" fmla="*/ 313 w 317"/>
                              <a:gd name="T107" fmla="*/ 87 h 173"/>
                              <a:gd name="T108" fmla="*/ 317 w 317"/>
                              <a:gd name="T109" fmla="*/ 82 h 173"/>
                              <a:gd name="T110" fmla="*/ 317 w 317"/>
                              <a:gd name="T111" fmla="*/ 77 h 173"/>
                              <a:gd name="T112" fmla="*/ 313 w 317"/>
                              <a:gd name="T113" fmla="*/ 72 h 173"/>
                              <a:gd name="T114" fmla="*/ 317 w 317"/>
                              <a:gd name="T115" fmla="*/ 68 h 173"/>
                              <a:gd name="T116" fmla="*/ 317 w 317"/>
                              <a:gd name="T117" fmla="*/ 62 h 173"/>
                              <a:gd name="T118" fmla="*/ 313 w 317"/>
                              <a:gd name="T119" fmla="*/ 58 h 173"/>
                              <a:gd name="T120" fmla="*/ 317 w 317"/>
                              <a:gd name="T121" fmla="*/ 54 h 173"/>
                              <a:gd name="T122" fmla="*/ 317 w 317"/>
                              <a:gd name="T123" fmla="*/ 48 h 173"/>
                              <a:gd name="T124" fmla="*/ 313 w 317"/>
                              <a:gd name="T125" fmla="*/ 44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17" h="173">
                                <a:moveTo>
                                  <a:pt x="313" y="44"/>
                                </a:moveTo>
                                <a:cubicBezTo>
                                  <a:pt x="313" y="41"/>
                                  <a:pt x="315" y="39"/>
                                  <a:pt x="317" y="39"/>
                                </a:cubicBezTo>
                                <a:cubicBezTo>
                                  <a:pt x="317" y="34"/>
                                  <a:pt x="317" y="34"/>
                                  <a:pt x="317" y="34"/>
                                </a:cubicBezTo>
                                <a:cubicBezTo>
                                  <a:pt x="315" y="34"/>
                                  <a:pt x="313" y="32"/>
                                  <a:pt x="313" y="30"/>
                                </a:cubicBezTo>
                                <a:cubicBezTo>
                                  <a:pt x="313" y="27"/>
                                  <a:pt x="315" y="25"/>
                                  <a:pt x="317" y="25"/>
                                </a:cubicBezTo>
                                <a:cubicBezTo>
                                  <a:pt x="317" y="19"/>
                                  <a:pt x="317" y="19"/>
                                  <a:pt x="317" y="19"/>
                                </a:cubicBezTo>
                                <a:cubicBezTo>
                                  <a:pt x="307" y="19"/>
                                  <a:pt x="296" y="11"/>
                                  <a:pt x="296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2" y="11"/>
                                  <a:pt x="11" y="19"/>
                                  <a:pt x="0" y="19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2" y="25"/>
                                  <a:pt x="4" y="27"/>
                                  <a:pt x="4" y="30"/>
                                </a:cubicBezTo>
                                <a:cubicBezTo>
                                  <a:pt x="4" y="32"/>
                                  <a:pt x="2" y="34"/>
                                  <a:pt x="0" y="34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2" y="39"/>
                                  <a:pt x="4" y="41"/>
                                  <a:pt x="4" y="44"/>
                                </a:cubicBezTo>
                                <a:cubicBezTo>
                                  <a:pt x="4" y="46"/>
                                  <a:pt x="2" y="48"/>
                                  <a:pt x="0" y="48"/>
                                </a:cubicBezTo>
                                <a:cubicBezTo>
                                  <a:pt x="0" y="54"/>
                                  <a:pt x="0" y="54"/>
                                  <a:pt x="0" y="54"/>
                                </a:cubicBezTo>
                                <a:cubicBezTo>
                                  <a:pt x="2" y="54"/>
                                  <a:pt x="4" y="56"/>
                                  <a:pt x="4" y="58"/>
                                </a:cubicBezTo>
                                <a:cubicBezTo>
                                  <a:pt x="4" y="60"/>
                                  <a:pt x="2" y="62"/>
                                  <a:pt x="0" y="62"/>
                                </a:cubicBezTo>
                                <a:cubicBezTo>
                                  <a:pt x="0" y="68"/>
                                  <a:pt x="0" y="68"/>
                                  <a:pt x="0" y="68"/>
                                </a:cubicBezTo>
                                <a:cubicBezTo>
                                  <a:pt x="2" y="68"/>
                                  <a:pt x="4" y="70"/>
                                  <a:pt x="4" y="72"/>
                                </a:cubicBezTo>
                                <a:cubicBezTo>
                                  <a:pt x="4" y="75"/>
                                  <a:pt x="2" y="77"/>
                                  <a:pt x="0" y="77"/>
                                </a:cubicBezTo>
                                <a:cubicBezTo>
                                  <a:pt x="0" y="82"/>
                                  <a:pt x="0" y="82"/>
                                  <a:pt x="0" y="82"/>
                                </a:cubicBezTo>
                                <a:cubicBezTo>
                                  <a:pt x="2" y="82"/>
                                  <a:pt x="4" y="84"/>
                                  <a:pt x="4" y="87"/>
                                </a:cubicBezTo>
                                <a:cubicBezTo>
                                  <a:pt x="4" y="89"/>
                                  <a:pt x="2" y="91"/>
                                  <a:pt x="0" y="91"/>
                                </a:cubicBezTo>
                                <a:cubicBezTo>
                                  <a:pt x="0" y="96"/>
                                  <a:pt x="0" y="96"/>
                                  <a:pt x="0" y="96"/>
                                </a:cubicBezTo>
                                <a:cubicBezTo>
                                  <a:pt x="2" y="96"/>
                                  <a:pt x="4" y="98"/>
                                  <a:pt x="4" y="101"/>
                                </a:cubicBezTo>
                                <a:cubicBezTo>
                                  <a:pt x="4" y="103"/>
                                  <a:pt x="2" y="105"/>
                                  <a:pt x="0" y="105"/>
                                </a:cubicBezTo>
                                <a:cubicBezTo>
                                  <a:pt x="0" y="111"/>
                                  <a:pt x="0" y="111"/>
                                  <a:pt x="0" y="111"/>
                                </a:cubicBezTo>
                                <a:cubicBezTo>
                                  <a:pt x="2" y="111"/>
                                  <a:pt x="4" y="113"/>
                                  <a:pt x="4" y="115"/>
                                </a:cubicBezTo>
                                <a:cubicBezTo>
                                  <a:pt x="4" y="117"/>
                                  <a:pt x="2" y="119"/>
                                  <a:pt x="0" y="119"/>
                                </a:cubicBezTo>
                                <a:cubicBezTo>
                                  <a:pt x="0" y="125"/>
                                  <a:pt x="0" y="125"/>
                                  <a:pt x="0" y="125"/>
                                </a:cubicBezTo>
                                <a:cubicBezTo>
                                  <a:pt x="2" y="125"/>
                                  <a:pt x="4" y="127"/>
                                  <a:pt x="4" y="129"/>
                                </a:cubicBezTo>
                                <a:cubicBezTo>
                                  <a:pt x="4" y="132"/>
                                  <a:pt x="2" y="134"/>
                                  <a:pt x="0" y="134"/>
                                </a:cubicBezTo>
                                <a:cubicBezTo>
                                  <a:pt x="0" y="139"/>
                                  <a:pt x="0" y="139"/>
                                  <a:pt x="0" y="139"/>
                                </a:cubicBezTo>
                                <a:cubicBezTo>
                                  <a:pt x="2" y="139"/>
                                  <a:pt x="4" y="141"/>
                                  <a:pt x="4" y="144"/>
                                </a:cubicBezTo>
                                <a:cubicBezTo>
                                  <a:pt x="4" y="146"/>
                                  <a:pt x="2" y="148"/>
                                  <a:pt x="0" y="148"/>
                                </a:cubicBezTo>
                                <a:cubicBezTo>
                                  <a:pt x="0" y="154"/>
                                  <a:pt x="0" y="154"/>
                                  <a:pt x="0" y="154"/>
                                </a:cubicBezTo>
                                <a:cubicBezTo>
                                  <a:pt x="11" y="154"/>
                                  <a:pt x="22" y="162"/>
                                  <a:pt x="22" y="173"/>
                                </a:cubicBezTo>
                                <a:cubicBezTo>
                                  <a:pt x="296" y="173"/>
                                  <a:pt x="296" y="173"/>
                                  <a:pt x="296" y="173"/>
                                </a:cubicBezTo>
                                <a:cubicBezTo>
                                  <a:pt x="296" y="162"/>
                                  <a:pt x="307" y="154"/>
                                  <a:pt x="317" y="154"/>
                                </a:cubicBezTo>
                                <a:cubicBezTo>
                                  <a:pt x="317" y="148"/>
                                  <a:pt x="317" y="148"/>
                                  <a:pt x="317" y="148"/>
                                </a:cubicBezTo>
                                <a:cubicBezTo>
                                  <a:pt x="315" y="148"/>
                                  <a:pt x="313" y="146"/>
                                  <a:pt x="313" y="144"/>
                                </a:cubicBezTo>
                                <a:cubicBezTo>
                                  <a:pt x="313" y="141"/>
                                  <a:pt x="315" y="139"/>
                                  <a:pt x="317" y="139"/>
                                </a:cubicBezTo>
                                <a:cubicBezTo>
                                  <a:pt x="317" y="134"/>
                                  <a:pt x="317" y="134"/>
                                  <a:pt x="317" y="134"/>
                                </a:cubicBezTo>
                                <a:cubicBezTo>
                                  <a:pt x="315" y="134"/>
                                  <a:pt x="313" y="132"/>
                                  <a:pt x="313" y="129"/>
                                </a:cubicBezTo>
                                <a:cubicBezTo>
                                  <a:pt x="313" y="127"/>
                                  <a:pt x="315" y="125"/>
                                  <a:pt x="317" y="125"/>
                                </a:cubicBezTo>
                                <a:cubicBezTo>
                                  <a:pt x="317" y="119"/>
                                  <a:pt x="317" y="119"/>
                                  <a:pt x="317" y="119"/>
                                </a:cubicBezTo>
                                <a:cubicBezTo>
                                  <a:pt x="315" y="119"/>
                                  <a:pt x="313" y="117"/>
                                  <a:pt x="313" y="115"/>
                                </a:cubicBezTo>
                                <a:cubicBezTo>
                                  <a:pt x="313" y="113"/>
                                  <a:pt x="315" y="111"/>
                                  <a:pt x="317" y="111"/>
                                </a:cubicBezTo>
                                <a:cubicBezTo>
                                  <a:pt x="317" y="105"/>
                                  <a:pt x="317" y="105"/>
                                  <a:pt x="317" y="105"/>
                                </a:cubicBezTo>
                                <a:cubicBezTo>
                                  <a:pt x="315" y="105"/>
                                  <a:pt x="313" y="103"/>
                                  <a:pt x="313" y="101"/>
                                </a:cubicBezTo>
                                <a:cubicBezTo>
                                  <a:pt x="313" y="98"/>
                                  <a:pt x="315" y="96"/>
                                  <a:pt x="317" y="96"/>
                                </a:cubicBezTo>
                                <a:cubicBezTo>
                                  <a:pt x="317" y="91"/>
                                  <a:pt x="317" y="91"/>
                                  <a:pt x="317" y="91"/>
                                </a:cubicBezTo>
                                <a:cubicBezTo>
                                  <a:pt x="315" y="91"/>
                                  <a:pt x="313" y="89"/>
                                  <a:pt x="313" y="87"/>
                                </a:cubicBezTo>
                                <a:cubicBezTo>
                                  <a:pt x="313" y="84"/>
                                  <a:pt x="315" y="82"/>
                                  <a:pt x="317" y="82"/>
                                </a:cubicBezTo>
                                <a:cubicBezTo>
                                  <a:pt x="317" y="77"/>
                                  <a:pt x="317" y="77"/>
                                  <a:pt x="317" y="77"/>
                                </a:cubicBezTo>
                                <a:cubicBezTo>
                                  <a:pt x="315" y="77"/>
                                  <a:pt x="313" y="75"/>
                                  <a:pt x="313" y="72"/>
                                </a:cubicBezTo>
                                <a:cubicBezTo>
                                  <a:pt x="313" y="70"/>
                                  <a:pt x="315" y="68"/>
                                  <a:pt x="317" y="68"/>
                                </a:cubicBezTo>
                                <a:cubicBezTo>
                                  <a:pt x="317" y="62"/>
                                  <a:pt x="317" y="62"/>
                                  <a:pt x="317" y="62"/>
                                </a:cubicBezTo>
                                <a:cubicBezTo>
                                  <a:pt x="315" y="62"/>
                                  <a:pt x="313" y="60"/>
                                  <a:pt x="313" y="58"/>
                                </a:cubicBezTo>
                                <a:cubicBezTo>
                                  <a:pt x="313" y="56"/>
                                  <a:pt x="315" y="54"/>
                                  <a:pt x="317" y="54"/>
                                </a:cubicBezTo>
                                <a:cubicBezTo>
                                  <a:pt x="317" y="48"/>
                                  <a:pt x="317" y="48"/>
                                  <a:pt x="317" y="48"/>
                                </a:cubicBezTo>
                                <a:cubicBezTo>
                                  <a:pt x="315" y="48"/>
                                  <a:pt x="313" y="46"/>
                                  <a:pt x="313" y="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" name="Freeform 7"/>
                        <wps:cNvSpPr>
                          <a:spLocks noChangeAspect="1"/>
                        </wps:cNvSpPr>
                        <wps:spPr bwMode="auto">
                          <a:xfrm>
                            <a:off x="3217034" y="0"/>
                            <a:ext cx="3014331" cy="1645920"/>
                          </a:xfrm>
                          <a:custGeom>
                            <a:avLst/>
                            <a:gdLst>
                              <a:gd name="T0" fmla="*/ 313 w 317"/>
                              <a:gd name="T1" fmla="*/ 44 h 173"/>
                              <a:gd name="T2" fmla="*/ 317 w 317"/>
                              <a:gd name="T3" fmla="*/ 39 h 173"/>
                              <a:gd name="T4" fmla="*/ 317 w 317"/>
                              <a:gd name="T5" fmla="*/ 34 h 173"/>
                              <a:gd name="T6" fmla="*/ 313 w 317"/>
                              <a:gd name="T7" fmla="*/ 30 h 173"/>
                              <a:gd name="T8" fmla="*/ 317 w 317"/>
                              <a:gd name="T9" fmla="*/ 25 h 173"/>
                              <a:gd name="T10" fmla="*/ 317 w 317"/>
                              <a:gd name="T11" fmla="*/ 19 h 173"/>
                              <a:gd name="T12" fmla="*/ 296 w 317"/>
                              <a:gd name="T13" fmla="*/ 0 h 173"/>
                              <a:gd name="T14" fmla="*/ 22 w 317"/>
                              <a:gd name="T15" fmla="*/ 0 h 173"/>
                              <a:gd name="T16" fmla="*/ 0 w 317"/>
                              <a:gd name="T17" fmla="*/ 19 h 173"/>
                              <a:gd name="T18" fmla="*/ 0 w 317"/>
                              <a:gd name="T19" fmla="*/ 25 h 173"/>
                              <a:gd name="T20" fmla="*/ 4 w 317"/>
                              <a:gd name="T21" fmla="*/ 30 h 173"/>
                              <a:gd name="T22" fmla="*/ 0 w 317"/>
                              <a:gd name="T23" fmla="*/ 34 h 173"/>
                              <a:gd name="T24" fmla="*/ 0 w 317"/>
                              <a:gd name="T25" fmla="*/ 39 h 173"/>
                              <a:gd name="T26" fmla="*/ 4 w 317"/>
                              <a:gd name="T27" fmla="*/ 44 h 173"/>
                              <a:gd name="T28" fmla="*/ 0 w 317"/>
                              <a:gd name="T29" fmla="*/ 48 h 173"/>
                              <a:gd name="T30" fmla="*/ 0 w 317"/>
                              <a:gd name="T31" fmla="*/ 54 h 173"/>
                              <a:gd name="T32" fmla="*/ 4 w 317"/>
                              <a:gd name="T33" fmla="*/ 58 h 173"/>
                              <a:gd name="T34" fmla="*/ 0 w 317"/>
                              <a:gd name="T35" fmla="*/ 62 h 173"/>
                              <a:gd name="T36" fmla="*/ 0 w 317"/>
                              <a:gd name="T37" fmla="*/ 68 h 173"/>
                              <a:gd name="T38" fmla="*/ 4 w 317"/>
                              <a:gd name="T39" fmla="*/ 72 h 173"/>
                              <a:gd name="T40" fmla="*/ 0 w 317"/>
                              <a:gd name="T41" fmla="*/ 77 h 173"/>
                              <a:gd name="T42" fmla="*/ 0 w 317"/>
                              <a:gd name="T43" fmla="*/ 82 h 173"/>
                              <a:gd name="T44" fmla="*/ 4 w 317"/>
                              <a:gd name="T45" fmla="*/ 87 h 173"/>
                              <a:gd name="T46" fmla="*/ 0 w 317"/>
                              <a:gd name="T47" fmla="*/ 91 h 173"/>
                              <a:gd name="T48" fmla="*/ 0 w 317"/>
                              <a:gd name="T49" fmla="*/ 96 h 173"/>
                              <a:gd name="T50" fmla="*/ 4 w 317"/>
                              <a:gd name="T51" fmla="*/ 101 h 173"/>
                              <a:gd name="T52" fmla="*/ 0 w 317"/>
                              <a:gd name="T53" fmla="*/ 105 h 173"/>
                              <a:gd name="T54" fmla="*/ 0 w 317"/>
                              <a:gd name="T55" fmla="*/ 111 h 173"/>
                              <a:gd name="T56" fmla="*/ 4 w 317"/>
                              <a:gd name="T57" fmla="*/ 115 h 173"/>
                              <a:gd name="T58" fmla="*/ 0 w 317"/>
                              <a:gd name="T59" fmla="*/ 119 h 173"/>
                              <a:gd name="T60" fmla="*/ 0 w 317"/>
                              <a:gd name="T61" fmla="*/ 125 h 173"/>
                              <a:gd name="T62" fmla="*/ 4 w 317"/>
                              <a:gd name="T63" fmla="*/ 129 h 173"/>
                              <a:gd name="T64" fmla="*/ 0 w 317"/>
                              <a:gd name="T65" fmla="*/ 134 h 173"/>
                              <a:gd name="T66" fmla="*/ 0 w 317"/>
                              <a:gd name="T67" fmla="*/ 139 h 173"/>
                              <a:gd name="T68" fmla="*/ 4 w 317"/>
                              <a:gd name="T69" fmla="*/ 144 h 173"/>
                              <a:gd name="T70" fmla="*/ 0 w 317"/>
                              <a:gd name="T71" fmla="*/ 148 h 173"/>
                              <a:gd name="T72" fmla="*/ 0 w 317"/>
                              <a:gd name="T73" fmla="*/ 154 h 173"/>
                              <a:gd name="T74" fmla="*/ 22 w 317"/>
                              <a:gd name="T75" fmla="*/ 173 h 173"/>
                              <a:gd name="T76" fmla="*/ 296 w 317"/>
                              <a:gd name="T77" fmla="*/ 173 h 173"/>
                              <a:gd name="T78" fmla="*/ 317 w 317"/>
                              <a:gd name="T79" fmla="*/ 154 h 173"/>
                              <a:gd name="T80" fmla="*/ 317 w 317"/>
                              <a:gd name="T81" fmla="*/ 148 h 173"/>
                              <a:gd name="T82" fmla="*/ 313 w 317"/>
                              <a:gd name="T83" fmla="*/ 144 h 173"/>
                              <a:gd name="T84" fmla="*/ 317 w 317"/>
                              <a:gd name="T85" fmla="*/ 139 h 173"/>
                              <a:gd name="T86" fmla="*/ 317 w 317"/>
                              <a:gd name="T87" fmla="*/ 134 h 173"/>
                              <a:gd name="T88" fmla="*/ 313 w 317"/>
                              <a:gd name="T89" fmla="*/ 129 h 173"/>
                              <a:gd name="T90" fmla="*/ 317 w 317"/>
                              <a:gd name="T91" fmla="*/ 125 h 173"/>
                              <a:gd name="T92" fmla="*/ 317 w 317"/>
                              <a:gd name="T93" fmla="*/ 119 h 173"/>
                              <a:gd name="T94" fmla="*/ 313 w 317"/>
                              <a:gd name="T95" fmla="*/ 115 h 173"/>
                              <a:gd name="T96" fmla="*/ 317 w 317"/>
                              <a:gd name="T97" fmla="*/ 111 h 173"/>
                              <a:gd name="T98" fmla="*/ 317 w 317"/>
                              <a:gd name="T99" fmla="*/ 105 h 173"/>
                              <a:gd name="T100" fmla="*/ 313 w 317"/>
                              <a:gd name="T101" fmla="*/ 101 h 173"/>
                              <a:gd name="T102" fmla="*/ 317 w 317"/>
                              <a:gd name="T103" fmla="*/ 96 h 173"/>
                              <a:gd name="T104" fmla="*/ 317 w 317"/>
                              <a:gd name="T105" fmla="*/ 91 h 173"/>
                              <a:gd name="T106" fmla="*/ 313 w 317"/>
                              <a:gd name="T107" fmla="*/ 87 h 173"/>
                              <a:gd name="T108" fmla="*/ 317 w 317"/>
                              <a:gd name="T109" fmla="*/ 82 h 173"/>
                              <a:gd name="T110" fmla="*/ 317 w 317"/>
                              <a:gd name="T111" fmla="*/ 77 h 173"/>
                              <a:gd name="T112" fmla="*/ 313 w 317"/>
                              <a:gd name="T113" fmla="*/ 72 h 173"/>
                              <a:gd name="T114" fmla="*/ 317 w 317"/>
                              <a:gd name="T115" fmla="*/ 68 h 173"/>
                              <a:gd name="T116" fmla="*/ 317 w 317"/>
                              <a:gd name="T117" fmla="*/ 62 h 173"/>
                              <a:gd name="T118" fmla="*/ 313 w 317"/>
                              <a:gd name="T119" fmla="*/ 58 h 173"/>
                              <a:gd name="T120" fmla="*/ 317 w 317"/>
                              <a:gd name="T121" fmla="*/ 54 h 173"/>
                              <a:gd name="T122" fmla="*/ 317 w 317"/>
                              <a:gd name="T123" fmla="*/ 48 h 173"/>
                              <a:gd name="T124" fmla="*/ 313 w 317"/>
                              <a:gd name="T125" fmla="*/ 44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17" h="173">
                                <a:moveTo>
                                  <a:pt x="313" y="44"/>
                                </a:moveTo>
                                <a:cubicBezTo>
                                  <a:pt x="313" y="41"/>
                                  <a:pt x="315" y="39"/>
                                  <a:pt x="317" y="39"/>
                                </a:cubicBezTo>
                                <a:cubicBezTo>
                                  <a:pt x="317" y="34"/>
                                  <a:pt x="317" y="34"/>
                                  <a:pt x="317" y="34"/>
                                </a:cubicBezTo>
                                <a:cubicBezTo>
                                  <a:pt x="315" y="34"/>
                                  <a:pt x="313" y="32"/>
                                  <a:pt x="313" y="30"/>
                                </a:cubicBezTo>
                                <a:cubicBezTo>
                                  <a:pt x="313" y="27"/>
                                  <a:pt x="315" y="25"/>
                                  <a:pt x="317" y="25"/>
                                </a:cubicBezTo>
                                <a:cubicBezTo>
                                  <a:pt x="317" y="19"/>
                                  <a:pt x="317" y="19"/>
                                  <a:pt x="317" y="19"/>
                                </a:cubicBezTo>
                                <a:cubicBezTo>
                                  <a:pt x="307" y="19"/>
                                  <a:pt x="296" y="11"/>
                                  <a:pt x="296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2" y="11"/>
                                  <a:pt x="11" y="19"/>
                                  <a:pt x="0" y="19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2" y="25"/>
                                  <a:pt x="4" y="27"/>
                                  <a:pt x="4" y="30"/>
                                </a:cubicBezTo>
                                <a:cubicBezTo>
                                  <a:pt x="4" y="32"/>
                                  <a:pt x="2" y="34"/>
                                  <a:pt x="0" y="34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2" y="39"/>
                                  <a:pt x="4" y="41"/>
                                  <a:pt x="4" y="44"/>
                                </a:cubicBezTo>
                                <a:cubicBezTo>
                                  <a:pt x="4" y="46"/>
                                  <a:pt x="2" y="48"/>
                                  <a:pt x="0" y="48"/>
                                </a:cubicBezTo>
                                <a:cubicBezTo>
                                  <a:pt x="0" y="54"/>
                                  <a:pt x="0" y="54"/>
                                  <a:pt x="0" y="54"/>
                                </a:cubicBezTo>
                                <a:cubicBezTo>
                                  <a:pt x="2" y="54"/>
                                  <a:pt x="4" y="56"/>
                                  <a:pt x="4" y="58"/>
                                </a:cubicBezTo>
                                <a:cubicBezTo>
                                  <a:pt x="4" y="60"/>
                                  <a:pt x="2" y="62"/>
                                  <a:pt x="0" y="62"/>
                                </a:cubicBezTo>
                                <a:cubicBezTo>
                                  <a:pt x="0" y="68"/>
                                  <a:pt x="0" y="68"/>
                                  <a:pt x="0" y="68"/>
                                </a:cubicBezTo>
                                <a:cubicBezTo>
                                  <a:pt x="2" y="68"/>
                                  <a:pt x="4" y="70"/>
                                  <a:pt x="4" y="72"/>
                                </a:cubicBezTo>
                                <a:cubicBezTo>
                                  <a:pt x="4" y="75"/>
                                  <a:pt x="2" y="77"/>
                                  <a:pt x="0" y="77"/>
                                </a:cubicBezTo>
                                <a:cubicBezTo>
                                  <a:pt x="0" y="82"/>
                                  <a:pt x="0" y="82"/>
                                  <a:pt x="0" y="82"/>
                                </a:cubicBezTo>
                                <a:cubicBezTo>
                                  <a:pt x="2" y="82"/>
                                  <a:pt x="4" y="84"/>
                                  <a:pt x="4" y="87"/>
                                </a:cubicBezTo>
                                <a:cubicBezTo>
                                  <a:pt x="4" y="89"/>
                                  <a:pt x="2" y="91"/>
                                  <a:pt x="0" y="91"/>
                                </a:cubicBezTo>
                                <a:cubicBezTo>
                                  <a:pt x="0" y="96"/>
                                  <a:pt x="0" y="96"/>
                                  <a:pt x="0" y="96"/>
                                </a:cubicBezTo>
                                <a:cubicBezTo>
                                  <a:pt x="2" y="96"/>
                                  <a:pt x="4" y="98"/>
                                  <a:pt x="4" y="101"/>
                                </a:cubicBezTo>
                                <a:cubicBezTo>
                                  <a:pt x="4" y="103"/>
                                  <a:pt x="2" y="105"/>
                                  <a:pt x="0" y="105"/>
                                </a:cubicBezTo>
                                <a:cubicBezTo>
                                  <a:pt x="0" y="111"/>
                                  <a:pt x="0" y="111"/>
                                  <a:pt x="0" y="111"/>
                                </a:cubicBezTo>
                                <a:cubicBezTo>
                                  <a:pt x="2" y="111"/>
                                  <a:pt x="4" y="113"/>
                                  <a:pt x="4" y="115"/>
                                </a:cubicBezTo>
                                <a:cubicBezTo>
                                  <a:pt x="4" y="117"/>
                                  <a:pt x="2" y="119"/>
                                  <a:pt x="0" y="119"/>
                                </a:cubicBezTo>
                                <a:cubicBezTo>
                                  <a:pt x="0" y="125"/>
                                  <a:pt x="0" y="125"/>
                                  <a:pt x="0" y="125"/>
                                </a:cubicBezTo>
                                <a:cubicBezTo>
                                  <a:pt x="2" y="125"/>
                                  <a:pt x="4" y="127"/>
                                  <a:pt x="4" y="129"/>
                                </a:cubicBezTo>
                                <a:cubicBezTo>
                                  <a:pt x="4" y="132"/>
                                  <a:pt x="2" y="134"/>
                                  <a:pt x="0" y="134"/>
                                </a:cubicBezTo>
                                <a:cubicBezTo>
                                  <a:pt x="0" y="139"/>
                                  <a:pt x="0" y="139"/>
                                  <a:pt x="0" y="139"/>
                                </a:cubicBezTo>
                                <a:cubicBezTo>
                                  <a:pt x="2" y="139"/>
                                  <a:pt x="4" y="141"/>
                                  <a:pt x="4" y="144"/>
                                </a:cubicBezTo>
                                <a:cubicBezTo>
                                  <a:pt x="4" y="146"/>
                                  <a:pt x="2" y="148"/>
                                  <a:pt x="0" y="148"/>
                                </a:cubicBezTo>
                                <a:cubicBezTo>
                                  <a:pt x="0" y="154"/>
                                  <a:pt x="0" y="154"/>
                                  <a:pt x="0" y="154"/>
                                </a:cubicBezTo>
                                <a:cubicBezTo>
                                  <a:pt x="11" y="154"/>
                                  <a:pt x="22" y="162"/>
                                  <a:pt x="22" y="173"/>
                                </a:cubicBezTo>
                                <a:cubicBezTo>
                                  <a:pt x="296" y="173"/>
                                  <a:pt x="296" y="173"/>
                                  <a:pt x="296" y="173"/>
                                </a:cubicBezTo>
                                <a:cubicBezTo>
                                  <a:pt x="296" y="162"/>
                                  <a:pt x="307" y="154"/>
                                  <a:pt x="317" y="154"/>
                                </a:cubicBezTo>
                                <a:cubicBezTo>
                                  <a:pt x="317" y="148"/>
                                  <a:pt x="317" y="148"/>
                                  <a:pt x="317" y="148"/>
                                </a:cubicBezTo>
                                <a:cubicBezTo>
                                  <a:pt x="315" y="148"/>
                                  <a:pt x="313" y="146"/>
                                  <a:pt x="313" y="144"/>
                                </a:cubicBezTo>
                                <a:cubicBezTo>
                                  <a:pt x="313" y="141"/>
                                  <a:pt x="315" y="139"/>
                                  <a:pt x="317" y="139"/>
                                </a:cubicBezTo>
                                <a:cubicBezTo>
                                  <a:pt x="317" y="134"/>
                                  <a:pt x="317" y="134"/>
                                  <a:pt x="317" y="134"/>
                                </a:cubicBezTo>
                                <a:cubicBezTo>
                                  <a:pt x="315" y="134"/>
                                  <a:pt x="313" y="132"/>
                                  <a:pt x="313" y="129"/>
                                </a:cubicBezTo>
                                <a:cubicBezTo>
                                  <a:pt x="313" y="127"/>
                                  <a:pt x="315" y="125"/>
                                  <a:pt x="317" y="125"/>
                                </a:cubicBezTo>
                                <a:cubicBezTo>
                                  <a:pt x="317" y="119"/>
                                  <a:pt x="317" y="119"/>
                                  <a:pt x="317" y="119"/>
                                </a:cubicBezTo>
                                <a:cubicBezTo>
                                  <a:pt x="315" y="119"/>
                                  <a:pt x="313" y="117"/>
                                  <a:pt x="313" y="115"/>
                                </a:cubicBezTo>
                                <a:cubicBezTo>
                                  <a:pt x="313" y="113"/>
                                  <a:pt x="315" y="111"/>
                                  <a:pt x="317" y="111"/>
                                </a:cubicBezTo>
                                <a:cubicBezTo>
                                  <a:pt x="317" y="105"/>
                                  <a:pt x="317" y="105"/>
                                  <a:pt x="317" y="105"/>
                                </a:cubicBezTo>
                                <a:cubicBezTo>
                                  <a:pt x="315" y="105"/>
                                  <a:pt x="313" y="103"/>
                                  <a:pt x="313" y="101"/>
                                </a:cubicBezTo>
                                <a:cubicBezTo>
                                  <a:pt x="313" y="98"/>
                                  <a:pt x="315" y="96"/>
                                  <a:pt x="317" y="96"/>
                                </a:cubicBezTo>
                                <a:cubicBezTo>
                                  <a:pt x="317" y="91"/>
                                  <a:pt x="317" y="91"/>
                                  <a:pt x="317" y="91"/>
                                </a:cubicBezTo>
                                <a:cubicBezTo>
                                  <a:pt x="315" y="91"/>
                                  <a:pt x="313" y="89"/>
                                  <a:pt x="313" y="87"/>
                                </a:cubicBezTo>
                                <a:cubicBezTo>
                                  <a:pt x="313" y="84"/>
                                  <a:pt x="315" y="82"/>
                                  <a:pt x="317" y="82"/>
                                </a:cubicBezTo>
                                <a:cubicBezTo>
                                  <a:pt x="317" y="77"/>
                                  <a:pt x="317" y="77"/>
                                  <a:pt x="317" y="77"/>
                                </a:cubicBezTo>
                                <a:cubicBezTo>
                                  <a:pt x="315" y="77"/>
                                  <a:pt x="313" y="75"/>
                                  <a:pt x="313" y="72"/>
                                </a:cubicBezTo>
                                <a:cubicBezTo>
                                  <a:pt x="313" y="70"/>
                                  <a:pt x="315" y="68"/>
                                  <a:pt x="317" y="68"/>
                                </a:cubicBezTo>
                                <a:cubicBezTo>
                                  <a:pt x="317" y="62"/>
                                  <a:pt x="317" y="62"/>
                                  <a:pt x="317" y="62"/>
                                </a:cubicBezTo>
                                <a:cubicBezTo>
                                  <a:pt x="315" y="62"/>
                                  <a:pt x="313" y="60"/>
                                  <a:pt x="313" y="58"/>
                                </a:cubicBezTo>
                                <a:cubicBezTo>
                                  <a:pt x="313" y="56"/>
                                  <a:pt x="315" y="54"/>
                                  <a:pt x="317" y="54"/>
                                </a:cubicBezTo>
                                <a:cubicBezTo>
                                  <a:pt x="317" y="48"/>
                                  <a:pt x="317" y="48"/>
                                  <a:pt x="317" y="48"/>
                                </a:cubicBezTo>
                                <a:cubicBezTo>
                                  <a:pt x="315" y="48"/>
                                  <a:pt x="313" y="46"/>
                                  <a:pt x="313" y="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" name="Freeform 8"/>
                        <wps:cNvSpPr>
                          <a:spLocks noChangeAspect="1"/>
                        </wps:cNvSpPr>
                        <wps:spPr bwMode="auto">
                          <a:xfrm>
                            <a:off x="3217031" y="1829828"/>
                            <a:ext cx="3014331" cy="1645920"/>
                          </a:xfrm>
                          <a:custGeom>
                            <a:avLst/>
                            <a:gdLst>
                              <a:gd name="T0" fmla="*/ 313 w 317"/>
                              <a:gd name="T1" fmla="*/ 44 h 173"/>
                              <a:gd name="T2" fmla="*/ 317 w 317"/>
                              <a:gd name="T3" fmla="*/ 39 h 173"/>
                              <a:gd name="T4" fmla="*/ 317 w 317"/>
                              <a:gd name="T5" fmla="*/ 34 h 173"/>
                              <a:gd name="T6" fmla="*/ 313 w 317"/>
                              <a:gd name="T7" fmla="*/ 30 h 173"/>
                              <a:gd name="T8" fmla="*/ 317 w 317"/>
                              <a:gd name="T9" fmla="*/ 25 h 173"/>
                              <a:gd name="T10" fmla="*/ 317 w 317"/>
                              <a:gd name="T11" fmla="*/ 19 h 173"/>
                              <a:gd name="T12" fmla="*/ 296 w 317"/>
                              <a:gd name="T13" fmla="*/ 0 h 173"/>
                              <a:gd name="T14" fmla="*/ 22 w 317"/>
                              <a:gd name="T15" fmla="*/ 0 h 173"/>
                              <a:gd name="T16" fmla="*/ 0 w 317"/>
                              <a:gd name="T17" fmla="*/ 19 h 173"/>
                              <a:gd name="T18" fmla="*/ 0 w 317"/>
                              <a:gd name="T19" fmla="*/ 25 h 173"/>
                              <a:gd name="T20" fmla="*/ 4 w 317"/>
                              <a:gd name="T21" fmla="*/ 30 h 173"/>
                              <a:gd name="T22" fmla="*/ 0 w 317"/>
                              <a:gd name="T23" fmla="*/ 34 h 173"/>
                              <a:gd name="T24" fmla="*/ 0 w 317"/>
                              <a:gd name="T25" fmla="*/ 39 h 173"/>
                              <a:gd name="T26" fmla="*/ 4 w 317"/>
                              <a:gd name="T27" fmla="*/ 44 h 173"/>
                              <a:gd name="T28" fmla="*/ 0 w 317"/>
                              <a:gd name="T29" fmla="*/ 48 h 173"/>
                              <a:gd name="T30" fmla="*/ 0 w 317"/>
                              <a:gd name="T31" fmla="*/ 54 h 173"/>
                              <a:gd name="T32" fmla="*/ 4 w 317"/>
                              <a:gd name="T33" fmla="*/ 58 h 173"/>
                              <a:gd name="T34" fmla="*/ 0 w 317"/>
                              <a:gd name="T35" fmla="*/ 62 h 173"/>
                              <a:gd name="T36" fmla="*/ 0 w 317"/>
                              <a:gd name="T37" fmla="*/ 68 h 173"/>
                              <a:gd name="T38" fmla="*/ 4 w 317"/>
                              <a:gd name="T39" fmla="*/ 72 h 173"/>
                              <a:gd name="T40" fmla="*/ 0 w 317"/>
                              <a:gd name="T41" fmla="*/ 77 h 173"/>
                              <a:gd name="T42" fmla="*/ 0 w 317"/>
                              <a:gd name="T43" fmla="*/ 82 h 173"/>
                              <a:gd name="T44" fmla="*/ 4 w 317"/>
                              <a:gd name="T45" fmla="*/ 87 h 173"/>
                              <a:gd name="T46" fmla="*/ 0 w 317"/>
                              <a:gd name="T47" fmla="*/ 91 h 173"/>
                              <a:gd name="T48" fmla="*/ 0 w 317"/>
                              <a:gd name="T49" fmla="*/ 96 h 173"/>
                              <a:gd name="T50" fmla="*/ 4 w 317"/>
                              <a:gd name="T51" fmla="*/ 101 h 173"/>
                              <a:gd name="T52" fmla="*/ 0 w 317"/>
                              <a:gd name="T53" fmla="*/ 105 h 173"/>
                              <a:gd name="T54" fmla="*/ 0 w 317"/>
                              <a:gd name="T55" fmla="*/ 111 h 173"/>
                              <a:gd name="T56" fmla="*/ 4 w 317"/>
                              <a:gd name="T57" fmla="*/ 115 h 173"/>
                              <a:gd name="T58" fmla="*/ 0 w 317"/>
                              <a:gd name="T59" fmla="*/ 119 h 173"/>
                              <a:gd name="T60" fmla="*/ 0 w 317"/>
                              <a:gd name="T61" fmla="*/ 125 h 173"/>
                              <a:gd name="T62" fmla="*/ 4 w 317"/>
                              <a:gd name="T63" fmla="*/ 129 h 173"/>
                              <a:gd name="T64" fmla="*/ 0 w 317"/>
                              <a:gd name="T65" fmla="*/ 134 h 173"/>
                              <a:gd name="T66" fmla="*/ 0 w 317"/>
                              <a:gd name="T67" fmla="*/ 139 h 173"/>
                              <a:gd name="T68" fmla="*/ 4 w 317"/>
                              <a:gd name="T69" fmla="*/ 144 h 173"/>
                              <a:gd name="T70" fmla="*/ 0 w 317"/>
                              <a:gd name="T71" fmla="*/ 148 h 173"/>
                              <a:gd name="T72" fmla="*/ 0 w 317"/>
                              <a:gd name="T73" fmla="*/ 154 h 173"/>
                              <a:gd name="T74" fmla="*/ 22 w 317"/>
                              <a:gd name="T75" fmla="*/ 173 h 173"/>
                              <a:gd name="T76" fmla="*/ 296 w 317"/>
                              <a:gd name="T77" fmla="*/ 173 h 173"/>
                              <a:gd name="T78" fmla="*/ 317 w 317"/>
                              <a:gd name="T79" fmla="*/ 154 h 173"/>
                              <a:gd name="T80" fmla="*/ 317 w 317"/>
                              <a:gd name="T81" fmla="*/ 148 h 173"/>
                              <a:gd name="T82" fmla="*/ 313 w 317"/>
                              <a:gd name="T83" fmla="*/ 144 h 173"/>
                              <a:gd name="T84" fmla="*/ 317 w 317"/>
                              <a:gd name="T85" fmla="*/ 139 h 173"/>
                              <a:gd name="T86" fmla="*/ 317 w 317"/>
                              <a:gd name="T87" fmla="*/ 134 h 173"/>
                              <a:gd name="T88" fmla="*/ 313 w 317"/>
                              <a:gd name="T89" fmla="*/ 129 h 173"/>
                              <a:gd name="T90" fmla="*/ 317 w 317"/>
                              <a:gd name="T91" fmla="*/ 125 h 173"/>
                              <a:gd name="T92" fmla="*/ 317 w 317"/>
                              <a:gd name="T93" fmla="*/ 119 h 173"/>
                              <a:gd name="T94" fmla="*/ 313 w 317"/>
                              <a:gd name="T95" fmla="*/ 115 h 173"/>
                              <a:gd name="T96" fmla="*/ 317 w 317"/>
                              <a:gd name="T97" fmla="*/ 111 h 173"/>
                              <a:gd name="T98" fmla="*/ 317 w 317"/>
                              <a:gd name="T99" fmla="*/ 105 h 173"/>
                              <a:gd name="T100" fmla="*/ 313 w 317"/>
                              <a:gd name="T101" fmla="*/ 101 h 173"/>
                              <a:gd name="T102" fmla="*/ 317 w 317"/>
                              <a:gd name="T103" fmla="*/ 96 h 173"/>
                              <a:gd name="T104" fmla="*/ 317 w 317"/>
                              <a:gd name="T105" fmla="*/ 91 h 173"/>
                              <a:gd name="T106" fmla="*/ 313 w 317"/>
                              <a:gd name="T107" fmla="*/ 87 h 173"/>
                              <a:gd name="T108" fmla="*/ 317 w 317"/>
                              <a:gd name="T109" fmla="*/ 82 h 173"/>
                              <a:gd name="T110" fmla="*/ 317 w 317"/>
                              <a:gd name="T111" fmla="*/ 77 h 173"/>
                              <a:gd name="T112" fmla="*/ 313 w 317"/>
                              <a:gd name="T113" fmla="*/ 72 h 173"/>
                              <a:gd name="T114" fmla="*/ 317 w 317"/>
                              <a:gd name="T115" fmla="*/ 68 h 173"/>
                              <a:gd name="T116" fmla="*/ 317 w 317"/>
                              <a:gd name="T117" fmla="*/ 62 h 173"/>
                              <a:gd name="T118" fmla="*/ 313 w 317"/>
                              <a:gd name="T119" fmla="*/ 58 h 173"/>
                              <a:gd name="T120" fmla="*/ 317 w 317"/>
                              <a:gd name="T121" fmla="*/ 54 h 173"/>
                              <a:gd name="T122" fmla="*/ 317 w 317"/>
                              <a:gd name="T123" fmla="*/ 48 h 173"/>
                              <a:gd name="T124" fmla="*/ 313 w 317"/>
                              <a:gd name="T125" fmla="*/ 44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17" h="173">
                                <a:moveTo>
                                  <a:pt x="313" y="44"/>
                                </a:moveTo>
                                <a:cubicBezTo>
                                  <a:pt x="313" y="41"/>
                                  <a:pt x="315" y="39"/>
                                  <a:pt x="317" y="39"/>
                                </a:cubicBezTo>
                                <a:cubicBezTo>
                                  <a:pt x="317" y="34"/>
                                  <a:pt x="317" y="34"/>
                                  <a:pt x="317" y="34"/>
                                </a:cubicBezTo>
                                <a:cubicBezTo>
                                  <a:pt x="315" y="34"/>
                                  <a:pt x="313" y="32"/>
                                  <a:pt x="313" y="30"/>
                                </a:cubicBezTo>
                                <a:cubicBezTo>
                                  <a:pt x="313" y="27"/>
                                  <a:pt x="315" y="25"/>
                                  <a:pt x="317" y="25"/>
                                </a:cubicBezTo>
                                <a:cubicBezTo>
                                  <a:pt x="317" y="19"/>
                                  <a:pt x="317" y="19"/>
                                  <a:pt x="317" y="19"/>
                                </a:cubicBezTo>
                                <a:cubicBezTo>
                                  <a:pt x="307" y="19"/>
                                  <a:pt x="296" y="11"/>
                                  <a:pt x="296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2" y="11"/>
                                  <a:pt x="11" y="19"/>
                                  <a:pt x="0" y="19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2" y="25"/>
                                  <a:pt x="4" y="27"/>
                                  <a:pt x="4" y="30"/>
                                </a:cubicBezTo>
                                <a:cubicBezTo>
                                  <a:pt x="4" y="32"/>
                                  <a:pt x="2" y="34"/>
                                  <a:pt x="0" y="34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2" y="39"/>
                                  <a:pt x="4" y="41"/>
                                  <a:pt x="4" y="44"/>
                                </a:cubicBezTo>
                                <a:cubicBezTo>
                                  <a:pt x="4" y="46"/>
                                  <a:pt x="2" y="48"/>
                                  <a:pt x="0" y="48"/>
                                </a:cubicBezTo>
                                <a:cubicBezTo>
                                  <a:pt x="0" y="54"/>
                                  <a:pt x="0" y="54"/>
                                  <a:pt x="0" y="54"/>
                                </a:cubicBezTo>
                                <a:cubicBezTo>
                                  <a:pt x="2" y="54"/>
                                  <a:pt x="4" y="56"/>
                                  <a:pt x="4" y="58"/>
                                </a:cubicBezTo>
                                <a:cubicBezTo>
                                  <a:pt x="4" y="60"/>
                                  <a:pt x="2" y="62"/>
                                  <a:pt x="0" y="62"/>
                                </a:cubicBezTo>
                                <a:cubicBezTo>
                                  <a:pt x="0" y="68"/>
                                  <a:pt x="0" y="68"/>
                                  <a:pt x="0" y="68"/>
                                </a:cubicBezTo>
                                <a:cubicBezTo>
                                  <a:pt x="2" y="68"/>
                                  <a:pt x="4" y="70"/>
                                  <a:pt x="4" y="72"/>
                                </a:cubicBezTo>
                                <a:cubicBezTo>
                                  <a:pt x="4" y="75"/>
                                  <a:pt x="2" y="77"/>
                                  <a:pt x="0" y="77"/>
                                </a:cubicBezTo>
                                <a:cubicBezTo>
                                  <a:pt x="0" y="82"/>
                                  <a:pt x="0" y="82"/>
                                  <a:pt x="0" y="82"/>
                                </a:cubicBezTo>
                                <a:cubicBezTo>
                                  <a:pt x="2" y="82"/>
                                  <a:pt x="4" y="84"/>
                                  <a:pt x="4" y="87"/>
                                </a:cubicBezTo>
                                <a:cubicBezTo>
                                  <a:pt x="4" y="89"/>
                                  <a:pt x="2" y="91"/>
                                  <a:pt x="0" y="91"/>
                                </a:cubicBezTo>
                                <a:cubicBezTo>
                                  <a:pt x="0" y="96"/>
                                  <a:pt x="0" y="96"/>
                                  <a:pt x="0" y="96"/>
                                </a:cubicBezTo>
                                <a:cubicBezTo>
                                  <a:pt x="2" y="96"/>
                                  <a:pt x="4" y="98"/>
                                  <a:pt x="4" y="101"/>
                                </a:cubicBezTo>
                                <a:cubicBezTo>
                                  <a:pt x="4" y="103"/>
                                  <a:pt x="2" y="105"/>
                                  <a:pt x="0" y="105"/>
                                </a:cubicBezTo>
                                <a:cubicBezTo>
                                  <a:pt x="0" y="111"/>
                                  <a:pt x="0" y="111"/>
                                  <a:pt x="0" y="111"/>
                                </a:cubicBezTo>
                                <a:cubicBezTo>
                                  <a:pt x="2" y="111"/>
                                  <a:pt x="4" y="113"/>
                                  <a:pt x="4" y="115"/>
                                </a:cubicBezTo>
                                <a:cubicBezTo>
                                  <a:pt x="4" y="117"/>
                                  <a:pt x="2" y="119"/>
                                  <a:pt x="0" y="119"/>
                                </a:cubicBezTo>
                                <a:cubicBezTo>
                                  <a:pt x="0" y="125"/>
                                  <a:pt x="0" y="125"/>
                                  <a:pt x="0" y="125"/>
                                </a:cubicBezTo>
                                <a:cubicBezTo>
                                  <a:pt x="2" y="125"/>
                                  <a:pt x="4" y="127"/>
                                  <a:pt x="4" y="129"/>
                                </a:cubicBezTo>
                                <a:cubicBezTo>
                                  <a:pt x="4" y="132"/>
                                  <a:pt x="2" y="134"/>
                                  <a:pt x="0" y="134"/>
                                </a:cubicBezTo>
                                <a:cubicBezTo>
                                  <a:pt x="0" y="139"/>
                                  <a:pt x="0" y="139"/>
                                  <a:pt x="0" y="139"/>
                                </a:cubicBezTo>
                                <a:cubicBezTo>
                                  <a:pt x="2" y="139"/>
                                  <a:pt x="4" y="141"/>
                                  <a:pt x="4" y="144"/>
                                </a:cubicBezTo>
                                <a:cubicBezTo>
                                  <a:pt x="4" y="146"/>
                                  <a:pt x="2" y="148"/>
                                  <a:pt x="0" y="148"/>
                                </a:cubicBezTo>
                                <a:cubicBezTo>
                                  <a:pt x="0" y="154"/>
                                  <a:pt x="0" y="154"/>
                                  <a:pt x="0" y="154"/>
                                </a:cubicBezTo>
                                <a:cubicBezTo>
                                  <a:pt x="11" y="154"/>
                                  <a:pt x="22" y="162"/>
                                  <a:pt x="22" y="173"/>
                                </a:cubicBezTo>
                                <a:cubicBezTo>
                                  <a:pt x="296" y="173"/>
                                  <a:pt x="296" y="173"/>
                                  <a:pt x="296" y="173"/>
                                </a:cubicBezTo>
                                <a:cubicBezTo>
                                  <a:pt x="296" y="162"/>
                                  <a:pt x="307" y="154"/>
                                  <a:pt x="317" y="154"/>
                                </a:cubicBezTo>
                                <a:cubicBezTo>
                                  <a:pt x="317" y="148"/>
                                  <a:pt x="317" y="148"/>
                                  <a:pt x="317" y="148"/>
                                </a:cubicBezTo>
                                <a:cubicBezTo>
                                  <a:pt x="315" y="148"/>
                                  <a:pt x="313" y="146"/>
                                  <a:pt x="313" y="144"/>
                                </a:cubicBezTo>
                                <a:cubicBezTo>
                                  <a:pt x="313" y="141"/>
                                  <a:pt x="315" y="139"/>
                                  <a:pt x="317" y="139"/>
                                </a:cubicBezTo>
                                <a:cubicBezTo>
                                  <a:pt x="317" y="134"/>
                                  <a:pt x="317" y="134"/>
                                  <a:pt x="317" y="134"/>
                                </a:cubicBezTo>
                                <a:cubicBezTo>
                                  <a:pt x="315" y="134"/>
                                  <a:pt x="313" y="132"/>
                                  <a:pt x="313" y="129"/>
                                </a:cubicBezTo>
                                <a:cubicBezTo>
                                  <a:pt x="313" y="127"/>
                                  <a:pt x="315" y="125"/>
                                  <a:pt x="317" y="125"/>
                                </a:cubicBezTo>
                                <a:cubicBezTo>
                                  <a:pt x="317" y="119"/>
                                  <a:pt x="317" y="119"/>
                                  <a:pt x="317" y="119"/>
                                </a:cubicBezTo>
                                <a:cubicBezTo>
                                  <a:pt x="315" y="119"/>
                                  <a:pt x="313" y="117"/>
                                  <a:pt x="313" y="115"/>
                                </a:cubicBezTo>
                                <a:cubicBezTo>
                                  <a:pt x="313" y="113"/>
                                  <a:pt x="315" y="111"/>
                                  <a:pt x="317" y="111"/>
                                </a:cubicBezTo>
                                <a:cubicBezTo>
                                  <a:pt x="317" y="105"/>
                                  <a:pt x="317" y="105"/>
                                  <a:pt x="317" y="105"/>
                                </a:cubicBezTo>
                                <a:cubicBezTo>
                                  <a:pt x="315" y="105"/>
                                  <a:pt x="313" y="103"/>
                                  <a:pt x="313" y="101"/>
                                </a:cubicBezTo>
                                <a:cubicBezTo>
                                  <a:pt x="313" y="98"/>
                                  <a:pt x="315" y="96"/>
                                  <a:pt x="317" y="96"/>
                                </a:cubicBezTo>
                                <a:cubicBezTo>
                                  <a:pt x="317" y="91"/>
                                  <a:pt x="317" y="91"/>
                                  <a:pt x="317" y="91"/>
                                </a:cubicBezTo>
                                <a:cubicBezTo>
                                  <a:pt x="315" y="91"/>
                                  <a:pt x="313" y="89"/>
                                  <a:pt x="313" y="87"/>
                                </a:cubicBezTo>
                                <a:cubicBezTo>
                                  <a:pt x="313" y="84"/>
                                  <a:pt x="315" y="82"/>
                                  <a:pt x="317" y="82"/>
                                </a:cubicBezTo>
                                <a:cubicBezTo>
                                  <a:pt x="317" y="77"/>
                                  <a:pt x="317" y="77"/>
                                  <a:pt x="317" y="77"/>
                                </a:cubicBezTo>
                                <a:cubicBezTo>
                                  <a:pt x="315" y="77"/>
                                  <a:pt x="313" y="75"/>
                                  <a:pt x="313" y="72"/>
                                </a:cubicBezTo>
                                <a:cubicBezTo>
                                  <a:pt x="313" y="70"/>
                                  <a:pt x="315" y="68"/>
                                  <a:pt x="317" y="68"/>
                                </a:cubicBezTo>
                                <a:cubicBezTo>
                                  <a:pt x="317" y="62"/>
                                  <a:pt x="317" y="62"/>
                                  <a:pt x="317" y="62"/>
                                </a:cubicBezTo>
                                <a:cubicBezTo>
                                  <a:pt x="315" y="62"/>
                                  <a:pt x="313" y="60"/>
                                  <a:pt x="313" y="58"/>
                                </a:cubicBezTo>
                                <a:cubicBezTo>
                                  <a:pt x="313" y="56"/>
                                  <a:pt x="315" y="54"/>
                                  <a:pt x="317" y="54"/>
                                </a:cubicBezTo>
                                <a:cubicBezTo>
                                  <a:pt x="317" y="48"/>
                                  <a:pt x="317" y="48"/>
                                  <a:pt x="317" y="48"/>
                                </a:cubicBezTo>
                                <a:cubicBezTo>
                                  <a:pt x="315" y="48"/>
                                  <a:pt x="313" y="46"/>
                                  <a:pt x="313" y="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" name="Freeform 9"/>
                        <wps:cNvSpPr>
                          <a:spLocks noChangeAspect="1"/>
                        </wps:cNvSpPr>
                        <wps:spPr bwMode="auto">
                          <a:xfrm>
                            <a:off x="3217033" y="3659656"/>
                            <a:ext cx="3014331" cy="1645920"/>
                          </a:xfrm>
                          <a:custGeom>
                            <a:avLst/>
                            <a:gdLst>
                              <a:gd name="T0" fmla="*/ 313 w 317"/>
                              <a:gd name="T1" fmla="*/ 44 h 173"/>
                              <a:gd name="T2" fmla="*/ 317 w 317"/>
                              <a:gd name="T3" fmla="*/ 39 h 173"/>
                              <a:gd name="T4" fmla="*/ 317 w 317"/>
                              <a:gd name="T5" fmla="*/ 34 h 173"/>
                              <a:gd name="T6" fmla="*/ 313 w 317"/>
                              <a:gd name="T7" fmla="*/ 30 h 173"/>
                              <a:gd name="T8" fmla="*/ 317 w 317"/>
                              <a:gd name="T9" fmla="*/ 25 h 173"/>
                              <a:gd name="T10" fmla="*/ 317 w 317"/>
                              <a:gd name="T11" fmla="*/ 19 h 173"/>
                              <a:gd name="T12" fmla="*/ 296 w 317"/>
                              <a:gd name="T13" fmla="*/ 0 h 173"/>
                              <a:gd name="T14" fmla="*/ 22 w 317"/>
                              <a:gd name="T15" fmla="*/ 0 h 173"/>
                              <a:gd name="T16" fmla="*/ 0 w 317"/>
                              <a:gd name="T17" fmla="*/ 19 h 173"/>
                              <a:gd name="T18" fmla="*/ 0 w 317"/>
                              <a:gd name="T19" fmla="*/ 25 h 173"/>
                              <a:gd name="T20" fmla="*/ 4 w 317"/>
                              <a:gd name="T21" fmla="*/ 30 h 173"/>
                              <a:gd name="T22" fmla="*/ 0 w 317"/>
                              <a:gd name="T23" fmla="*/ 34 h 173"/>
                              <a:gd name="T24" fmla="*/ 0 w 317"/>
                              <a:gd name="T25" fmla="*/ 39 h 173"/>
                              <a:gd name="T26" fmla="*/ 4 w 317"/>
                              <a:gd name="T27" fmla="*/ 44 h 173"/>
                              <a:gd name="T28" fmla="*/ 0 w 317"/>
                              <a:gd name="T29" fmla="*/ 48 h 173"/>
                              <a:gd name="T30" fmla="*/ 0 w 317"/>
                              <a:gd name="T31" fmla="*/ 54 h 173"/>
                              <a:gd name="T32" fmla="*/ 4 w 317"/>
                              <a:gd name="T33" fmla="*/ 58 h 173"/>
                              <a:gd name="T34" fmla="*/ 0 w 317"/>
                              <a:gd name="T35" fmla="*/ 62 h 173"/>
                              <a:gd name="T36" fmla="*/ 0 w 317"/>
                              <a:gd name="T37" fmla="*/ 68 h 173"/>
                              <a:gd name="T38" fmla="*/ 4 w 317"/>
                              <a:gd name="T39" fmla="*/ 72 h 173"/>
                              <a:gd name="T40" fmla="*/ 0 w 317"/>
                              <a:gd name="T41" fmla="*/ 77 h 173"/>
                              <a:gd name="T42" fmla="*/ 0 w 317"/>
                              <a:gd name="T43" fmla="*/ 82 h 173"/>
                              <a:gd name="T44" fmla="*/ 4 w 317"/>
                              <a:gd name="T45" fmla="*/ 87 h 173"/>
                              <a:gd name="T46" fmla="*/ 0 w 317"/>
                              <a:gd name="T47" fmla="*/ 91 h 173"/>
                              <a:gd name="T48" fmla="*/ 0 w 317"/>
                              <a:gd name="T49" fmla="*/ 96 h 173"/>
                              <a:gd name="T50" fmla="*/ 4 w 317"/>
                              <a:gd name="T51" fmla="*/ 101 h 173"/>
                              <a:gd name="T52" fmla="*/ 0 w 317"/>
                              <a:gd name="T53" fmla="*/ 105 h 173"/>
                              <a:gd name="T54" fmla="*/ 0 w 317"/>
                              <a:gd name="T55" fmla="*/ 111 h 173"/>
                              <a:gd name="T56" fmla="*/ 4 w 317"/>
                              <a:gd name="T57" fmla="*/ 115 h 173"/>
                              <a:gd name="T58" fmla="*/ 0 w 317"/>
                              <a:gd name="T59" fmla="*/ 119 h 173"/>
                              <a:gd name="T60" fmla="*/ 0 w 317"/>
                              <a:gd name="T61" fmla="*/ 125 h 173"/>
                              <a:gd name="T62" fmla="*/ 4 w 317"/>
                              <a:gd name="T63" fmla="*/ 129 h 173"/>
                              <a:gd name="T64" fmla="*/ 0 w 317"/>
                              <a:gd name="T65" fmla="*/ 134 h 173"/>
                              <a:gd name="T66" fmla="*/ 0 w 317"/>
                              <a:gd name="T67" fmla="*/ 139 h 173"/>
                              <a:gd name="T68" fmla="*/ 4 w 317"/>
                              <a:gd name="T69" fmla="*/ 144 h 173"/>
                              <a:gd name="T70" fmla="*/ 0 w 317"/>
                              <a:gd name="T71" fmla="*/ 148 h 173"/>
                              <a:gd name="T72" fmla="*/ 0 w 317"/>
                              <a:gd name="T73" fmla="*/ 154 h 173"/>
                              <a:gd name="T74" fmla="*/ 22 w 317"/>
                              <a:gd name="T75" fmla="*/ 173 h 173"/>
                              <a:gd name="T76" fmla="*/ 296 w 317"/>
                              <a:gd name="T77" fmla="*/ 173 h 173"/>
                              <a:gd name="T78" fmla="*/ 317 w 317"/>
                              <a:gd name="T79" fmla="*/ 154 h 173"/>
                              <a:gd name="T80" fmla="*/ 317 w 317"/>
                              <a:gd name="T81" fmla="*/ 148 h 173"/>
                              <a:gd name="T82" fmla="*/ 313 w 317"/>
                              <a:gd name="T83" fmla="*/ 144 h 173"/>
                              <a:gd name="T84" fmla="*/ 317 w 317"/>
                              <a:gd name="T85" fmla="*/ 139 h 173"/>
                              <a:gd name="T86" fmla="*/ 317 w 317"/>
                              <a:gd name="T87" fmla="*/ 134 h 173"/>
                              <a:gd name="T88" fmla="*/ 313 w 317"/>
                              <a:gd name="T89" fmla="*/ 129 h 173"/>
                              <a:gd name="T90" fmla="*/ 317 w 317"/>
                              <a:gd name="T91" fmla="*/ 125 h 173"/>
                              <a:gd name="T92" fmla="*/ 317 w 317"/>
                              <a:gd name="T93" fmla="*/ 119 h 173"/>
                              <a:gd name="T94" fmla="*/ 313 w 317"/>
                              <a:gd name="T95" fmla="*/ 115 h 173"/>
                              <a:gd name="T96" fmla="*/ 317 w 317"/>
                              <a:gd name="T97" fmla="*/ 111 h 173"/>
                              <a:gd name="T98" fmla="*/ 317 w 317"/>
                              <a:gd name="T99" fmla="*/ 105 h 173"/>
                              <a:gd name="T100" fmla="*/ 313 w 317"/>
                              <a:gd name="T101" fmla="*/ 101 h 173"/>
                              <a:gd name="T102" fmla="*/ 317 w 317"/>
                              <a:gd name="T103" fmla="*/ 96 h 173"/>
                              <a:gd name="T104" fmla="*/ 317 w 317"/>
                              <a:gd name="T105" fmla="*/ 91 h 173"/>
                              <a:gd name="T106" fmla="*/ 313 w 317"/>
                              <a:gd name="T107" fmla="*/ 87 h 173"/>
                              <a:gd name="T108" fmla="*/ 317 w 317"/>
                              <a:gd name="T109" fmla="*/ 82 h 173"/>
                              <a:gd name="T110" fmla="*/ 317 w 317"/>
                              <a:gd name="T111" fmla="*/ 77 h 173"/>
                              <a:gd name="T112" fmla="*/ 313 w 317"/>
                              <a:gd name="T113" fmla="*/ 72 h 173"/>
                              <a:gd name="T114" fmla="*/ 317 w 317"/>
                              <a:gd name="T115" fmla="*/ 68 h 173"/>
                              <a:gd name="T116" fmla="*/ 317 w 317"/>
                              <a:gd name="T117" fmla="*/ 62 h 173"/>
                              <a:gd name="T118" fmla="*/ 313 w 317"/>
                              <a:gd name="T119" fmla="*/ 58 h 173"/>
                              <a:gd name="T120" fmla="*/ 317 w 317"/>
                              <a:gd name="T121" fmla="*/ 54 h 173"/>
                              <a:gd name="T122" fmla="*/ 317 w 317"/>
                              <a:gd name="T123" fmla="*/ 48 h 173"/>
                              <a:gd name="T124" fmla="*/ 313 w 317"/>
                              <a:gd name="T125" fmla="*/ 44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17" h="173">
                                <a:moveTo>
                                  <a:pt x="313" y="44"/>
                                </a:moveTo>
                                <a:cubicBezTo>
                                  <a:pt x="313" y="41"/>
                                  <a:pt x="315" y="39"/>
                                  <a:pt x="317" y="39"/>
                                </a:cubicBezTo>
                                <a:cubicBezTo>
                                  <a:pt x="317" y="34"/>
                                  <a:pt x="317" y="34"/>
                                  <a:pt x="317" y="34"/>
                                </a:cubicBezTo>
                                <a:cubicBezTo>
                                  <a:pt x="315" y="34"/>
                                  <a:pt x="313" y="32"/>
                                  <a:pt x="313" y="30"/>
                                </a:cubicBezTo>
                                <a:cubicBezTo>
                                  <a:pt x="313" y="27"/>
                                  <a:pt x="315" y="25"/>
                                  <a:pt x="317" y="25"/>
                                </a:cubicBezTo>
                                <a:cubicBezTo>
                                  <a:pt x="317" y="19"/>
                                  <a:pt x="317" y="19"/>
                                  <a:pt x="317" y="19"/>
                                </a:cubicBezTo>
                                <a:cubicBezTo>
                                  <a:pt x="307" y="19"/>
                                  <a:pt x="296" y="11"/>
                                  <a:pt x="296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2" y="11"/>
                                  <a:pt x="11" y="19"/>
                                  <a:pt x="0" y="19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2" y="25"/>
                                  <a:pt x="4" y="27"/>
                                  <a:pt x="4" y="30"/>
                                </a:cubicBezTo>
                                <a:cubicBezTo>
                                  <a:pt x="4" y="32"/>
                                  <a:pt x="2" y="34"/>
                                  <a:pt x="0" y="34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2" y="39"/>
                                  <a:pt x="4" y="41"/>
                                  <a:pt x="4" y="44"/>
                                </a:cubicBezTo>
                                <a:cubicBezTo>
                                  <a:pt x="4" y="46"/>
                                  <a:pt x="2" y="48"/>
                                  <a:pt x="0" y="48"/>
                                </a:cubicBezTo>
                                <a:cubicBezTo>
                                  <a:pt x="0" y="54"/>
                                  <a:pt x="0" y="54"/>
                                  <a:pt x="0" y="54"/>
                                </a:cubicBezTo>
                                <a:cubicBezTo>
                                  <a:pt x="2" y="54"/>
                                  <a:pt x="4" y="56"/>
                                  <a:pt x="4" y="58"/>
                                </a:cubicBezTo>
                                <a:cubicBezTo>
                                  <a:pt x="4" y="60"/>
                                  <a:pt x="2" y="62"/>
                                  <a:pt x="0" y="62"/>
                                </a:cubicBezTo>
                                <a:cubicBezTo>
                                  <a:pt x="0" y="68"/>
                                  <a:pt x="0" y="68"/>
                                  <a:pt x="0" y="68"/>
                                </a:cubicBezTo>
                                <a:cubicBezTo>
                                  <a:pt x="2" y="68"/>
                                  <a:pt x="4" y="70"/>
                                  <a:pt x="4" y="72"/>
                                </a:cubicBezTo>
                                <a:cubicBezTo>
                                  <a:pt x="4" y="75"/>
                                  <a:pt x="2" y="77"/>
                                  <a:pt x="0" y="77"/>
                                </a:cubicBezTo>
                                <a:cubicBezTo>
                                  <a:pt x="0" y="82"/>
                                  <a:pt x="0" y="82"/>
                                  <a:pt x="0" y="82"/>
                                </a:cubicBezTo>
                                <a:cubicBezTo>
                                  <a:pt x="2" y="82"/>
                                  <a:pt x="4" y="84"/>
                                  <a:pt x="4" y="87"/>
                                </a:cubicBezTo>
                                <a:cubicBezTo>
                                  <a:pt x="4" y="89"/>
                                  <a:pt x="2" y="91"/>
                                  <a:pt x="0" y="91"/>
                                </a:cubicBezTo>
                                <a:cubicBezTo>
                                  <a:pt x="0" y="96"/>
                                  <a:pt x="0" y="96"/>
                                  <a:pt x="0" y="96"/>
                                </a:cubicBezTo>
                                <a:cubicBezTo>
                                  <a:pt x="2" y="96"/>
                                  <a:pt x="4" y="98"/>
                                  <a:pt x="4" y="101"/>
                                </a:cubicBezTo>
                                <a:cubicBezTo>
                                  <a:pt x="4" y="103"/>
                                  <a:pt x="2" y="105"/>
                                  <a:pt x="0" y="105"/>
                                </a:cubicBezTo>
                                <a:cubicBezTo>
                                  <a:pt x="0" y="111"/>
                                  <a:pt x="0" y="111"/>
                                  <a:pt x="0" y="111"/>
                                </a:cubicBezTo>
                                <a:cubicBezTo>
                                  <a:pt x="2" y="111"/>
                                  <a:pt x="4" y="113"/>
                                  <a:pt x="4" y="115"/>
                                </a:cubicBezTo>
                                <a:cubicBezTo>
                                  <a:pt x="4" y="117"/>
                                  <a:pt x="2" y="119"/>
                                  <a:pt x="0" y="119"/>
                                </a:cubicBezTo>
                                <a:cubicBezTo>
                                  <a:pt x="0" y="125"/>
                                  <a:pt x="0" y="125"/>
                                  <a:pt x="0" y="125"/>
                                </a:cubicBezTo>
                                <a:cubicBezTo>
                                  <a:pt x="2" y="125"/>
                                  <a:pt x="4" y="127"/>
                                  <a:pt x="4" y="129"/>
                                </a:cubicBezTo>
                                <a:cubicBezTo>
                                  <a:pt x="4" y="132"/>
                                  <a:pt x="2" y="134"/>
                                  <a:pt x="0" y="134"/>
                                </a:cubicBezTo>
                                <a:cubicBezTo>
                                  <a:pt x="0" y="139"/>
                                  <a:pt x="0" y="139"/>
                                  <a:pt x="0" y="139"/>
                                </a:cubicBezTo>
                                <a:cubicBezTo>
                                  <a:pt x="2" y="139"/>
                                  <a:pt x="4" y="141"/>
                                  <a:pt x="4" y="144"/>
                                </a:cubicBezTo>
                                <a:cubicBezTo>
                                  <a:pt x="4" y="146"/>
                                  <a:pt x="2" y="148"/>
                                  <a:pt x="0" y="148"/>
                                </a:cubicBezTo>
                                <a:cubicBezTo>
                                  <a:pt x="0" y="154"/>
                                  <a:pt x="0" y="154"/>
                                  <a:pt x="0" y="154"/>
                                </a:cubicBezTo>
                                <a:cubicBezTo>
                                  <a:pt x="11" y="154"/>
                                  <a:pt x="22" y="162"/>
                                  <a:pt x="22" y="173"/>
                                </a:cubicBezTo>
                                <a:cubicBezTo>
                                  <a:pt x="296" y="173"/>
                                  <a:pt x="296" y="173"/>
                                  <a:pt x="296" y="173"/>
                                </a:cubicBezTo>
                                <a:cubicBezTo>
                                  <a:pt x="296" y="162"/>
                                  <a:pt x="307" y="154"/>
                                  <a:pt x="317" y="154"/>
                                </a:cubicBezTo>
                                <a:cubicBezTo>
                                  <a:pt x="317" y="148"/>
                                  <a:pt x="317" y="148"/>
                                  <a:pt x="317" y="148"/>
                                </a:cubicBezTo>
                                <a:cubicBezTo>
                                  <a:pt x="315" y="148"/>
                                  <a:pt x="313" y="146"/>
                                  <a:pt x="313" y="144"/>
                                </a:cubicBezTo>
                                <a:cubicBezTo>
                                  <a:pt x="313" y="141"/>
                                  <a:pt x="315" y="139"/>
                                  <a:pt x="317" y="139"/>
                                </a:cubicBezTo>
                                <a:cubicBezTo>
                                  <a:pt x="317" y="134"/>
                                  <a:pt x="317" y="134"/>
                                  <a:pt x="317" y="134"/>
                                </a:cubicBezTo>
                                <a:cubicBezTo>
                                  <a:pt x="315" y="134"/>
                                  <a:pt x="313" y="132"/>
                                  <a:pt x="313" y="129"/>
                                </a:cubicBezTo>
                                <a:cubicBezTo>
                                  <a:pt x="313" y="127"/>
                                  <a:pt x="315" y="125"/>
                                  <a:pt x="317" y="125"/>
                                </a:cubicBezTo>
                                <a:cubicBezTo>
                                  <a:pt x="317" y="119"/>
                                  <a:pt x="317" y="119"/>
                                  <a:pt x="317" y="119"/>
                                </a:cubicBezTo>
                                <a:cubicBezTo>
                                  <a:pt x="315" y="119"/>
                                  <a:pt x="313" y="117"/>
                                  <a:pt x="313" y="115"/>
                                </a:cubicBezTo>
                                <a:cubicBezTo>
                                  <a:pt x="313" y="113"/>
                                  <a:pt x="315" y="111"/>
                                  <a:pt x="317" y="111"/>
                                </a:cubicBezTo>
                                <a:cubicBezTo>
                                  <a:pt x="317" y="105"/>
                                  <a:pt x="317" y="105"/>
                                  <a:pt x="317" y="105"/>
                                </a:cubicBezTo>
                                <a:cubicBezTo>
                                  <a:pt x="315" y="105"/>
                                  <a:pt x="313" y="103"/>
                                  <a:pt x="313" y="101"/>
                                </a:cubicBezTo>
                                <a:cubicBezTo>
                                  <a:pt x="313" y="98"/>
                                  <a:pt x="315" y="96"/>
                                  <a:pt x="317" y="96"/>
                                </a:cubicBezTo>
                                <a:cubicBezTo>
                                  <a:pt x="317" y="91"/>
                                  <a:pt x="317" y="91"/>
                                  <a:pt x="317" y="91"/>
                                </a:cubicBezTo>
                                <a:cubicBezTo>
                                  <a:pt x="315" y="91"/>
                                  <a:pt x="313" y="89"/>
                                  <a:pt x="313" y="87"/>
                                </a:cubicBezTo>
                                <a:cubicBezTo>
                                  <a:pt x="313" y="84"/>
                                  <a:pt x="315" y="82"/>
                                  <a:pt x="317" y="82"/>
                                </a:cubicBezTo>
                                <a:cubicBezTo>
                                  <a:pt x="317" y="77"/>
                                  <a:pt x="317" y="77"/>
                                  <a:pt x="317" y="77"/>
                                </a:cubicBezTo>
                                <a:cubicBezTo>
                                  <a:pt x="315" y="77"/>
                                  <a:pt x="313" y="75"/>
                                  <a:pt x="313" y="72"/>
                                </a:cubicBezTo>
                                <a:cubicBezTo>
                                  <a:pt x="313" y="70"/>
                                  <a:pt x="315" y="68"/>
                                  <a:pt x="317" y="68"/>
                                </a:cubicBezTo>
                                <a:cubicBezTo>
                                  <a:pt x="317" y="62"/>
                                  <a:pt x="317" y="62"/>
                                  <a:pt x="317" y="62"/>
                                </a:cubicBezTo>
                                <a:cubicBezTo>
                                  <a:pt x="315" y="62"/>
                                  <a:pt x="313" y="60"/>
                                  <a:pt x="313" y="58"/>
                                </a:cubicBezTo>
                                <a:cubicBezTo>
                                  <a:pt x="313" y="56"/>
                                  <a:pt x="315" y="54"/>
                                  <a:pt x="317" y="54"/>
                                </a:cubicBezTo>
                                <a:cubicBezTo>
                                  <a:pt x="317" y="48"/>
                                  <a:pt x="317" y="48"/>
                                  <a:pt x="317" y="48"/>
                                </a:cubicBezTo>
                                <a:cubicBezTo>
                                  <a:pt x="315" y="48"/>
                                  <a:pt x="313" y="46"/>
                                  <a:pt x="313" y="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3217032" y="5489484"/>
                            <a:ext cx="3014331" cy="1645920"/>
                          </a:xfrm>
                          <a:custGeom>
                            <a:avLst/>
                            <a:gdLst>
                              <a:gd name="T0" fmla="*/ 313 w 317"/>
                              <a:gd name="T1" fmla="*/ 44 h 173"/>
                              <a:gd name="T2" fmla="*/ 317 w 317"/>
                              <a:gd name="T3" fmla="*/ 39 h 173"/>
                              <a:gd name="T4" fmla="*/ 317 w 317"/>
                              <a:gd name="T5" fmla="*/ 34 h 173"/>
                              <a:gd name="T6" fmla="*/ 313 w 317"/>
                              <a:gd name="T7" fmla="*/ 30 h 173"/>
                              <a:gd name="T8" fmla="*/ 317 w 317"/>
                              <a:gd name="T9" fmla="*/ 25 h 173"/>
                              <a:gd name="T10" fmla="*/ 317 w 317"/>
                              <a:gd name="T11" fmla="*/ 19 h 173"/>
                              <a:gd name="T12" fmla="*/ 296 w 317"/>
                              <a:gd name="T13" fmla="*/ 0 h 173"/>
                              <a:gd name="T14" fmla="*/ 22 w 317"/>
                              <a:gd name="T15" fmla="*/ 0 h 173"/>
                              <a:gd name="T16" fmla="*/ 0 w 317"/>
                              <a:gd name="T17" fmla="*/ 19 h 173"/>
                              <a:gd name="T18" fmla="*/ 0 w 317"/>
                              <a:gd name="T19" fmla="*/ 25 h 173"/>
                              <a:gd name="T20" fmla="*/ 4 w 317"/>
                              <a:gd name="T21" fmla="*/ 30 h 173"/>
                              <a:gd name="T22" fmla="*/ 0 w 317"/>
                              <a:gd name="T23" fmla="*/ 34 h 173"/>
                              <a:gd name="T24" fmla="*/ 0 w 317"/>
                              <a:gd name="T25" fmla="*/ 39 h 173"/>
                              <a:gd name="T26" fmla="*/ 4 w 317"/>
                              <a:gd name="T27" fmla="*/ 44 h 173"/>
                              <a:gd name="T28" fmla="*/ 0 w 317"/>
                              <a:gd name="T29" fmla="*/ 48 h 173"/>
                              <a:gd name="T30" fmla="*/ 0 w 317"/>
                              <a:gd name="T31" fmla="*/ 54 h 173"/>
                              <a:gd name="T32" fmla="*/ 4 w 317"/>
                              <a:gd name="T33" fmla="*/ 58 h 173"/>
                              <a:gd name="T34" fmla="*/ 0 w 317"/>
                              <a:gd name="T35" fmla="*/ 62 h 173"/>
                              <a:gd name="T36" fmla="*/ 0 w 317"/>
                              <a:gd name="T37" fmla="*/ 68 h 173"/>
                              <a:gd name="T38" fmla="*/ 4 w 317"/>
                              <a:gd name="T39" fmla="*/ 72 h 173"/>
                              <a:gd name="T40" fmla="*/ 0 w 317"/>
                              <a:gd name="T41" fmla="*/ 77 h 173"/>
                              <a:gd name="T42" fmla="*/ 0 w 317"/>
                              <a:gd name="T43" fmla="*/ 82 h 173"/>
                              <a:gd name="T44" fmla="*/ 4 w 317"/>
                              <a:gd name="T45" fmla="*/ 87 h 173"/>
                              <a:gd name="T46" fmla="*/ 0 w 317"/>
                              <a:gd name="T47" fmla="*/ 91 h 173"/>
                              <a:gd name="T48" fmla="*/ 0 w 317"/>
                              <a:gd name="T49" fmla="*/ 96 h 173"/>
                              <a:gd name="T50" fmla="*/ 4 w 317"/>
                              <a:gd name="T51" fmla="*/ 101 h 173"/>
                              <a:gd name="T52" fmla="*/ 0 w 317"/>
                              <a:gd name="T53" fmla="*/ 105 h 173"/>
                              <a:gd name="T54" fmla="*/ 0 w 317"/>
                              <a:gd name="T55" fmla="*/ 111 h 173"/>
                              <a:gd name="T56" fmla="*/ 4 w 317"/>
                              <a:gd name="T57" fmla="*/ 115 h 173"/>
                              <a:gd name="T58" fmla="*/ 0 w 317"/>
                              <a:gd name="T59" fmla="*/ 119 h 173"/>
                              <a:gd name="T60" fmla="*/ 0 w 317"/>
                              <a:gd name="T61" fmla="*/ 125 h 173"/>
                              <a:gd name="T62" fmla="*/ 4 w 317"/>
                              <a:gd name="T63" fmla="*/ 129 h 173"/>
                              <a:gd name="T64" fmla="*/ 0 w 317"/>
                              <a:gd name="T65" fmla="*/ 134 h 173"/>
                              <a:gd name="T66" fmla="*/ 0 w 317"/>
                              <a:gd name="T67" fmla="*/ 139 h 173"/>
                              <a:gd name="T68" fmla="*/ 4 w 317"/>
                              <a:gd name="T69" fmla="*/ 144 h 173"/>
                              <a:gd name="T70" fmla="*/ 0 w 317"/>
                              <a:gd name="T71" fmla="*/ 148 h 173"/>
                              <a:gd name="T72" fmla="*/ 0 w 317"/>
                              <a:gd name="T73" fmla="*/ 154 h 173"/>
                              <a:gd name="T74" fmla="*/ 22 w 317"/>
                              <a:gd name="T75" fmla="*/ 173 h 173"/>
                              <a:gd name="T76" fmla="*/ 296 w 317"/>
                              <a:gd name="T77" fmla="*/ 173 h 173"/>
                              <a:gd name="T78" fmla="*/ 317 w 317"/>
                              <a:gd name="T79" fmla="*/ 154 h 173"/>
                              <a:gd name="T80" fmla="*/ 317 w 317"/>
                              <a:gd name="T81" fmla="*/ 148 h 173"/>
                              <a:gd name="T82" fmla="*/ 313 w 317"/>
                              <a:gd name="T83" fmla="*/ 144 h 173"/>
                              <a:gd name="T84" fmla="*/ 317 w 317"/>
                              <a:gd name="T85" fmla="*/ 139 h 173"/>
                              <a:gd name="T86" fmla="*/ 317 w 317"/>
                              <a:gd name="T87" fmla="*/ 134 h 173"/>
                              <a:gd name="T88" fmla="*/ 313 w 317"/>
                              <a:gd name="T89" fmla="*/ 129 h 173"/>
                              <a:gd name="T90" fmla="*/ 317 w 317"/>
                              <a:gd name="T91" fmla="*/ 125 h 173"/>
                              <a:gd name="T92" fmla="*/ 317 w 317"/>
                              <a:gd name="T93" fmla="*/ 119 h 173"/>
                              <a:gd name="T94" fmla="*/ 313 w 317"/>
                              <a:gd name="T95" fmla="*/ 115 h 173"/>
                              <a:gd name="T96" fmla="*/ 317 w 317"/>
                              <a:gd name="T97" fmla="*/ 111 h 173"/>
                              <a:gd name="T98" fmla="*/ 317 w 317"/>
                              <a:gd name="T99" fmla="*/ 105 h 173"/>
                              <a:gd name="T100" fmla="*/ 313 w 317"/>
                              <a:gd name="T101" fmla="*/ 101 h 173"/>
                              <a:gd name="T102" fmla="*/ 317 w 317"/>
                              <a:gd name="T103" fmla="*/ 96 h 173"/>
                              <a:gd name="T104" fmla="*/ 317 w 317"/>
                              <a:gd name="T105" fmla="*/ 91 h 173"/>
                              <a:gd name="T106" fmla="*/ 313 w 317"/>
                              <a:gd name="T107" fmla="*/ 87 h 173"/>
                              <a:gd name="T108" fmla="*/ 317 w 317"/>
                              <a:gd name="T109" fmla="*/ 82 h 173"/>
                              <a:gd name="T110" fmla="*/ 317 w 317"/>
                              <a:gd name="T111" fmla="*/ 77 h 173"/>
                              <a:gd name="T112" fmla="*/ 313 w 317"/>
                              <a:gd name="T113" fmla="*/ 72 h 173"/>
                              <a:gd name="T114" fmla="*/ 317 w 317"/>
                              <a:gd name="T115" fmla="*/ 68 h 173"/>
                              <a:gd name="T116" fmla="*/ 317 w 317"/>
                              <a:gd name="T117" fmla="*/ 62 h 173"/>
                              <a:gd name="T118" fmla="*/ 313 w 317"/>
                              <a:gd name="T119" fmla="*/ 58 h 173"/>
                              <a:gd name="T120" fmla="*/ 317 w 317"/>
                              <a:gd name="T121" fmla="*/ 54 h 173"/>
                              <a:gd name="T122" fmla="*/ 317 w 317"/>
                              <a:gd name="T123" fmla="*/ 48 h 173"/>
                              <a:gd name="T124" fmla="*/ 313 w 317"/>
                              <a:gd name="T125" fmla="*/ 44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17" h="173">
                                <a:moveTo>
                                  <a:pt x="313" y="44"/>
                                </a:moveTo>
                                <a:cubicBezTo>
                                  <a:pt x="313" y="41"/>
                                  <a:pt x="315" y="39"/>
                                  <a:pt x="317" y="39"/>
                                </a:cubicBezTo>
                                <a:cubicBezTo>
                                  <a:pt x="317" y="34"/>
                                  <a:pt x="317" y="34"/>
                                  <a:pt x="317" y="34"/>
                                </a:cubicBezTo>
                                <a:cubicBezTo>
                                  <a:pt x="315" y="34"/>
                                  <a:pt x="313" y="32"/>
                                  <a:pt x="313" y="30"/>
                                </a:cubicBezTo>
                                <a:cubicBezTo>
                                  <a:pt x="313" y="27"/>
                                  <a:pt x="315" y="25"/>
                                  <a:pt x="317" y="25"/>
                                </a:cubicBezTo>
                                <a:cubicBezTo>
                                  <a:pt x="317" y="19"/>
                                  <a:pt x="317" y="19"/>
                                  <a:pt x="317" y="19"/>
                                </a:cubicBezTo>
                                <a:cubicBezTo>
                                  <a:pt x="307" y="19"/>
                                  <a:pt x="296" y="11"/>
                                  <a:pt x="296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2" y="11"/>
                                  <a:pt x="11" y="19"/>
                                  <a:pt x="0" y="19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2" y="25"/>
                                  <a:pt x="4" y="27"/>
                                  <a:pt x="4" y="30"/>
                                </a:cubicBezTo>
                                <a:cubicBezTo>
                                  <a:pt x="4" y="32"/>
                                  <a:pt x="2" y="34"/>
                                  <a:pt x="0" y="34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2" y="39"/>
                                  <a:pt x="4" y="41"/>
                                  <a:pt x="4" y="44"/>
                                </a:cubicBezTo>
                                <a:cubicBezTo>
                                  <a:pt x="4" y="46"/>
                                  <a:pt x="2" y="48"/>
                                  <a:pt x="0" y="48"/>
                                </a:cubicBezTo>
                                <a:cubicBezTo>
                                  <a:pt x="0" y="54"/>
                                  <a:pt x="0" y="54"/>
                                  <a:pt x="0" y="54"/>
                                </a:cubicBezTo>
                                <a:cubicBezTo>
                                  <a:pt x="2" y="54"/>
                                  <a:pt x="4" y="56"/>
                                  <a:pt x="4" y="58"/>
                                </a:cubicBezTo>
                                <a:cubicBezTo>
                                  <a:pt x="4" y="60"/>
                                  <a:pt x="2" y="62"/>
                                  <a:pt x="0" y="62"/>
                                </a:cubicBezTo>
                                <a:cubicBezTo>
                                  <a:pt x="0" y="68"/>
                                  <a:pt x="0" y="68"/>
                                  <a:pt x="0" y="68"/>
                                </a:cubicBezTo>
                                <a:cubicBezTo>
                                  <a:pt x="2" y="68"/>
                                  <a:pt x="4" y="70"/>
                                  <a:pt x="4" y="72"/>
                                </a:cubicBezTo>
                                <a:cubicBezTo>
                                  <a:pt x="4" y="75"/>
                                  <a:pt x="2" y="77"/>
                                  <a:pt x="0" y="77"/>
                                </a:cubicBezTo>
                                <a:cubicBezTo>
                                  <a:pt x="0" y="82"/>
                                  <a:pt x="0" y="82"/>
                                  <a:pt x="0" y="82"/>
                                </a:cubicBezTo>
                                <a:cubicBezTo>
                                  <a:pt x="2" y="82"/>
                                  <a:pt x="4" y="84"/>
                                  <a:pt x="4" y="87"/>
                                </a:cubicBezTo>
                                <a:cubicBezTo>
                                  <a:pt x="4" y="89"/>
                                  <a:pt x="2" y="91"/>
                                  <a:pt x="0" y="91"/>
                                </a:cubicBezTo>
                                <a:cubicBezTo>
                                  <a:pt x="0" y="96"/>
                                  <a:pt x="0" y="96"/>
                                  <a:pt x="0" y="96"/>
                                </a:cubicBezTo>
                                <a:cubicBezTo>
                                  <a:pt x="2" y="96"/>
                                  <a:pt x="4" y="98"/>
                                  <a:pt x="4" y="101"/>
                                </a:cubicBezTo>
                                <a:cubicBezTo>
                                  <a:pt x="4" y="103"/>
                                  <a:pt x="2" y="105"/>
                                  <a:pt x="0" y="105"/>
                                </a:cubicBezTo>
                                <a:cubicBezTo>
                                  <a:pt x="0" y="111"/>
                                  <a:pt x="0" y="111"/>
                                  <a:pt x="0" y="111"/>
                                </a:cubicBezTo>
                                <a:cubicBezTo>
                                  <a:pt x="2" y="111"/>
                                  <a:pt x="4" y="113"/>
                                  <a:pt x="4" y="115"/>
                                </a:cubicBezTo>
                                <a:cubicBezTo>
                                  <a:pt x="4" y="117"/>
                                  <a:pt x="2" y="119"/>
                                  <a:pt x="0" y="119"/>
                                </a:cubicBezTo>
                                <a:cubicBezTo>
                                  <a:pt x="0" y="125"/>
                                  <a:pt x="0" y="125"/>
                                  <a:pt x="0" y="125"/>
                                </a:cubicBezTo>
                                <a:cubicBezTo>
                                  <a:pt x="2" y="125"/>
                                  <a:pt x="4" y="127"/>
                                  <a:pt x="4" y="129"/>
                                </a:cubicBezTo>
                                <a:cubicBezTo>
                                  <a:pt x="4" y="132"/>
                                  <a:pt x="2" y="134"/>
                                  <a:pt x="0" y="134"/>
                                </a:cubicBezTo>
                                <a:cubicBezTo>
                                  <a:pt x="0" y="139"/>
                                  <a:pt x="0" y="139"/>
                                  <a:pt x="0" y="139"/>
                                </a:cubicBezTo>
                                <a:cubicBezTo>
                                  <a:pt x="2" y="139"/>
                                  <a:pt x="4" y="141"/>
                                  <a:pt x="4" y="144"/>
                                </a:cubicBezTo>
                                <a:cubicBezTo>
                                  <a:pt x="4" y="146"/>
                                  <a:pt x="2" y="148"/>
                                  <a:pt x="0" y="148"/>
                                </a:cubicBezTo>
                                <a:cubicBezTo>
                                  <a:pt x="0" y="154"/>
                                  <a:pt x="0" y="154"/>
                                  <a:pt x="0" y="154"/>
                                </a:cubicBezTo>
                                <a:cubicBezTo>
                                  <a:pt x="11" y="154"/>
                                  <a:pt x="22" y="162"/>
                                  <a:pt x="22" y="173"/>
                                </a:cubicBezTo>
                                <a:cubicBezTo>
                                  <a:pt x="296" y="173"/>
                                  <a:pt x="296" y="173"/>
                                  <a:pt x="296" y="173"/>
                                </a:cubicBezTo>
                                <a:cubicBezTo>
                                  <a:pt x="296" y="162"/>
                                  <a:pt x="307" y="154"/>
                                  <a:pt x="317" y="154"/>
                                </a:cubicBezTo>
                                <a:cubicBezTo>
                                  <a:pt x="317" y="148"/>
                                  <a:pt x="317" y="148"/>
                                  <a:pt x="317" y="148"/>
                                </a:cubicBezTo>
                                <a:cubicBezTo>
                                  <a:pt x="315" y="148"/>
                                  <a:pt x="313" y="146"/>
                                  <a:pt x="313" y="144"/>
                                </a:cubicBezTo>
                                <a:cubicBezTo>
                                  <a:pt x="313" y="141"/>
                                  <a:pt x="315" y="139"/>
                                  <a:pt x="317" y="139"/>
                                </a:cubicBezTo>
                                <a:cubicBezTo>
                                  <a:pt x="317" y="134"/>
                                  <a:pt x="317" y="134"/>
                                  <a:pt x="317" y="134"/>
                                </a:cubicBezTo>
                                <a:cubicBezTo>
                                  <a:pt x="315" y="134"/>
                                  <a:pt x="313" y="132"/>
                                  <a:pt x="313" y="129"/>
                                </a:cubicBezTo>
                                <a:cubicBezTo>
                                  <a:pt x="313" y="127"/>
                                  <a:pt x="315" y="125"/>
                                  <a:pt x="317" y="125"/>
                                </a:cubicBezTo>
                                <a:cubicBezTo>
                                  <a:pt x="317" y="119"/>
                                  <a:pt x="317" y="119"/>
                                  <a:pt x="317" y="119"/>
                                </a:cubicBezTo>
                                <a:cubicBezTo>
                                  <a:pt x="315" y="119"/>
                                  <a:pt x="313" y="117"/>
                                  <a:pt x="313" y="115"/>
                                </a:cubicBezTo>
                                <a:cubicBezTo>
                                  <a:pt x="313" y="113"/>
                                  <a:pt x="315" y="111"/>
                                  <a:pt x="317" y="111"/>
                                </a:cubicBezTo>
                                <a:cubicBezTo>
                                  <a:pt x="317" y="105"/>
                                  <a:pt x="317" y="105"/>
                                  <a:pt x="317" y="105"/>
                                </a:cubicBezTo>
                                <a:cubicBezTo>
                                  <a:pt x="315" y="105"/>
                                  <a:pt x="313" y="103"/>
                                  <a:pt x="313" y="101"/>
                                </a:cubicBezTo>
                                <a:cubicBezTo>
                                  <a:pt x="313" y="98"/>
                                  <a:pt x="315" y="96"/>
                                  <a:pt x="317" y="96"/>
                                </a:cubicBezTo>
                                <a:cubicBezTo>
                                  <a:pt x="317" y="91"/>
                                  <a:pt x="317" y="91"/>
                                  <a:pt x="317" y="91"/>
                                </a:cubicBezTo>
                                <a:cubicBezTo>
                                  <a:pt x="315" y="91"/>
                                  <a:pt x="313" y="89"/>
                                  <a:pt x="313" y="87"/>
                                </a:cubicBezTo>
                                <a:cubicBezTo>
                                  <a:pt x="313" y="84"/>
                                  <a:pt x="315" y="82"/>
                                  <a:pt x="317" y="82"/>
                                </a:cubicBezTo>
                                <a:cubicBezTo>
                                  <a:pt x="317" y="77"/>
                                  <a:pt x="317" y="77"/>
                                  <a:pt x="317" y="77"/>
                                </a:cubicBezTo>
                                <a:cubicBezTo>
                                  <a:pt x="315" y="77"/>
                                  <a:pt x="313" y="75"/>
                                  <a:pt x="313" y="72"/>
                                </a:cubicBezTo>
                                <a:cubicBezTo>
                                  <a:pt x="313" y="70"/>
                                  <a:pt x="315" y="68"/>
                                  <a:pt x="317" y="68"/>
                                </a:cubicBezTo>
                                <a:cubicBezTo>
                                  <a:pt x="317" y="62"/>
                                  <a:pt x="317" y="62"/>
                                  <a:pt x="317" y="62"/>
                                </a:cubicBezTo>
                                <a:cubicBezTo>
                                  <a:pt x="315" y="62"/>
                                  <a:pt x="313" y="60"/>
                                  <a:pt x="313" y="58"/>
                                </a:cubicBezTo>
                                <a:cubicBezTo>
                                  <a:pt x="313" y="56"/>
                                  <a:pt x="315" y="54"/>
                                  <a:pt x="317" y="54"/>
                                </a:cubicBezTo>
                                <a:cubicBezTo>
                                  <a:pt x="317" y="48"/>
                                  <a:pt x="317" y="48"/>
                                  <a:pt x="317" y="48"/>
                                </a:cubicBezTo>
                                <a:cubicBezTo>
                                  <a:pt x="315" y="48"/>
                                  <a:pt x="313" y="46"/>
                                  <a:pt x="313" y="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3217031" y="7319314"/>
                            <a:ext cx="3014331" cy="1645920"/>
                          </a:xfrm>
                          <a:custGeom>
                            <a:avLst/>
                            <a:gdLst>
                              <a:gd name="T0" fmla="*/ 313 w 317"/>
                              <a:gd name="T1" fmla="*/ 44 h 173"/>
                              <a:gd name="T2" fmla="*/ 317 w 317"/>
                              <a:gd name="T3" fmla="*/ 39 h 173"/>
                              <a:gd name="T4" fmla="*/ 317 w 317"/>
                              <a:gd name="T5" fmla="*/ 34 h 173"/>
                              <a:gd name="T6" fmla="*/ 313 w 317"/>
                              <a:gd name="T7" fmla="*/ 30 h 173"/>
                              <a:gd name="T8" fmla="*/ 317 w 317"/>
                              <a:gd name="T9" fmla="*/ 25 h 173"/>
                              <a:gd name="T10" fmla="*/ 317 w 317"/>
                              <a:gd name="T11" fmla="*/ 19 h 173"/>
                              <a:gd name="T12" fmla="*/ 296 w 317"/>
                              <a:gd name="T13" fmla="*/ 0 h 173"/>
                              <a:gd name="T14" fmla="*/ 22 w 317"/>
                              <a:gd name="T15" fmla="*/ 0 h 173"/>
                              <a:gd name="T16" fmla="*/ 0 w 317"/>
                              <a:gd name="T17" fmla="*/ 19 h 173"/>
                              <a:gd name="T18" fmla="*/ 0 w 317"/>
                              <a:gd name="T19" fmla="*/ 25 h 173"/>
                              <a:gd name="T20" fmla="*/ 4 w 317"/>
                              <a:gd name="T21" fmla="*/ 30 h 173"/>
                              <a:gd name="T22" fmla="*/ 0 w 317"/>
                              <a:gd name="T23" fmla="*/ 34 h 173"/>
                              <a:gd name="T24" fmla="*/ 0 w 317"/>
                              <a:gd name="T25" fmla="*/ 39 h 173"/>
                              <a:gd name="T26" fmla="*/ 4 w 317"/>
                              <a:gd name="T27" fmla="*/ 44 h 173"/>
                              <a:gd name="T28" fmla="*/ 0 w 317"/>
                              <a:gd name="T29" fmla="*/ 48 h 173"/>
                              <a:gd name="T30" fmla="*/ 0 w 317"/>
                              <a:gd name="T31" fmla="*/ 54 h 173"/>
                              <a:gd name="T32" fmla="*/ 4 w 317"/>
                              <a:gd name="T33" fmla="*/ 58 h 173"/>
                              <a:gd name="T34" fmla="*/ 0 w 317"/>
                              <a:gd name="T35" fmla="*/ 62 h 173"/>
                              <a:gd name="T36" fmla="*/ 0 w 317"/>
                              <a:gd name="T37" fmla="*/ 68 h 173"/>
                              <a:gd name="T38" fmla="*/ 4 w 317"/>
                              <a:gd name="T39" fmla="*/ 72 h 173"/>
                              <a:gd name="T40" fmla="*/ 0 w 317"/>
                              <a:gd name="T41" fmla="*/ 77 h 173"/>
                              <a:gd name="T42" fmla="*/ 0 w 317"/>
                              <a:gd name="T43" fmla="*/ 82 h 173"/>
                              <a:gd name="T44" fmla="*/ 4 w 317"/>
                              <a:gd name="T45" fmla="*/ 87 h 173"/>
                              <a:gd name="T46" fmla="*/ 0 w 317"/>
                              <a:gd name="T47" fmla="*/ 91 h 173"/>
                              <a:gd name="T48" fmla="*/ 0 w 317"/>
                              <a:gd name="T49" fmla="*/ 96 h 173"/>
                              <a:gd name="T50" fmla="*/ 4 w 317"/>
                              <a:gd name="T51" fmla="*/ 101 h 173"/>
                              <a:gd name="T52" fmla="*/ 0 w 317"/>
                              <a:gd name="T53" fmla="*/ 105 h 173"/>
                              <a:gd name="T54" fmla="*/ 0 w 317"/>
                              <a:gd name="T55" fmla="*/ 111 h 173"/>
                              <a:gd name="T56" fmla="*/ 4 w 317"/>
                              <a:gd name="T57" fmla="*/ 115 h 173"/>
                              <a:gd name="T58" fmla="*/ 0 w 317"/>
                              <a:gd name="T59" fmla="*/ 119 h 173"/>
                              <a:gd name="T60" fmla="*/ 0 w 317"/>
                              <a:gd name="T61" fmla="*/ 125 h 173"/>
                              <a:gd name="T62" fmla="*/ 4 w 317"/>
                              <a:gd name="T63" fmla="*/ 129 h 173"/>
                              <a:gd name="T64" fmla="*/ 0 w 317"/>
                              <a:gd name="T65" fmla="*/ 134 h 173"/>
                              <a:gd name="T66" fmla="*/ 0 w 317"/>
                              <a:gd name="T67" fmla="*/ 139 h 173"/>
                              <a:gd name="T68" fmla="*/ 4 w 317"/>
                              <a:gd name="T69" fmla="*/ 144 h 173"/>
                              <a:gd name="T70" fmla="*/ 0 w 317"/>
                              <a:gd name="T71" fmla="*/ 148 h 173"/>
                              <a:gd name="T72" fmla="*/ 0 w 317"/>
                              <a:gd name="T73" fmla="*/ 154 h 173"/>
                              <a:gd name="T74" fmla="*/ 22 w 317"/>
                              <a:gd name="T75" fmla="*/ 173 h 173"/>
                              <a:gd name="T76" fmla="*/ 296 w 317"/>
                              <a:gd name="T77" fmla="*/ 173 h 173"/>
                              <a:gd name="T78" fmla="*/ 317 w 317"/>
                              <a:gd name="T79" fmla="*/ 154 h 173"/>
                              <a:gd name="T80" fmla="*/ 317 w 317"/>
                              <a:gd name="T81" fmla="*/ 148 h 173"/>
                              <a:gd name="T82" fmla="*/ 313 w 317"/>
                              <a:gd name="T83" fmla="*/ 144 h 173"/>
                              <a:gd name="T84" fmla="*/ 317 w 317"/>
                              <a:gd name="T85" fmla="*/ 139 h 173"/>
                              <a:gd name="T86" fmla="*/ 317 w 317"/>
                              <a:gd name="T87" fmla="*/ 134 h 173"/>
                              <a:gd name="T88" fmla="*/ 313 w 317"/>
                              <a:gd name="T89" fmla="*/ 129 h 173"/>
                              <a:gd name="T90" fmla="*/ 317 w 317"/>
                              <a:gd name="T91" fmla="*/ 125 h 173"/>
                              <a:gd name="T92" fmla="*/ 317 w 317"/>
                              <a:gd name="T93" fmla="*/ 119 h 173"/>
                              <a:gd name="T94" fmla="*/ 313 w 317"/>
                              <a:gd name="T95" fmla="*/ 115 h 173"/>
                              <a:gd name="T96" fmla="*/ 317 w 317"/>
                              <a:gd name="T97" fmla="*/ 111 h 173"/>
                              <a:gd name="T98" fmla="*/ 317 w 317"/>
                              <a:gd name="T99" fmla="*/ 105 h 173"/>
                              <a:gd name="T100" fmla="*/ 313 w 317"/>
                              <a:gd name="T101" fmla="*/ 101 h 173"/>
                              <a:gd name="T102" fmla="*/ 317 w 317"/>
                              <a:gd name="T103" fmla="*/ 96 h 173"/>
                              <a:gd name="T104" fmla="*/ 317 w 317"/>
                              <a:gd name="T105" fmla="*/ 91 h 173"/>
                              <a:gd name="T106" fmla="*/ 313 w 317"/>
                              <a:gd name="T107" fmla="*/ 87 h 173"/>
                              <a:gd name="T108" fmla="*/ 317 w 317"/>
                              <a:gd name="T109" fmla="*/ 82 h 173"/>
                              <a:gd name="T110" fmla="*/ 317 w 317"/>
                              <a:gd name="T111" fmla="*/ 77 h 173"/>
                              <a:gd name="T112" fmla="*/ 313 w 317"/>
                              <a:gd name="T113" fmla="*/ 72 h 173"/>
                              <a:gd name="T114" fmla="*/ 317 w 317"/>
                              <a:gd name="T115" fmla="*/ 68 h 173"/>
                              <a:gd name="T116" fmla="*/ 317 w 317"/>
                              <a:gd name="T117" fmla="*/ 62 h 173"/>
                              <a:gd name="T118" fmla="*/ 313 w 317"/>
                              <a:gd name="T119" fmla="*/ 58 h 173"/>
                              <a:gd name="T120" fmla="*/ 317 w 317"/>
                              <a:gd name="T121" fmla="*/ 54 h 173"/>
                              <a:gd name="T122" fmla="*/ 317 w 317"/>
                              <a:gd name="T123" fmla="*/ 48 h 173"/>
                              <a:gd name="T124" fmla="*/ 313 w 317"/>
                              <a:gd name="T125" fmla="*/ 44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17" h="173">
                                <a:moveTo>
                                  <a:pt x="313" y="44"/>
                                </a:moveTo>
                                <a:cubicBezTo>
                                  <a:pt x="313" y="41"/>
                                  <a:pt x="315" y="39"/>
                                  <a:pt x="317" y="39"/>
                                </a:cubicBezTo>
                                <a:cubicBezTo>
                                  <a:pt x="317" y="34"/>
                                  <a:pt x="317" y="34"/>
                                  <a:pt x="317" y="34"/>
                                </a:cubicBezTo>
                                <a:cubicBezTo>
                                  <a:pt x="315" y="34"/>
                                  <a:pt x="313" y="32"/>
                                  <a:pt x="313" y="30"/>
                                </a:cubicBezTo>
                                <a:cubicBezTo>
                                  <a:pt x="313" y="27"/>
                                  <a:pt x="315" y="25"/>
                                  <a:pt x="317" y="25"/>
                                </a:cubicBezTo>
                                <a:cubicBezTo>
                                  <a:pt x="317" y="19"/>
                                  <a:pt x="317" y="19"/>
                                  <a:pt x="317" y="19"/>
                                </a:cubicBezTo>
                                <a:cubicBezTo>
                                  <a:pt x="307" y="19"/>
                                  <a:pt x="296" y="11"/>
                                  <a:pt x="296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2" y="11"/>
                                  <a:pt x="11" y="19"/>
                                  <a:pt x="0" y="19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2" y="25"/>
                                  <a:pt x="4" y="27"/>
                                  <a:pt x="4" y="30"/>
                                </a:cubicBezTo>
                                <a:cubicBezTo>
                                  <a:pt x="4" y="32"/>
                                  <a:pt x="2" y="34"/>
                                  <a:pt x="0" y="34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2" y="39"/>
                                  <a:pt x="4" y="41"/>
                                  <a:pt x="4" y="44"/>
                                </a:cubicBezTo>
                                <a:cubicBezTo>
                                  <a:pt x="4" y="46"/>
                                  <a:pt x="2" y="48"/>
                                  <a:pt x="0" y="48"/>
                                </a:cubicBezTo>
                                <a:cubicBezTo>
                                  <a:pt x="0" y="54"/>
                                  <a:pt x="0" y="54"/>
                                  <a:pt x="0" y="54"/>
                                </a:cubicBezTo>
                                <a:cubicBezTo>
                                  <a:pt x="2" y="54"/>
                                  <a:pt x="4" y="56"/>
                                  <a:pt x="4" y="58"/>
                                </a:cubicBezTo>
                                <a:cubicBezTo>
                                  <a:pt x="4" y="60"/>
                                  <a:pt x="2" y="62"/>
                                  <a:pt x="0" y="62"/>
                                </a:cubicBezTo>
                                <a:cubicBezTo>
                                  <a:pt x="0" y="68"/>
                                  <a:pt x="0" y="68"/>
                                  <a:pt x="0" y="68"/>
                                </a:cubicBezTo>
                                <a:cubicBezTo>
                                  <a:pt x="2" y="68"/>
                                  <a:pt x="4" y="70"/>
                                  <a:pt x="4" y="72"/>
                                </a:cubicBezTo>
                                <a:cubicBezTo>
                                  <a:pt x="4" y="75"/>
                                  <a:pt x="2" y="77"/>
                                  <a:pt x="0" y="77"/>
                                </a:cubicBezTo>
                                <a:cubicBezTo>
                                  <a:pt x="0" y="82"/>
                                  <a:pt x="0" y="82"/>
                                  <a:pt x="0" y="82"/>
                                </a:cubicBezTo>
                                <a:cubicBezTo>
                                  <a:pt x="2" y="82"/>
                                  <a:pt x="4" y="84"/>
                                  <a:pt x="4" y="87"/>
                                </a:cubicBezTo>
                                <a:cubicBezTo>
                                  <a:pt x="4" y="89"/>
                                  <a:pt x="2" y="91"/>
                                  <a:pt x="0" y="91"/>
                                </a:cubicBezTo>
                                <a:cubicBezTo>
                                  <a:pt x="0" y="96"/>
                                  <a:pt x="0" y="96"/>
                                  <a:pt x="0" y="96"/>
                                </a:cubicBezTo>
                                <a:cubicBezTo>
                                  <a:pt x="2" y="96"/>
                                  <a:pt x="4" y="98"/>
                                  <a:pt x="4" y="101"/>
                                </a:cubicBezTo>
                                <a:cubicBezTo>
                                  <a:pt x="4" y="103"/>
                                  <a:pt x="2" y="105"/>
                                  <a:pt x="0" y="105"/>
                                </a:cubicBezTo>
                                <a:cubicBezTo>
                                  <a:pt x="0" y="111"/>
                                  <a:pt x="0" y="111"/>
                                  <a:pt x="0" y="111"/>
                                </a:cubicBezTo>
                                <a:cubicBezTo>
                                  <a:pt x="2" y="111"/>
                                  <a:pt x="4" y="113"/>
                                  <a:pt x="4" y="115"/>
                                </a:cubicBezTo>
                                <a:cubicBezTo>
                                  <a:pt x="4" y="117"/>
                                  <a:pt x="2" y="119"/>
                                  <a:pt x="0" y="119"/>
                                </a:cubicBezTo>
                                <a:cubicBezTo>
                                  <a:pt x="0" y="125"/>
                                  <a:pt x="0" y="125"/>
                                  <a:pt x="0" y="125"/>
                                </a:cubicBezTo>
                                <a:cubicBezTo>
                                  <a:pt x="2" y="125"/>
                                  <a:pt x="4" y="127"/>
                                  <a:pt x="4" y="129"/>
                                </a:cubicBezTo>
                                <a:cubicBezTo>
                                  <a:pt x="4" y="132"/>
                                  <a:pt x="2" y="134"/>
                                  <a:pt x="0" y="134"/>
                                </a:cubicBezTo>
                                <a:cubicBezTo>
                                  <a:pt x="0" y="139"/>
                                  <a:pt x="0" y="139"/>
                                  <a:pt x="0" y="139"/>
                                </a:cubicBezTo>
                                <a:cubicBezTo>
                                  <a:pt x="2" y="139"/>
                                  <a:pt x="4" y="141"/>
                                  <a:pt x="4" y="144"/>
                                </a:cubicBezTo>
                                <a:cubicBezTo>
                                  <a:pt x="4" y="146"/>
                                  <a:pt x="2" y="148"/>
                                  <a:pt x="0" y="148"/>
                                </a:cubicBezTo>
                                <a:cubicBezTo>
                                  <a:pt x="0" y="154"/>
                                  <a:pt x="0" y="154"/>
                                  <a:pt x="0" y="154"/>
                                </a:cubicBezTo>
                                <a:cubicBezTo>
                                  <a:pt x="11" y="154"/>
                                  <a:pt x="22" y="162"/>
                                  <a:pt x="22" y="173"/>
                                </a:cubicBezTo>
                                <a:cubicBezTo>
                                  <a:pt x="296" y="173"/>
                                  <a:pt x="296" y="173"/>
                                  <a:pt x="296" y="173"/>
                                </a:cubicBezTo>
                                <a:cubicBezTo>
                                  <a:pt x="296" y="162"/>
                                  <a:pt x="307" y="154"/>
                                  <a:pt x="317" y="154"/>
                                </a:cubicBezTo>
                                <a:cubicBezTo>
                                  <a:pt x="317" y="148"/>
                                  <a:pt x="317" y="148"/>
                                  <a:pt x="317" y="148"/>
                                </a:cubicBezTo>
                                <a:cubicBezTo>
                                  <a:pt x="315" y="148"/>
                                  <a:pt x="313" y="146"/>
                                  <a:pt x="313" y="144"/>
                                </a:cubicBezTo>
                                <a:cubicBezTo>
                                  <a:pt x="313" y="141"/>
                                  <a:pt x="315" y="139"/>
                                  <a:pt x="317" y="139"/>
                                </a:cubicBezTo>
                                <a:cubicBezTo>
                                  <a:pt x="317" y="134"/>
                                  <a:pt x="317" y="134"/>
                                  <a:pt x="317" y="134"/>
                                </a:cubicBezTo>
                                <a:cubicBezTo>
                                  <a:pt x="315" y="134"/>
                                  <a:pt x="313" y="132"/>
                                  <a:pt x="313" y="129"/>
                                </a:cubicBezTo>
                                <a:cubicBezTo>
                                  <a:pt x="313" y="127"/>
                                  <a:pt x="315" y="125"/>
                                  <a:pt x="317" y="125"/>
                                </a:cubicBezTo>
                                <a:cubicBezTo>
                                  <a:pt x="317" y="119"/>
                                  <a:pt x="317" y="119"/>
                                  <a:pt x="317" y="119"/>
                                </a:cubicBezTo>
                                <a:cubicBezTo>
                                  <a:pt x="315" y="119"/>
                                  <a:pt x="313" y="117"/>
                                  <a:pt x="313" y="115"/>
                                </a:cubicBezTo>
                                <a:cubicBezTo>
                                  <a:pt x="313" y="113"/>
                                  <a:pt x="315" y="111"/>
                                  <a:pt x="317" y="111"/>
                                </a:cubicBezTo>
                                <a:cubicBezTo>
                                  <a:pt x="317" y="105"/>
                                  <a:pt x="317" y="105"/>
                                  <a:pt x="317" y="105"/>
                                </a:cubicBezTo>
                                <a:cubicBezTo>
                                  <a:pt x="315" y="105"/>
                                  <a:pt x="313" y="103"/>
                                  <a:pt x="313" y="101"/>
                                </a:cubicBezTo>
                                <a:cubicBezTo>
                                  <a:pt x="313" y="98"/>
                                  <a:pt x="315" y="96"/>
                                  <a:pt x="317" y="96"/>
                                </a:cubicBezTo>
                                <a:cubicBezTo>
                                  <a:pt x="317" y="91"/>
                                  <a:pt x="317" y="91"/>
                                  <a:pt x="317" y="91"/>
                                </a:cubicBezTo>
                                <a:cubicBezTo>
                                  <a:pt x="315" y="91"/>
                                  <a:pt x="313" y="89"/>
                                  <a:pt x="313" y="87"/>
                                </a:cubicBezTo>
                                <a:cubicBezTo>
                                  <a:pt x="313" y="84"/>
                                  <a:pt x="315" y="82"/>
                                  <a:pt x="317" y="82"/>
                                </a:cubicBezTo>
                                <a:cubicBezTo>
                                  <a:pt x="317" y="77"/>
                                  <a:pt x="317" y="77"/>
                                  <a:pt x="317" y="77"/>
                                </a:cubicBezTo>
                                <a:cubicBezTo>
                                  <a:pt x="315" y="77"/>
                                  <a:pt x="313" y="75"/>
                                  <a:pt x="313" y="72"/>
                                </a:cubicBezTo>
                                <a:cubicBezTo>
                                  <a:pt x="313" y="70"/>
                                  <a:pt x="315" y="68"/>
                                  <a:pt x="317" y="68"/>
                                </a:cubicBezTo>
                                <a:cubicBezTo>
                                  <a:pt x="317" y="62"/>
                                  <a:pt x="317" y="62"/>
                                  <a:pt x="317" y="62"/>
                                </a:cubicBezTo>
                                <a:cubicBezTo>
                                  <a:pt x="315" y="62"/>
                                  <a:pt x="313" y="60"/>
                                  <a:pt x="313" y="58"/>
                                </a:cubicBezTo>
                                <a:cubicBezTo>
                                  <a:pt x="313" y="56"/>
                                  <a:pt x="315" y="54"/>
                                  <a:pt x="317" y="54"/>
                                </a:cubicBezTo>
                                <a:cubicBezTo>
                                  <a:pt x="317" y="48"/>
                                  <a:pt x="317" y="48"/>
                                  <a:pt x="317" y="48"/>
                                </a:cubicBezTo>
                                <a:cubicBezTo>
                                  <a:pt x="315" y="48"/>
                                  <a:pt x="313" y="46"/>
                                  <a:pt x="313" y="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2" name="Group 12"/>
                        <wpg:cNvGrpSpPr/>
                        <wpg:grpSpPr>
                          <a:xfrm>
                            <a:off x="0" y="0"/>
                            <a:ext cx="3018606" cy="8969997"/>
                            <a:chOff x="0" y="0"/>
                            <a:chExt cx="3018606" cy="8969997"/>
                          </a:xfrm>
                        </wpg:grpSpPr>
                        <pic:pic xmlns:pic="http://schemas.openxmlformats.org/drawingml/2006/picture">
                          <pic:nvPicPr>
                            <pic:cNvPr id="19" name="Picture 1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018606" cy="1652196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0" name="Picture 2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1829450"/>
                              <a:ext cx="3018606" cy="1652196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1" name="Picture 2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3658900"/>
                              <a:ext cx="3018606" cy="1652196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2" name="Picture 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5488350"/>
                              <a:ext cx="3018606" cy="1652196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3" name="Picture 2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7317801"/>
                              <a:ext cx="3018606" cy="165219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13" name="Group 13"/>
                        <wpg:cNvGrpSpPr/>
                        <wpg:grpSpPr>
                          <a:xfrm>
                            <a:off x="3212759" y="0"/>
                            <a:ext cx="3018606" cy="8969997"/>
                            <a:chOff x="3212759" y="0"/>
                            <a:chExt cx="3018606" cy="8969997"/>
                          </a:xfrm>
                        </wpg:grpSpPr>
                        <pic:pic xmlns:pic="http://schemas.openxmlformats.org/drawingml/2006/picture">
                          <pic:nvPicPr>
                            <pic:cNvPr id="14" name="Picture 1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212759" y="0"/>
                              <a:ext cx="3018606" cy="1652196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" name="Pictur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212759" y="1829450"/>
                              <a:ext cx="3018606" cy="1652196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6" name="Picture 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212759" y="3658900"/>
                              <a:ext cx="3018606" cy="1652196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7" name="Picture 1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212759" y="5488350"/>
                              <a:ext cx="3018606" cy="1652196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8" name="Picture 1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212759" y="7317801"/>
                              <a:ext cx="3018606" cy="165219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222436" id="Group 34" o:spid="_x0000_s1026" alt="Ticket background art" style="position:absolute;margin-left:0;margin-top:0;width:491.05pt;height:706.3pt;z-index:-251657216;mso-position-horizontal:center;mso-position-horizontal-relative:page;mso-position-vertical:center;mso-position-vertical-relative:page;mso-width-relative:margin;mso-height-relative:margin" coordsize="62313,896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">
                <o:lock v:ext="edit" aspectratio="t"/>
                <v:shape id="Freeform 2" o:spid="_x0000_s1027" style="position:absolute;left:42;width:30144;height:16459;visibility:visible;mso-wrap-style:square;v-text-anchor:top" coordsize="317,1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2vZcUA&#10;AADaAAAADwAAAGRycy9kb3ducmV2LnhtbESPQWvCQBSE70L/w/KEXkQ31VIkdSOtIHjowaaFprfH&#10;7jMJyb4N2TXGf+8WCh6HmfmG2WxH24qBel87VvC0SEAQa2dqLhV8f+3naxA+IBtsHZOCK3nYZg+T&#10;DabGXfiThjyUIkLYp6igCqFLpfS6Iot+4Tri6J1cbzFE2ZfS9HiJcNvKZZK8SIs1x4UKO9pVpJv8&#10;bBUUv8/FanhPmuNhpvWHyY/n60+p1ON0fHsFEWgM9/B/+2AULOHvSrwBMr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fa9lxQAAANoAAAAPAAAAAAAAAAAAAAAAAJgCAABkcnMv&#10;ZG93bnJldi54bWxQSwUGAAAAAAQABAD1AAAAigMAAAAA&#10;" path="m313,44v,-3,2,-5,4,-5c317,34,317,34,317,34v-2,,-4,-2,-4,-4c313,27,315,25,317,25v,-6,,-6,,-6c307,19,296,11,296,,22,,22,,22,,22,11,11,19,,19v,6,,6,,6c2,25,4,27,4,30v,2,-2,4,-4,4c,39,,39,,39v2,,4,2,4,5c4,46,2,48,,48v,6,,6,,6c2,54,4,56,4,58v,2,-2,4,-4,4c,68,,68,,68v2,,4,2,4,4c4,75,2,77,,77v,5,,5,,5c2,82,4,84,4,87v,2,-2,4,-4,4c,96,,96,,96v2,,4,2,4,5c4,103,2,105,,105v,6,,6,,6c2,111,4,113,4,115v,2,-2,4,-4,4c,125,,125,,125v2,,4,2,4,4c4,132,2,134,,134v,5,,5,,5c2,139,4,141,4,144v,2,-2,4,-4,4c,154,,154,,154v11,,22,8,22,19c296,173,296,173,296,173v,-11,11,-19,21,-19c317,148,317,148,317,148v-2,,-4,-2,-4,-4c313,141,315,139,317,139v,-5,,-5,,-5c315,134,313,132,313,129v,-2,2,-4,4,-4c317,119,317,119,317,119v-2,,-4,-2,-4,-4c313,113,315,111,317,111v,-6,,-6,,-6c315,105,313,103,313,101v,-3,2,-5,4,-5c317,91,317,91,317,91v-2,,-4,-2,-4,-4c313,84,315,82,317,82v,-5,,-5,,-5c315,77,313,75,313,72v,-2,2,-4,4,-4c317,62,317,62,317,62v-2,,-4,-2,-4,-4c313,56,315,54,317,54v,-6,,-6,,-6c315,48,313,46,313,44xe" fillcolor="#563c56 [3204]" stroked="f">
                  <v:path arrowok="t" o:connecttype="custom" o:connectlocs="2976295,418615;3014331,371046;3014331,323476;2976295,285420;3014331,237850;3014331,180766;2814643,0;209196,0;0,180766;0,237850;38036,285420;0,323476;0,371046;38036,418615;0,456671;0,513755;38036,551811;0,589867;0,646951;38036,685007;0,732577;0,780147;38036,827717;0,865773;0,913343;38036,960913;0,998969;0,1056053;38036,1094109;0,1132165;0,1189249;38036,1227305;0,1274874;0,1322444;38036,1370014;0,1408070;0,1465154;209196,1645920;2814643,1645920;3014331,1465154;3014331,1408070;2976295,1370014;3014331,1322444;3014331,1274874;2976295,1227305;3014331,1189249;3014331,1132165;2976295,1094109;3014331,1056053;3014331,998969;2976295,960913;3014331,913343;3014331,865773;2976295,827717;3014331,780147;3014331,732577;2976295,685007;3014331,646951;3014331,589867;2976295,551811;3014331,513755;3014331,456671;2976295,418615" o:connectangles="0,0,0,0,0,0,0,0,0,0,0,0,0,0,0,0,0,0,0,0,0,0,0,0,0,0,0,0,0,0,0,0,0,0,0,0,0,0,0,0,0,0,0,0,0,0,0,0,0,0,0,0,0,0,0,0,0,0,0,0,0,0,0"/>
                  <o:lock v:ext="edit" aspectratio="t"/>
                </v:shape>
                <v:shape id="Freeform 3" o:spid="_x0000_s1028" style="position:absolute;left:42;top:18298;width:30144;height:16459;visibility:visible;mso-wrap-style:square;v-text-anchor:top" coordsize="317,1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EK/sUA&#10;AADaAAAADwAAAGRycy9kb3ducmV2LnhtbESPQWvCQBSE70L/w/IKXqRuqlJK6kZaQfDQg6aFprfH&#10;7msSzL4N2TWJ/74rCB6HmfmGWW9G24ieOl87VvA8T0AQa2dqLhV8f+2eXkH4gGywcUwKLuRhkz1M&#10;1pgaN/CR+jyUIkLYp6igCqFNpfS6Iot+7lri6P25zmKIsiul6XCIcNvIRZK8SIs1x4UKW9pWpE/5&#10;2SooflfFsv9ITof9TOtPkx/Ol59Sqenj+P4GItAY7uFbe28ULOF6Jd4Am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MQr+xQAAANoAAAAPAAAAAAAAAAAAAAAAAJgCAABkcnMv&#10;ZG93bnJldi54bWxQSwUGAAAAAAQABAD1AAAAigMAAAAA&#10;" path="m313,44v,-3,2,-5,4,-5c317,34,317,34,317,34v-2,,-4,-2,-4,-4c313,27,315,25,317,25v,-6,,-6,,-6c307,19,296,11,296,,22,,22,,22,,22,11,11,19,,19v,6,,6,,6c2,25,4,27,4,30v,2,-2,4,-4,4c,39,,39,,39v2,,4,2,4,5c4,46,2,48,,48v,6,,6,,6c2,54,4,56,4,58v,2,-2,4,-4,4c,68,,68,,68v2,,4,2,4,4c4,75,2,77,,77v,5,,5,,5c2,82,4,84,4,87v,2,-2,4,-4,4c,96,,96,,96v2,,4,2,4,5c4,103,2,105,,105v,6,,6,,6c2,111,4,113,4,115v,2,-2,4,-4,4c,125,,125,,125v2,,4,2,4,4c4,132,2,134,,134v,5,,5,,5c2,139,4,141,4,144v,2,-2,4,-4,4c,154,,154,,154v11,,22,8,22,19c296,173,296,173,296,173v,-11,11,-19,21,-19c317,148,317,148,317,148v-2,,-4,-2,-4,-4c313,141,315,139,317,139v,-5,,-5,,-5c315,134,313,132,313,129v,-2,2,-4,4,-4c317,119,317,119,317,119v-2,,-4,-2,-4,-4c313,113,315,111,317,111v,-6,,-6,,-6c315,105,313,103,313,101v,-3,2,-5,4,-5c317,91,317,91,317,91v-2,,-4,-2,-4,-4c313,84,315,82,317,82v,-5,,-5,,-5c315,77,313,75,313,72v,-2,2,-4,4,-4c317,62,317,62,317,62v-2,,-4,-2,-4,-4c313,56,315,54,317,54v,-6,,-6,,-6c315,48,313,46,313,44xe" fillcolor="#563c56 [3204]" stroked="f">
                  <v:path arrowok="t" o:connecttype="custom" o:connectlocs="2976295,418615;3014331,371046;3014331,323476;2976295,285420;3014331,237850;3014331,180766;2814643,0;209196,0;0,180766;0,237850;38036,285420;0,323476;0,371046;38036,418615;0,456671;0,513755;38036,551811;0,589867;0,646951;38036,685007;0,732577;0,780147;38036,827717;0,865773;0,913343;38036,960913;0,998969;0,1056053;38036,1094109;0,1132165;0,1189249;38036,1227305;0,1274874;0,1322444;38036,1370014;0,1408070;0,1465154;209196,1645920;2814643,1645920;3014331,1465154;3014331,1408070;2976295,1370014;3014331,1322444;3014331,1274874;2976295,1227305;3014331,1189249;3014331,1132165;2976295,1094109;3014331,1056053;3014331,998969;2976295,960913;3014331,913343;3014331,865773;2976295,827717;3014331,780147;3014331,732577;2976295,685007;3014331,646951;3014331,589867;2976295,551811;3014331,513755;3014331,456671;2976295,418615" o:connectangles="0,0,0,0,0,0,0,0,0,0,0,0,0,0,0,0,0,0,0,0,0,0,0,0,0,0,0,0,0,0,0,0,0,0,0,0,0,0,0,0,0,0,0,0,0,0,0,0,0,0,0,0,0,0,0,0,0,0,0,0,0,0,0"/>
                  <o:lock v:ext="edit" aspectratio="t"/>
                </v:shape>
                <v:shape id="Freeform 4" o:spid="_x0000_s1029" style="position:absolute;left:42;top:36596;width:30144;height:16459;visibility:visible;mso-wrap-style:square;v-text-anchor:top" coordsize="317,1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iSisUA&#10;AADaAAAADwAAAGRycy9kb3ducmV2LnhtbESPQWvCQBSE74X+h+UVvJS60UopqRupguChB00LTW+P&#10;3dckmH0bsmsS/70rCB6HmfmGWa5G24ieOl87VjCbJiCItTM1lwp+vrcv7yB8QDbYOCYFZ/Kwyh4f&#10;lpgaN/CB+jyUIkLYp6igCqFNpfS6Iot+6lri6P27zmKIsiul6XCIcNvIeZK8SYs1x4UKW9pUpI/5&#10;ySoo/hbFa79Ojvvds9ZfJt+fzr+lUpOn8fMDRKAx3MO39s4oWMD1SrwBMr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2JKKxQAAANoAAAAPAAAAAAAAAAAAAAAAAJgCAABkcnMv&#10;ZG93bnJldi54bWxQSwUGAAAAAAQABAD1AAAAigMAAAAA&#10;" path="m313,44v,-3,2,-5,4,-5c317,34,317,34,317,34v-2,,-4,-2,-4,-4c313,27,315,25,317,25v,-6,,-6,,-6c307,19,296,11,296,,22,,22,,22,,22,11,11,19,,19v,6,,6,,6c2,25,4,27,4,30v,2,-2,4,-4,4c,39,,39,,39v2,,4,2,4,5c4,46,2,48,,48v,6,,6,,6c2,54,4,56,4,58v,2,-2,4,-4,4c,68,,68,,68v2,,4,2,4,4c4,75,2,77,,77v,5,,5,,5c2,82,4,84,4,87v,2,-2,4,-4,4c,96,,96,,96v2,,4,2,4,5c4,103,2,105,,105v,6,,6,,6c2,111,4,113,4,115v,2,-2,4,-4,4c,125,,125,,125v2,,4,2,4,4c4,132,2,134,,134v,5,,5,,5c2,139,4,141,4,144v,2,-2,4,-4,4c,154,,154,,154v11,,22,8,22,19c296,173,296,173,296,173v,-11,11,-19,21,-19c317,148,317,148,317,148v-2,,-4,-2,-4,-4c313,141,315,139,317,139v,-5,,-5,,-5c315,134,313,132,313,129v,-2,2,-4,4,-4c317,119,317,119,317,119v-2,,-4,-2,-4,-4c313,113,315,111,317,111v,-6,,-6,,-6c315,105,313,103,313,101v,-3,2,-5,4,-5c317,91,317,91,317,91v-2,,-4,-2,-4,-4c313,84,315,82,317,82v,-5,,-5,,-5c315,77,313,75,313,72v,-2,2,-4,4,-4c317,62,317,62,317,62v-2,,-4,-2,-4,-4c313,56,315,54,317,54v,-6,,-6,,-6c315,48,313,46,313,44xe" fillcolor="#563c56 [3204]" stroked="f">
                  <v:path arrowok="t" o:connecttype="custom" o:connectlocs="2976295,418615;3014331,371046;3014331,323476;2976295,285420;3014331,237850;3014331,180766;2814643,0;209196,0;0,180766;0,237850;38036,285420;0,323476;0,371046;38036,418615;0,456671;0,513755;38036,551811;0,589867;0,646951;38036,685007;0,732577;0,780147;38036,827717;0,865773;0,913343;38036,960913;0,998969;0,1056053;38036,1094109;0,1132165;0,1189249;38036,1227305;0,1274874;0,1322444;38036,1370014;0,1408070;0,1465154;209196,1645920;2814643,1645920;3014331,1465154;3014331,1408070;2976295,1370014;3014331,1322444;3014331,1274874;2976295,1227305;3014331,1189249;3014331,1132165;2976295,1094109;3014331,1056053;3014331,998969;2976295,960913;3014331,913343;3014331,865773;2976295,827717;3014331,780147;3014331,732577;2976295,685007;3014331,646951;3014331,589867;2976295,551811;3014331,513755;3014331,456671;2976295,418615" o:connectangles="0,0,0,0,0,0,0,0,0,0,0,0,0,0,0,0,0,0,0,0,0,0,0,0,0,0,0,0,0,0,0,0,0,0,0,0,0,0,0,0,0,0,0,0,0,0,0,0,0,0,0,0,0,0,0,0,0,0,0,0,0,0,0"/>
                  <o:lock v:ext="edit" aspectratio="t"/>
                </v:shape>
                <v:shape id="Freeform 5" o:spid="_x0000_s1030" style="position:absolute;left:42;top:54894;width:30144;height:16460;visibility:visible;mso-wrap-style:square;v-text-anchor:top" coordsize="317,1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Q3EcUA&#10;AADaAAAADwAAAGRycy9kb3ducmV2LnhtbESPQWvCQBSE7wX/w/IEL0U3tbVImlWqUPDQg8aCenvs&#10;viYh2bchu8b477uFQo/DzHzDZOvBNqKnzleOFTzNEhDE2pmKCwVfx4/pEoQPyAYbx6TgTh7Wq9FD&#10;hqlxNz5Qn4dCRAj7FBWUIbSplF6XZNHPXEscvW/XWQxRdoU0Hd4i3DZyniSv0mLFcaHElrYl6Tq/&#10;WgXny8v5ud8k9X73qPWnyffX+6lQajIe3t9ABBrCf/ivvTMKFvB7Jd4A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lDcRxQAAANoAAAAPAAAAAAAAAAAAAAAAAJgCAABkcnMv&#10;ZG93bnJldi54bWxQSwUGAAAAAAQABAD1AAAAigMAAAAA&#10;" path="m313,44v,-3,2,-5,4,-5c317,34,317,34,317,34v-2,,-4,-2,-4,-4c313,27,315,25,317,25v,-6,,-6,,-6c307,19,296,11,296,,22,,22,,22,,22,11,11,19,,19v,6,,6,,6c2,25,4,27,4,30v,2,-2,4,-4,4c,39,,39,,39v2,,4,2,4,5c4,46,2,48,,48v,6,,6,,6c2,54,4,56,4,58v,2,-2,4,-4,4c,68,,68,,68v2,,4,2,4,4c4,75,2,77,,77v,5,,5,,5c2,82,4,84,4,87v,2,-2,4,-4,4c,96,,96,,96v2,,4,2,4,5c4,103,2,105,,105v,6,,6,,6c2,111,4,113,4,115v,2,-2,4,-4,4c,125,,125,,125v2,,4,2,4,4c4,132,2,134,,134v,5,,5,,5c2,139,4,141,4,144v,2,-2,4,-4,4c,154,,154,,154v11,,22,8,22,19c296,173,296,173,296,173v,-11,11,-19,21,-19c317,148,317,148,317,148v-2,,-4,-2,-4,-4c313,141,315,139,317,139v,-5,,-5,,-5c315,134,313,132,313,129v,-2,2,-4,4,-4c317,119,317,119,317,119v-2,,-4,-2,-4,-4c313,113,315,111,317,111v,-6,,-6,,-6c315,105,313,103,313,101v,-3,2,-5,4,-5c317,91,317,91,317,91v-2,,-4,-2,-4,-4c313,84,315,82,317,82v,-5,,-5,,-5c315,77,313,75,313,72v,-2,2,-4,4,-4c317,62,317,62,317,62v-2,,-4,-2,-4,-4c313,56,315,54,317,54v,-6,,-6,,-6c315,48,313,46,313,44xe" fillcolor="#563c56 [3204]" stroked="f">
                  <v:path arrowok="t" o:connecttype="custom" o:connectlocs="2976295,418615;3014331,371046;3014331,323476;2976295,285420;3014331,237850;3014331,180766;2814643,0;209196,0;0,180766;0,237850;38036,285420;0,323476;0,371046;38036,418615;0,456671;0,513755;38036,551811;0,589867;0,646951;38036,685007;0,732577;0,780147;38036,827717;0,865773;0,913343;38036,960913;0,998969;0,1056053;38036,1094109;0,1132165;0,1189249;38036,1227305;0,1274874;0,1322444;38036,1370014;0,1408070;0,1465154;209196,1645920;2814643,1645920;3014331,1465154;3014331,1408070;2976295,1370014;3014331,1322444;3014331,1274874;2976295,1227305;3014331,1189249;3014331,1132165;2976295,1094109;3014331,1056053;3014331,998969;2976295,960913;3014331,913343;3014331,865773;2976295,827717;3014331,780147;3014331,732577;2976295,685007;3014331,646951;3014331,589867;2976295,551811;3014331,513755;3014331,456671;2976295,418615" o:connectangles="0,0,0,0,0,0,0,0,0,0,0,0,0,0,0,0,0,0,0,0,0,0,0,0,0,0,0,0,0,0,0,0,0,0,0,0,0,0,0,0,0,0,0,0,0,0,0,0,0,0,0,0,0,0,0,0,0,0,0,0,0,0,0"/>
                  <o:lock v:ext="edit" aspectratio="t"/>
                </v:shape>
                <v:shape id="Freeform 6" o:spid="_x0000_s1031" style="position:absolute;left:42;top:73193;width:30144;height:16459;visibility:visible;mso-wrap-style:square;v-text-anchor:top" coordsize="317,1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apZsQA&#10;AADaAAAADwAAAGRycy9kb3ducmV2LnhtbESPQWvCQBSE7wX/w/KEXkrdVEVKdBUtCB560CjU3h67&#10;zySYfRuya4z/3hUEj8PMfMPMFp2tREuNLx0r+BokIIi1MyXnCg779ec3CB+QDVaOScGNPCzmvbcZ&#10;psZdeUdtFnIRIexTVFCEUKdSel2QRT9wNXH0Tq6xGKJscmkavEa4reQwSSbSYslxocCafgrS5+xi&#10;FRz/x8dRu0rO282H1r8m215uf7lS7/1uOQURqAuv8LO9MQom8LgSb4C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GqWbEAAAA2gAAAA8AAAAAAAAAAAAAAAAAmAIAAGRycy9k&#10;b3ducmV2LnhtbFBLBQYAAAAABAAEAPUAAACJAwAAAAA=&#10;" path="m313,44v,-3,2,-5,4,-5c317,34,317,34,317,34v-2,,-4,-2,-4,-4c313,27,315,25,317,25v,-6,,-6,,-6c307,19,296,11,296,,22,,22,,22,,22,11,11,19,,19v,6,,6,,6c2,25,4,27,4,30v,2,-2,4,-4,4c,39,,39,,39v2,,4,2,4,5c4,46,2,48,,48v,6,,6,,6c2,54,4,56,4,58v,2,-2,4,-4,4c,68,,68,,68v2,,4,2,4,4c4,75,2,77,,77v,5,,5,,5c2,82,4,84,4,87v,2,-2,4,-4,4c,96,,96,,96v2,,4,2,4,5c4,103,2,105,,105v,6,,6,,6c2,111,4,113,4,115v,2,-2,4,-4,4c,125,,125,,125v2,,4,2,4,4c4,132,2,134,,134v,5,,5,,5c2,139,4,141,4,144v,2,-2,4,-4,4c,154,,154,,154v11,,22,8,22,19c296,173,296,173,296,173v,-11,11,-19,21,-19c317,148,317,148,317,148v-2,,-4,-2,-4,-4c313,141,315,139,317,139v,-5,,-5,,-5c315,134,313,132,313,129v,-2,2,-4,4,-4c317,119,317,119,317,119v-2,,-4,-2,-4,-4c313,113,315,111,317,111v,-6,,-6,,-6c315,105,313,103,313,101v,-3,2,-5,4,-5c317,91,317,91,317,91v-2,,-4,-2,-4,-4c313,84,315,82,317,82v,-5,,-5,,-5c315,77,313,75,313,72v,-2,2,-4,4,-4c317,62,317,62,317,62v-2,,-4,-2,-4,-4c313,56,315,54,317,54v,-6,,-6,,-6c315,48,313,46,313,44xe" fillcolor="#563c56 [3204]" stroked="f">
                  <v:path arrowok="t" o:connecttype="custom" o:connectlocs="2976295,418615;3014331,371046;3014331,323476;2976295,285420;3014331,237850;3014331,180766;2814643,0;209196,0;0,180766;0,237850;38036,285420;0,323476;0,371046;38036,418615;0,456671;0,513755;38036,551811;0,589867;0,646951;38036,685007;0,732577;0,780147;38036,827717;0,865773;0,913343;38036,960913;0,998969;0,1056053;38036,1094109;0,1132165;0,1189249;38036,1227305;0,1274874;0,1322444;38036,1370014;0,1408070;0,1465154;209196,1645920;2814643,1645920;3014331,1465154;3014331,1408070;2976295,1370014;3014331,1322444;3014331,1274874;2976295,1227305;3014331,1189249;3014331,1132165;2976295,1094109;3014331,1056053;3014331,998969;2976295,960913;3014331,913343;3014331,865773;2976295,827717;3014331,780147;3014331,732577;2976295,685007;3014331,646951;3014331,589867;2976295,551811;3014331,513755;3014331,456671;2976295,418615" o:connectangles="0,0,0,0,0,0,0,0,0,0,0,0,0,0,0,0,0,0,0,0,0,0,0,0,0,0,0,0,0,0,0,0,0,0,0,0,0,0,0,0,0,0,0,0,0,0,0,0,0,0,0,0,0,0,0,0,0,0,0,0,0,0,0"/>
                  <o:lock v:ext="edit" aspectratio="t"/>
                </v:shape>
                <v:shape id="Freeform 7" o:spid="_x0000_s1032" style="position:absolute;left:32170;width:30143;height:16459;visibility:visible;mso-wrap-style:square;v-text-anchor:top" coordsize="317,1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oM/cUA&#10;AADaAAAADwAAAGRycy9kb3ducmV2LnhtbESPQWvCQBSE7wX/w/IEL0U3tcVKmlWqUPDQg8aCenvs&#10;viYh2bchu8b477uFQo/DzHzDZOvBNqKnzleOFTzNEhDE2pmKCwVfx4/pEoQPyAYbx6TgTh7Wq9FD&#10;hqlxNz5Qn4dCRAj7FBWUIbSplF6XZNHPXEscvW/XWQxRdoU0Hd4i3DZyniQLabHiuFBiS9uSdJ1f&#10;rYLz5eX83G+Ser971PrT5Pvr/VQoNRkP728gAg3hP/zX3hkFr/B7Jd4A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Cgz9xQAAANoAAAAPAAAAAAAAAAAAAAAAAJgCAABkcnMv&#10;ZG93bnJldi54bWxQSwUGAAAAAAQABAD1AAAAigMAAAAA&#10;" path="m313,44v,-3,2,-5,4,-5c317,34,317,34,317,34v-2,,-4,-2,-4,-4c313,27,315,25,317,25v,-6,,-6,,-6c307,19,296,11,296,,22,,22,,22,,22,11,11,19,,19v,6,,6,,6c2,25,4,27,4,30v,2,-2,4,-4,4c,39,,39,,39v2,,4,2,4,5c4,46,2,48,,48v,6,,6,,6c2,54,4,56,4,58v,2,-2,4,-4,4c,68,,68,,68v2,,4,2,4,4c4,75,2,77,,77v,5,,5,,5c2,82,4,84,4,87v,2,-2,4,-4,4c,96,,96,,96v2,,4,2,4,5c4,103,2,105,,105v,6,,6,,6c2,111,4,113,4,115v,2,-2,4,-4,4c,125,,125,,125v2,,4,2,4,4c4,132,2,134,,134v,5,,5,,5c2,139,4,141,4,144v,2,-2,4,-4,4c,154,,154,,154v11,,22,8,22,19c296,173,296,173,296,173v,-11,11,-19,21,-19c317,148,317,148,317,148v-2,,-4,-2,-4,-4c313,141,315,139,317,139v,-5,,-5,,-5c315,134,313,132,313,129v,-2,2,-4,4,-4c317,119,317,119,317,119v-2,,-4,-2,-4,-4c313,113,315,111,317,111v,-6,,-6,,-6c315,105,313,103,313,101v,-3,2,-5,4,-5c317,91,317,91,317,91v-2,,-4,-2,-4,-4c313,84,315,82,317,82v,-5,,-5,,-5c315,77,313,75,313,72v,-2,2,-4,4,-4c317,62,317,62,317,62v-2,,-4,-2,-4,-4c313,56,315,54,317,54v,-6,,-6,,-6c315,48,313,46,313,44xe" fillcolor="#563c56 [3204]" stroked="f">
                  <v:path arrowok="t" o:connecttype="custom" o:connectlocs="2976295,418615;3014331,371046;3014331,323476;2976295,285420;3014331,237850;3014331,180766;2814643,0;209196,0;0,180766;0,237850;38036,285420;0,323476;0,371046;38036,418615;0,456671;0,513755;38036,551811;0,589867;0,646951;38036,685007;0,732577;0,780147;38036,827717;0,865773;0,913343;38036,960913;0,998969;0,1056053;38036,1094109;0,1132165;0,1189249;38036,1227305;0,1274874;0,1322444;38036,1370014;0,1408070;0,1465154;209196,1645920;2814643,1645920;3014331,1465154;3014331,1408070;2976295,1370014;3014331,1322444;3014331,1274874;2976295,1227305;3014331,1189249;3014331,1132165;2976295,1094109;3014331,1056053;3014331,998969;2976295,960913;3014331,913343;3014331,865773;2976295,827717;3014331,780147;3014331,732577;2976295,685007;3014331,646951;3014331,589867;2976295,551811;3014331,513755;3014331,456671;2976295,418615" o:connectangles="0,0,0,0,0,0,0,0,0,0,0,0,0,0,0,0,0,0,0,0,0,0,0,0,0,0,0,0,0,0,0,0,0,0,0,0,0,0,0,0,0,0,0,0,0,0,0,0,0,0,0,0,0,0,0,0,0,0,0,0,0,0,0"/>
                  <o:lock v:ext="edit" aspectratio="t"/>
                </v:shape>
                <v:shape id="Freeform 8" o:spid="_x0000_s1033" style="position:absolute;left:32170;top:18298;width:30143;height:16459;visibility:visible;mso-wrap-style:square;v-text-anchor:top" coordsize="317,1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WYj8EA&#10;AADaAAAADwAAAGRycy9kb3ducmV2LnhtbERPTYvCMBC9C/sfwix4EU11ZZFqlF1B8OBB64J6G5Kx&#10;LTaT0sRa//3mIHh8vO/FqrOVaKnxpWMF41ECglg7U3Ku4O+4Gc5A+IBssHJMCp7kYbX86C0wNe7B&#10;B2qzkIsYwj5FBUUIdSql1wVZ9CNXE0fu6hqLIcIml6bBRwy3lZwkybe0WHJsKLCmdUH6lt2tgvNl&#10;ev5qf5PbfjvQemey/f15ypXqf3Y/cxCBuvAWv9xboyBujVfiD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VmI/BAAAA2gAAAA8AAAAAAAAAAAAAAAAAmAIAAGRycy9kb3du&#10;cmV2LnhtbFBLBQYAAAAABAAEAPUAAACGAwAAAAA=&#10;" path="m313,44v,-3,2,-5,4,-5c317,34,317,34,317,34v-2,,-4,-2,-4,-4c313,27,315,25,317,25v,-6,,-6,,-6c307,19,296,11,296,,22,,22,,22,,22,11,11,19,,19v,6,,6,,6c2,25,4,27,4,30v,2,-2,4,-4,4c,39,,39,,39v2,,4,2,4,5c4,46,2,48,,48v,6,,6,,6c2,54,4,56,4,58v,2,-2,4,-4,4c,68,,68,,68v2,,4,2,4,4c4,75,2,77,,77v,5,,5,,5c2,82,4,84,4,87v,2,-2,4,-4,4c,96,,96,,96v2,,4,2,4,5c4,103,2,105,,105v,6,,6,,6c2,111,4,113,4,115v,2,-2,4,-4,4c,125,,125,,125v2,,4,2,4,4c4,132,2,134,,134v,5,,5,,5c2,139,4,141,4,144v,2,-2,4,-4,4c,154,,154,,154v11,,22,8,22,19c296,173,296,173,296,173v,-11,11,-19,21,-19c317,148,317,148,317,148v-2,,-4,-2,-4,-4c313,141,315,139,317,139v,-5,,-5,,-5c315,134,313,132,313,129v,-2,2,-4,4,-4c317,119,317,119,317,119v-2,,-4,-2,-4,-4c313,113,315,111,317,111v,-6,,-6,,-6c315,105,313,103,313,101v,-3,2,-5,4,-5c317,91,317,91,317,91v-2,,-4,-2,-4,-4c313,84,315,82,317,82v,-5,,-5,,-5c315,77,313,75,313,72v,-2,2,-4,4,-4c317,62,317,62,317,62v-2,,-4,-2,-4,-4c313,56,315,54,317,54v,-6,,-6,,-6c315,48,313,46,313,44xe" fillcolor="#563c56 [3204]" stroked="f">
                  <v:path arrowok="t" o:connecttype="custom" o:connectlocs="2976295,418615;3014331,371046;3014331,323476;2976295,285420;3014331,237850;3014331,180766;2814643,0;209196,0;0,180766;0,237850;38036,285420;0,323476;0,371046;38036,418615;0,456671;0,513755;38036,551811;0,589867;0,646951;38036,685007;0,732577;0,780147;38036,827717;0,865773;0,913343;38036,960913;0,998969;0,1056053;38036,1094109;0,1132165;0,1189249;38036,1227305;0,1274874;0,1322444;38036,1370014;0,1408070;0,1465154;209196,1645920;2814643,1645920;3014331,1465154;3014331,1408070;2976295,1370014;3014331,1322444;3014331,1274874;2976295,1227305;3014331,1189249;3014331,1132165;2976295,1094109;3014331,1056053;3014331,998969;2976295,960913;3014331,913343;3014331,865773;2976295,827717;3014331,780147;3014331,732577;2976295,685007;3014331,646951;3014331,589867;2976295,551811;3014331,513755;3014331,456671;2976295,418615" o:connectangles="0,0,0,0,0,0,0,0,0,0,0,0,0,0,0,0,0,0,0,0,0,0,0,0,0,0,0,0,0,0,0,0,0,0,0,0,0,0,0,0,0,0,0,0,0,0,0,0,0,0,0,0,0,0,0,0,0,0,0,0,0,0,0"/>
                  <o:lock v:ext="edit" aspectratio="t"/>
                </v:shape>
                <v:shape id="Freeform 9" o:spid="_x0000_s1034" style="position:absolute;left:32170;top:36596;width:30143;height:16459;visibility:visible;mso-wrap-style:square;v-text-anchor:top" coordsize="317,1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k9FMUA&#10;AADaAAAADwAAAGRycy9kb3ducmV2LnhtbESPQWvCQBSE7wX/w/IEL0U3tUVqmlWqUPDQg8aCenvs&#10;viYh2bchu8b477uFQo/DzHzDZOvBNqKnzleOFTzNEhDE2pmKCwVfx4/pKwgfkA02jknBnTysV6OH&#10;DFPjbnygPg+FiBD2KSooQ2hTKb0uyaKfuZY4et+usxii7AppOrxFuG3kPEkW0mLFcaHElrYl6Tq/&#10;WgXny8v5ud8k9X73qPWnyffX+6lQajIe3t9ABBrCf/ivvTMKlvB7Jd4A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2T0UxQAAANoAAAAPAAAAAAAAAAAAAAAAAJgCAABkcnMv&#10;ZG93bnJldi54bWxQSwUGAAAAAAQABAD1AAAAigMAAAAA&#10;" path="m313,44v,-3,2,-5,4,-5c317,34,317,34,317,34v-2,,-4,-2,-4,-4c313,27,315,25,317,25v,-6,,-6,,-6c307,19,296,11,296,,22,,22,,22,,22,11,11,19,,19v,6,,6,,6c2,25,4,27,4,30v,2,-2,4,-4,4c,39,,39,,39v2,,4,2,4,5c4,46,2,48,,48v,6,,6,,6c2,54,4,56,4,58v,2,-2,4,-4,4c,68,,68,,68v2,,4,2,4,4c4,75,2,77,,77v,5,,5,,5c2,82,4,84,4,87v,2,-2,4,-4,4c,96,,96,,96v2,,4,2,4,5c4,103,2,105,,105v,6,,6,,6c2,111,4,113,4,115v,2,-2,4,-4,4c,125,,125,,125v2,,4,2,4,4c4,132,2,134,,134v,5,,5,,5c2,139,4,141,4,144v,2,-2,4,-4,4c,154,,154,,154v11,,22,8,22,19c296,173,296,173,296,173v,-11,11,-19,21,-19c317,148,317,148,317,148v-2,,-4,-2,-4,-4c313,141,315,139,317,139v,-5,,-5,,-5c315,134,313,132,313,129v,-2,2,-4,4,-4c317,119,317,119,317,119v-2,,-4,-2,-4,-4c313,113,315,111,317,111v,-6,,-6,,-6c315,105,313,103,313,101v,-3,2,-5,4,-5c317,91,317,91,317,91v-2,,-4,-2,-4,-4c313,84,315,82,317,82v,-5,,-5,,-5c315,77,313,75,313,72v,-2,2,-4,4,-4c317,62,317,62,317,62v-2,,-4,-2,-4,-4c313,56,315,54,317,54v,-6,,-6,,-6c315,48,313,46,313,44xe" fillcolor="#563c56 [3204]" stroked="f">
                  <v:path arrowok="t" o:connecttype="custom" o:connectlocs="2976295,418615;3014331,371046;3014331,323476;2976295,285420;3014331,237850;3014331,180766;2814643,0;209196,0;0,180766;0,237850;38036,285420;0,323476;0,371046;38036,418615;0,456671;0,513755;38036,551811;0,589867;0,646951;38036,685007;0,732577;0,780147;38036,827717;0,865773;0,913343;38036,960913;0,998969;0,1056053;38036,1094109;0,1132165;0,1189249;38036,1227305;0,1274874;0,1322444;38036,1370014;0,1408070;0,1465154;209196,1645920;2814643,1645920;3014331,1465154;3014331,1408070;2976295,1370014;3014331,1322444;3014331,1274874;2976295,1227305;3014331,1189249;3014331,1132165;2976295,1094109;3014331,1056053;3014331,998969;2976295,960913;3014331,913343;3014331,865773;2976295,827717;3014331,780147;3014331,732577;2976295,685007;3014331,646951;3014331,589867;2976295,551811;3014331,513755;3014331,456671;2976295,418615" o:connectangles="0,0,0,0,0,0,0,0,0,0,0,0,0,0,0,0,0,0,0,0,0,0,0,0,0,0,0,0,0,0,0,0,0,0,0,0,0,0,0,0,0,0,0,0,0,0,0,0,0,0,0,0,0,0,0,0,0,0,0,0,0,0,0"/>
                  <o:lock v:ext="edit" aspectratio="t"/>
                </v:shape>
                <v:shape id="Freeform 10" o:spid="_x0000_s1035" style="position:absolute;left:32170;top:54894;width:30143;height:16460;visibility:visible;mso-wrap-style:square;v-text-anchor:top" coordsize="317,1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9Fm8YA&#10;AADbAAAADwAAAGRycy9kb3ducmV2LnhtbESPQWvCQBCF74X+h2UKXopuakuR6CptQfDgwcaCeht2&#10;xySYnQ3ZNcZ/3zkUepvhvXnvm8Vq8I3qqYt1YAMvkwwUsQ2u5tLAz349noGKCdlhE5gM3CnCavn4&#10;sMDchRt/U1+kUkkIxxwNVCm1udbRVuQxTkJLLNo5dB6TrF2pXYc3CfeNnmbZu/ZYszRU2NJXRfZS&#10;XL2B4+nt+Np/Zpfd5tnarSt21/uhNGb0NHzMQSUa0r/573rjBF/o5RcZ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Z9Fm8YAAADbAAAADwAAAAAAAAAAAAAAAACYAgAAZHJz&#10;L2Rvd25yZXYueG1sUEsFBgAAAAAEAAQA9QAAAIsDAAAAAA==&#10;" path="m313,44v,-3,2,-5,4,-5c317,34,317,34,317,34v-2,,-4,-2,-4,-4c313,27,315,25,317,25v,-6,,-6,,-6c307,19,296,11,296,,22,,22,,22,,22,11,11,19,,19v,6,,6,,6c2,25,4,27,4,30v,2,-2,4,-4,4c,39,,39,,39v2,,4,2,4,5c4,46,2,48,,48v,6,,6,,6c2,54,4,56,4,58v,2,-2,4,-4,4c,68,,68,,68v2,,4,2,4,4c4,75,2,77,,77v,5,,5,,5c2,82,4,84,4,87v,2,-2,4,-4,4c,96,,96,,96v2,,4,2,4,5c4,103,2,105,,105v,6,,6,,6c2,111,4,113,4,115v,2,-2,4,-4,4c,125,,125,,125v2,,4,2,4,4c4,132,2,134,,134v,5,,5,,5c2,139,4,141,4,144v,2,-2,4,-4,4c,154,,154,,154v11,,22,8,22,19c296,173,296,173,296,173v,-11,11,-19,21,-19c317,148,317,148,317,148v-2,,-4,-2,-4,-4c313,141,315,139,317,139v,-5,,-5,,-5c315,134,313,132,313,129v,-2,2,-4,4,-4c317,119,317,119,317,119v-2,,-4,-2,-4,-4c313,113,315,111,317,111v,-6,,-6,,-6c315,105,313,103,313,101v,-3,2,-5,4,-5c317,91,317,91,317,91v-2,,-4,-2,-4,-4c313,84,315,82,317,82v,-5,,-5,,-5c315,77,313,75,313,72v,-2,2,-4,4,-4c317,62,317,62,317,62v-2,,-4,-2,-4,-4c313,56,315,54,317,54v,-6,,-6,,-6c315,48,313,46,313,44xe" fillcolor="#563c56 [3204]" stroked="f">
                  <v:path arrowok="t" o:connecttype="custom" o:connectlocs="2976295,418615;3014331,371046;3014331,323476;2976295,285420;3014331,237850;3014331,180766;2814643,0;209196,0;0,180766;0,237850;38036,285420;0,323476;0,371046;38036,418615;0,456671;0,513755;38036,551811;0,589867;0,646951;38036,685007;0,732577;0,780147;38036,827717;0,865773;0,913343;38036,960913;0,998969;0,1056053;38036,1094109;0,1132165;0,1189249;38036,1227305;0,1274874;0,1322444;38036,1370014;0,1408070;0,1465154;209196,1645920;2814643,1645920;3014331,1465154;3014331,1408070;2976295,1370014;3014331,1322444;3014331,1274874;2976295,1227305;3014331,1189249;3014331,1132165;2976295,1094109;3014331,1056053;3014331,998969;2976295,960913;3014331,913343;3014331,865773;2976295,827717;3014331,780147;3014331,732577;2976295,685007;3014331,646951;3014331,589867;2976295,551811;3014331,513755;3014331,456671;2976295,418615" o:connectangles="0,0,0,0,0,0,0,0,0,0,0,0,0,0,0,0,0,0,0,0,0,0,0,0,0,0,0,0,0,0,0,0,0,0,0,0,0,0,0,0,0,0,0,0,0,0,0,0,0,0,0,0,0,0,0,0,0,0,0,0,0,0,0"/>
                  <o:lock v:ext="edit" aspectratio="t"/>
                </v:shape>
                <v:shape id="Freeform 11" o:spid="_x0000_s1036" style="position:absolute;left:32170;top:73193;width:30143;height:16459;visibility:visible;mso-wrap-style:square;v-text-anchor:top" coordsize="317,1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PgAMQA&#10;AADbAAAADwAAAGRycy9kb3ducmV2LnhtbERPTWvCQBC9C/0PywheRDfWUiR1I22h4MGDTQtNb8Pu&#10;mIRkZ0N2jfHfu4WCt3m8z9nuRtuKgXpfO1awWiYgiLUzNZcKvr8+FhsQPiAbbB2Tgit52GUPky2m&#10;xl34k4Y8lCKGsE9RQRVCl0rpdUUW/dJ1xJE7ud5iiLAvpenxEsNtKx+T5FlarDk2VNjRe0W6yc9W&#10;QfH7VKyHt6Q57udaH0x+PF9/SqVm0/H1BUSgMdzF/+69ifNX8PdLPEB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T4ADEAAAA2wAAAA8AAAAAAAAAAAAAAAAAmAIAAGRycy9k&#10;b3ducmV2LnhtbFBLBQYAAAAABAAEAPUAAACJAwAAAAA=&#10;" path="m313,44v,-3,2,-5,4,-5c317,34,317,34,317,34v-2,,-4,-2,-4,-4c313,27,315,25,317,25v,-6,,-6,,-6c307,19,296,11,296,,22,,22,,22,,22,11,11,19,,19v,6,,6,,6c2,25,4,27,4,30v,2,-2,4,-4,4c,39,,39,,39v2,,4,2,4,5c4,46,2,48,,48v,6,,6,,6c2,54,4,56,4,58v,2,-2,4,-4,4c,68,,68,,68v2,,4,2,4,4c4,75,2,77,,77v,5,,5,,5c2,82,4,84,4,87v,2,-2,4,-4,4c,96,,96,,96v2,,4,2,4,5c4,103,2,105,,105v,6,,6,,6c2,111,4,113,4,115v,2,-2,4,-4,4c,125,,125,,125v2,,4,2,4,4c4,132,2,134,,134v,5,,5,,5c2,139,4,141,4,144v,2,-2,4,-4,4c,154,,154,,154v11,,22,8,22,19c296,173,296,173,296,173v,-11,11,-19,21,-19c317,148,317,148,317,148v-2,,-4,-2,-4,-4c313,141,315,139,317,139v,-5,,-5,,-5c315,134,313,132,313,129v,-2,2,-4,4,-4c317,119,317,119,317,119v-2,,-4,-2,-4,-4c313,113,315,111,317,111v,-6,,-6,,-6c315,105,313,103,313,101v,-3,2,-5,4,-5c317,91,317,91,317,91v-2,,-4,-2,-4,-4c313,84,315,82,317,82v,-5,,-5,,-5c315,77,313,75,313,72v,-2,2,-4,4,-4c317,62,317,62,317,62v-2,,-4,-2,-4,-4c313,56,315,54,317,54v,-6,,-6,,-6c315,48,313,46,313,44xe" fillcolor="#563c56 [3204]" stroked="f">
                  <v:path arrowok="t" o:connecttype="custom" o:connectlocs="2976295,418615;3014331,371046;3014331,323476;2976295,285420;3014331,237850;3014331,180766;2814643,0;209196,0;0,180766;0,237850;38036,285420;0,323476;0,371046;38036,418615;0,456671;0,513755;38036,551811;0,589867;0,646951;38036,685007;0,732577;0,780147;38036,827717;0,865773;0,913343;38036,960913;0,998969;0,1056053;38036,1094109;0,1132165;0,1189249;38036,1227305;0,1274874;0,1322444;38036,1370014;0,1408070;0,1465154;209196,1645920;2814643,1645920;3014331,1465154;3014331,1408070;2976295,1370014;3014331,1322444;3014331,1274874;2976295,1227305;3014331,1189249;3014331,1132165;2976295,1094109;3014331,1056053;3014331,998969;2976295,960913;3014331,913343;3014331,865773;2976295,827717;3014331,780147;3014331,732577;2976295,685007;3014331,646951;3014331,589867;2976295,551811;3014331,513755;3014331,456671;2976295,418615" o:connectangles="0,0,0,0,0,0,0,0,0,0,0,0,0,0,0,0,0,0,0,0,0,0,0,0,0,0,0,0,0,0,0,0,0,0,0,0,0,0,0,0,0,0,0,0,0,0,0,0,0,0,0,0,0,0,0,0,0,0,0,0,0,0,0"/>
                  <o:lock v:ext="edit" aspectratio="t"/>
                </v:shape>
                <v:group id="Group 12" o:spid="_x0000_s1037" style="position:absolute;width:30186;height:89699" coordsize="30186,896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9" o:spid="_x0000_s1038" type="#_x0000_t75" style="position:absolute;width:30186;height:165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bo+37CAAAA2wAAAA8AAABkcnMvZG93bnJldi54bWxET9tqAjEQfRf8hzBCX0SzrVDqapRi7QX7&#10;5OUDhmTcXd1MliTq7t83BcG3OZzrzJetrcWVfKgcK3geZyCItTMVFwoO+8/RG4gQkQ3WjklBRwGW&#10;i35vjrlxN97SdRcLkUI45KigjLHJpQy6JIth7BrixB2dtxgT9IU0Hm8p3NbyJctepcWKU0OJDa1K&#10;0ufdxSrQl/XX5tfr7mN7KprODCeT9epbqadB+z4DEamND/Hd/WPS/Cn8/5IOkI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6Pt+wgAAANsAAAAPAAAAAAAAAAAAAAAAAJ8C&#10;AABkcnMvZG93bnJldi54bWxQSwUGAAAAAAQABAD3AAAAjgMAAAAA&#10;">
                    <v:imagedata r:id="rId6" o:title=""/>
                    <v:path arrowok="t"/>
                  </v:shape>
                  <v:shape id="Picture 20" o:spid="_x0000_s1039" type="#_x0000_t75" style="position:absolute;top:18294;width:30186;height:165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+mF7AAAAA2wAAAA8AAABkcnMvZG93bnJldi54bWxET81qAjEQvhd8hzBCL0WzKohsjSJqVfSk&#10;9gGGZLq7dTNZkqi7b28OhR4/vv/5srW1eJAPlWMFo2EGglg7U3Gh4Pv6NZiBCBHZYO2YFHQUYLno&#10;vc0xN+7JZ3pcYiFSCIccFZQxNrmUQZdkMQxdQ5y4H+ctxgR9IY3HZwq3tRxn2VRarDg1lNjQuiR9&#10;u9ytAn3f7o4nr7vN+bdoOvMxmWzXe6Xe++3qE0SkNv6L/9wHo2Cc1qcv6QfIx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b6YXsAAAADbAAAADwAAAAAAAAAAAAAAAACfAgAA&#10;ZHJzL2Rvd25yZXYueG1sUEsFBgAAAAAEAAQA9wAAAIwDAAAAAA==&#10;">
                    <v:imagedata r:id="rId6" o:title=""/>
                    <v:path arrowok="t"/>
                  </v:shape>
                  <v:shape id="Picture 21" o:spid="_x0000_s1040" type="#_x0000_t75" style="position:absolute;top:36589;width:30186;height:165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byPcXEAAAA2wAAAA8AAABkcnMvZG93bnJldi54bWxEj91qAjEUhO8LvkM4Qm9EsyqIrEYp1tZS&#10;r/x5gENy3F27OVmSqLtvbwqFXg4z8w2zXLe2FnfyoXKsYDzKQBBrZyouFJxPH8M5iBCRDdaOSUFH&#10;Adar3ssSc+MefKD7MRYiQTjkqKCMscmlDLoki2HkGuLkXZy3GJP0hTQeHwluaznJspm0WHFaKLGh&#10;TUn653izCvRt+/m997p7P1yLpjOD6XS72Sn12m/fFiAitfE//Nf+MgomY/j9kn6AXD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byPcXEAAAA2wAAAA8AAAAAAAAAAAAAAAAA&#10;nwIAAGRycy9kb3ducmV2LnhtbFBLBQYAAAAABAAEAPcAAACQAwAAAAA=&#10;">
                    <v:imagedata r:id="rId6" o:title=""/>
                    <v:path arrowok="t"/>
                  </v:shape>
                  <v:shape id="Picture 22" o:spid="_x0000_s1041" type="#_x0000_t75" style="position:absolute;top:54883;width:30186;height:165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go7LFAAAA2wAAAA8AAABkcnMvZG93bnJldi54bWxEj91qAjEUhO8LvkM4hd4UzbpCkdUoxZ9W&#10;6pU/D3BIjrvbbk6WJOru2zdCoZfDzHzDzJedbcSNfKgdKxiPMhDE2pmaSwXn03Y4BREissHGMSno&#10;KcByMXiaY2HcnQ90O8ZSJAiHAhVUMbaFlEFXZDGMXEucvIvzFmOSvpTG4z3BbSPzLHuTFmtOCxW2&#10;tKpI/xyvVoG+bj6+9l7368N32fbmdTLZrD6Vennu3mcgInXxP/zX3hkFeQ6PL+kHyM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WIKOyxQAAANsAAAAPAAAAAAAAAAAAAAAA&#10;AJ8CAABkcnMvZG93bnJldi54bWxQSwUGAAAAAAQABAD3AAAAkQMAAAAA&#10;">
                    <v:imagedata r:id="rId6" o:title=""/>
                    <v:path arrowok="t"/>
                  </v:shape>
                  <v:shape id="Picture 23" o:spid="_x0000_s1042" type="#_x0000_t75" style="position:absolute;top:73178;width:30186;height:165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sBinFAAAA2wAAAA8AAABkcnMvZG93bnJldi54bWxEj81qwzAQhO+FvIPYQi+lkRNDCW6UUPLT&#10;huTkpA+wSFvbrbUykpLYb18FAj0OM/MNM1/2thUX8qFxrGAyzkAQa2carhR8nbYvMxAhIhtsHZOC&#10;gQIsF6OHORbGXbmkyzFWIkE4FKigjrErpAy6Joth7Dri5H07bzEm6StpPF4T3LZymmWv0mLDaaHG&#10;jlY16d/j2SrQ583H/uD1sC5/qm4wz3m+WX0q9fTYv7+BiNTH//C9vTMKpjncvqQfIB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5bAYpxQAAANsAAAAPAAAAAAAAAAAAAAAA&#10;AJ8CAABkcnMvZG93bnJldi54bWxQSwUGAAAAAAQABAD3AAAAkQMAAAAA&#10;">
                    <v:imagedata r:id="rId6" o:title=""/>
                    <v:path arrowok="t"/>
                  </v:shape>
                </v:group>
                <v:group id="Group 13" o:spid="_x0000_s1043" style="position:absolute;left:32127;width:30186;height:89699" coordorigin="32127" coordsize="30186,896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Picture 14" o:spid="_x0000_s1044" type="#_x0000_t75" style="position:absolute;left:32127;width:30186;height:165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jpVODCAAAA2wAAAA8AAABkcnMvZG93bnJldi54bWxET9tqAjEQfRf8hzBCX0SzraXIapRi7QX7&#10;5OUDhmTcXd1MliTq7t83BcG3OZzrzJetrcWVfKgcK3geZyCItTMVFwoO+8/RFESIyAZrx6SgowDL&#10;Rb83x9y4G2/puouFSCEcclRQxtjkUgZdksUwdg1x4o7OW4wJ+kIaj7cUbmv5kmVv0mLFqaHEhlYl&#10;6fPuYhXoy/pr8+t197E9FU1nhpPJevWt1NOgfZ+BiNTGh/ju/jFp/iv8/5IOkI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46VTgwgAAANsAAAAPAAAAAAAAAAAAAAAAAJ8C&#10;AABkcnMvZG93bnJldi54bWxQSwUGAAAAAAQABAD3AAAAjgMAAAAA&#10;">
                    <v:imagedata r:id="rId6" o:title=""/>
                    <v:path arrowok="t"/>
                  </v:shape>
                  <v:shape id="Picture 15" o:spid="_x0000_s1045" type="#_x0000_t75" style="position:absolute;left:32127;top:18294;width:30186;height:165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el8XvCAAAA2wAAAA8AAABkcnMvZG93bnJldi54bWxET9tqAjEQfRf8hzBCX0SzrbTIapRi7QX7&#10;5OUDhmTcXd1MliTq7t83BcG3OZzrzJetrcWVfKgcK3geZyCItTMVFwoO+8/RFESIyAZrx6SgowDL&#10;Rb83x9y4G2/puouFSCEcclRQxtjkUgZdksUwdg1x4o7OW4wJ+kIaj7cUbmv5kmVv0mLFqaHEhlYl&#10;6fPuYhXoy/pr8+t197E9FU1nhpPJevWt1NOgfZ+BiNTGh/ju/jFp/iv8/5IOkI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XpfF7wgAAANsAAAAPAAAAAAAAAAAAAAAAAJ8C&#10;AABkcnMvZG93bnJldi54bWxQSwUGAAAAAAQABAD3AAAAjgMAAAAA&#10;">
                    <v:imagedata r:id="rId6" o:title=""/>
                    <v:path arrowok="t"/>
                  </v:shape>
                  <v:shape id="Picture 16" o:spid="_x0000_s1046" type="#_x0000_t75" style="position:absolute;left:32127;top:36589;width:30186;height:165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d3bwzBAAAA2wAAAA8AAABkcnMvZG93bnJldi54bWxET81qAjEQvgu+QxjBS6nZKoisRhG1WupJ&#10;7QMMybi77WayJFF3374pFLzNx/c7i1Vra3EnHyrHCt5GGQhi7UzFhYKvy/vrDESIyAZrx6SgowCr&#10;Zb+3wNy4B5/ofo6FSCEcclRQxtjkUgZdksUwcg1x4q7OW4wJ+kIaj48Ubms5zrKptFhxaiixoU1J&#10;+ud8swr0bbf/PHrdbU/fRdOZl8lktzkoNRy06zmISG18iv/dHybNn8LfL+kAufw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d3bwzBAAAA2wAAAA8AAAAAAAAAAAAAAAAAnwIA&#10;AGRycy9kb3ducmV2LnhtbFBLBQYAAAAABAAEAPcAAACNAwAAAAA=&#10;">
                    <v:imagedata r:id="rId6" o:title=""/>
                    <v:path arrowok="t"/>
                  </v:shape>
                  <v:shape id="Picture 17" o:spid="_x0000_s1047" type="#_x0000_t75" style="position:absolute;left:32127;top:54883;width:30186;height:165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g7ypfCAAAA2wAAAA8AAABkcnMvZG93bnJldi54bWxET9tqAjEQfRf8hzBCX0SzrdDKapRi7QX7&#10;5OUDhmTcXd1MliTq7t83BcG3OZzrzJetrcWVfKgcK3geZyCItTMVFwoO+8/RFESIyAZrx6SgowDL&#10;Rb83x9y4G2/puouFSCEcclRQxtjkUgZdksUwdg1x4o7OW4wJ+kIaj7cUbmv5kmWv0mLFqaHEhlYl&#10;6fPuYhXoy/pr8+t197E9FU1nhpPJevWt1NOgfZ+BiNTGh/ju/jFp/hv8/5IOkI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O8qXwgAAANsAAAAPAAAAAAAAAAAAAAAAAJ8C&#10;AABkcnMvZG93bnJldi54bWxQSwUGAAAAAAQABAD3AAAAjgMAAAAA&#10;">
                    <v:imagedata r:id="rId6" o:title=""/>
                    <v:path arrowok="t"/>
                  </v:shape>
                  <v:shape id="Picture 18" o:spid="_x0000_s1048" type="#_x0000_t75" style="position:absolute;left:32127;top:73178;width:30186;height:165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mkXuXFAAAA2wAAAA8AAABkcnMvZG93bnJldi54bWxEj0FPwzAMhe+T+A+RkbhMLIVJCJVlExpj&#10;Q+zUwQ+wEtMWGqdKsq399/gwaTdb7/m9z4vV4Dt1opjawAYeZgUoYhtcy7WB76/3+2dQKSM77AKT&#10;gZESrJY3kwWWLpy5otMh10pCOJVooMm5L7VOtiGPaRZ6YtF+QvSYZY21dhHPEu47/VgUT9pjy9LQ&#10;YE/rhuzf4egN2ONm+7mPdnyrfut+dNP5fLPeGXN3O7y+gMo05Kv5cv3hBF9g5RcZQC/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5pF7lxQAAANsAAAAPAAAAAAAAAAAAAAAA&#10;AJ8CAABkcnMvZG93bnJldi54bWxQSwUGAAAAAAQABAD3AAAAkQMAAAAA&#10;">
                    <v:imagedata r:id="rId6" o:title=""/>
                    <v:path arrowok="t"/>
                  </v:shape>
                </v:group>
                <w10:wrap anchorx="page" anchory="page"/>
              </v:group>
            </w:pict>
          </mc:Fallback>
        </mc:AlternateContent>
      </w:r>
    </w:p>
    <w:sectPr w:rsidR="00BD3D7E">
      <w:pgSz w:w="12240" w:h="15840"/>
      <w:pgMar w:top="72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lantagenet Cherokee">
    <w:panose1 w:val="02020602070100000000"/>
    <w:charset w:val="00"/>
    <w:family w:val="roman"/>
    <w:pitch w:val="variable"/>
    <w:sig w:usb0="00000003" w:usb1="00000000" w:usb2="00001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14E"/>
    <w:rsid w:val="00173D57"/>
    <w:rsid w:val="002715FF"/>
    <w:rsid w:val="002A5C2A"/>
    <w:rsid w:val="002D25CE"/>
    <w:rsid w:val="00301978"/>
    <w:rsid w:val="00362BF7"/>
    <w:rsid w:val="005215E8"/>
    <w:rsid w:val="007C4167"/>
    <w:rsid w:val="00930804"/>
    <w:rsid w:val="00963400"/>
    <w:rsid w:val="00983A1F"/>
    <w:rsid w:val="009F108D"/>
    <w:rsid w:val="00A44AB5"/>
    <w:rsid w:val="00AD2C03"/>
    <w:rsid w:val="00B7226D"/>
    <w:rsid w:val="00BD3D7E"/>
    <w:rsid w:val="00D251DF"/>
    <w:rsid w:val="00D812BF"/>
    <w:rsid w:val="00D87336"/>
    <w:rsid w:val="00D9142F"/>
    <w:rsid w:val="00DB38BF"/>
    <w:rsid w:val="00DD014E"/>
    <w:rsid w:val="00DD3EFE"/>
    <w:rsid w:val="00DD769A"/>
    <w:rsid w:val="00F7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5D8F8-6BD0-4E21-A8C3-46A44506E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1"/>
    <w:qFormat/>
    <w:rsid w:val="00DD769A"/>
    <w:pPr>
      <w:spacing w:line="204" w:lineRule="auto"/>
      <w:jc w:val="center"/>
    </w:pPr>
    <w:rPr>
      <w:rFonts w:asciiTheme="majorHAnsi" w:eastAsiaTheme="majorEastAsia" w:hAnsiTheme="majorHAnsi" w:cstheme="majorBidi"/>
      <w:color w:val="EEEADC" w:themeColor="background2"/>
      <w:spacing w:val="-10"/>
      <w:kern w:val="28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"/>
    <w:rsid w:val="00DD769A"/>
    <w:rPr>
      <w:rFonts w:asciiTheme="majorHAnsi" w:eastAsiaTheme="majorEastAsia" w:hAnsiTheme="majorHAnsi" w:cstheme="majorBidi"/>
      <w:color w:val="EEEADC" w:themeColor="background2"/>
      <w:spacing w:val="-10"/>
      <w:kern w:val="28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2"/>
    <w:qFormat/>
    <w:pPr>
      <w:numPr>
        <w:ilvl w:val="1"/>
      </w:numPr>
      <w:spacing w:before="200" w:line="204" w:lineRule="auto"/>
      <w:jc w:val="center"/>
    </w:pPr>
    <w:rPr>
      <w:b/>
      <w:bCs/>
      <w:caps/>
      <w:color w:val="FAC23B" w:themeColor="accent3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2"/>
    <w:rPr>
      <w:b/>
      <w:bCs/>
      <w:caps/>
      <w:color w:val="FAC23B" w:themeColor="accent3"/>
      <w:spacing w:val="20"/>
      <w:sz w:val="28"/>
      <w:szCs w:val="28"/>
    </w:rPr>
  </w:style>
  <w:style w:type="character" w:styleId="Strong">
    <w:name w:val="Strong"/>
    <w:basedOn w:val="DefaultParagraphFont"/>
    <w:uiPriority w:val="3"/>
    <w:qFormat/>
    <w:rPr>
      <w:color w:val="98C5CB" w:themeColor="accen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bias\Downloads\TS10370386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112CE1F0CE84BE88F1EA57B26CFDD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09CE1F-0B0A-4DD4-A12F-E083754E4C68}"/>
      </w:docPartPr>
      <w:docPartBody>
        <w:p w:rsidR="004F75F2" w:rsidRDefault="0050122B" w:rsidP="0050122B">
          <w:pPr>
            <w:pStyle w:val="2112CE1F0CE84BE88F1EA57B26CFDD26"/>
          </w:pPr>
          <w:r>
            <w:t>Ticket</w:t>
          </w:r>
        </w:p>
      </w:docPartBody>
    </w:docPart>
    <w:docPart>
      <w:docPartPr>
        <w:name w:val="EDD7A3DF266741239FA6415A75C4A9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2C2F61-70A4-4164-9588-C4E32A5DB0BD}"/>
      </w:docPartPr>
      <w:docPartBody>
        <w:p w:rsidR="004F75F2" w:rsidRDefault="0050122B" w:rsidP="0050122B">
          <w:pPr>
            <w:pStyle w:val="EDD7A3DF266741239FA6415A75C4A92B"/>
          </w:pPr>
          <w:r>
            <w:t>Ticket</w:t>
          </w:r>
        </w:p>
      </w:docPartBody>
    </w:docPart>
    <w:docPart>
      <w:docPartPr>
        <w:name w:val="FCBE7241DD9C4745B491543ACA882A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0799C5-9B11-4E53-8FD2-FDC36727A51A}"/>
      </w:docPartPr>
      <w:docPartBody>
        <w:p w:rsidR="004F75F2" w:rsidRDefault="0050122B" w:rsidP="0050122B">
          <w:pPr>
            <w:pStyle w:val="FCBE7241DD9C4745B491543ACA882AAA"/>
          </w:pPr>
          <w:r>
            <w:t>Ticket</w:t>
          </w:r>
        </w:p>
      </w:docPartBody>
    </w:docPart>
    <w:docPart>
      <w:docPartPr>
        <w:name w:val="047F3801B62C4C7298D1B1403C1EC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766061-2EC9-4E55-BA25-7C41C3C49211}"/>
      </w:docPartPr>
      <w:docPartBody>
        <w:p w:rsidR="004F75F2" w:rsidRDefault="0050122B" w:rsidP="0050122B">
          <w:pPr>
            <w:pStyle w:val="047F3801B62C4C7298D1B1403C1EC555"/>
          </w:pPr>
          <w:r>
            <w:t>Ticket</w:t>
          </w:r>
        </w:p>
      </w:docPartBody>
    </w:docPart>
    <w:docPart>
      <w:docPartPr>
        <w:name w:val="B5EB351E96FD4615BA6A444E51640F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388FF3-368A-4881-95A6-290C00E76509}"/>
      </w:docPartPr>
      <w:docPartBody>
        <w:p w:rsidR="004F75F2" w:rsidRDefault="0050122B" w:rsidP="0050122B">
          <w:pPr>
            <w:pStyle w:val="B5EB351E96FD4615BA6A444E51640FBD"/>
          </w:pPr>
          <w:r>
            <w:t>Ticket</w:t>
          </w:r>
        </w:p>
      </w:docPartBody>
    </w:docPart>
    <w:docPart>
      <w:docPartPr>
        <w:name w:val="B74134E3B92A43FDA00CEC780EC9F8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03AF1A-953B-494F-B427-DA15A76296EE}"/>
      </w:docPartPr>
      <w:docPartBody>
        <w:p w:rsidR="004F75F2" w:rsidRDefault="0050122B" w:rsidP="0050122B">
          <w:pPr>
            <w:pStyle w:val="B74134E3B92A43FDA00CEC780EC9F852"/>
          </w:pPr>
          <w:r>
            <w:t>Ticket</w:t>
          </w:r>
        </w:p>
      </w:docPartBody>
    </w:docPart>
    <w:docPart>
      <w:docPartPr>
        <w:name w:val="695446683DA244B4B3FC3FC9133380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6D57C-9CDD-4D9C-A9B7-ACB6EFFB8700}"/>
      </w:docPartPr>
      <w:docPartBody>
        <w:p w:rsidR="004F75F2" w:rsidRDefault="0050122B" w:rsidP="0050122B">
          <w:pPr>
            <w:pStyle w:val="695446683DA244B4B3FC3FC913338095"/>
          </w:pPr>
          <w:r>
            <w:t>Ticket</w:t>
          </w:r>
        </w:p>
      </w:docPartBody>
    </w:docPart>
    <w:docPart>
      <w:docPartPr>
        <w:name w:val="4CC0C42D267C40359AB51E2C5C0B6C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9C4320-F198-4497-BF3D-670E0A2A57AC}"/>
      </w:docPartPr>
      <w:docPartBody>
        <w:p w:rsidR="004F75F2" w:rsidRDefault="0050122B" w:rsidP="0050122B">
          <w:pPr>
            <w:pStyle w:val="4CC0C42D267C40359AB51E2C5C0B6C81"/>
          </w:pPr>
          <w:r>
            <w:t>Ticket</w:t>
          </w:r>
        </w:p>
      </w:docPartBody>
    </w:docPart>
    <w:docPart>
      <w:docPartPr>
        <w:name w:val="48CABDC00504469D939F4569895D7E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EBAF02-D956-486D-A784-F417642775B7}"/>
      </w:docPartPr>
      <w:docPartBody>
        <w:p w:rsidR="004F75F2" w:rsidRDefault="0050122B" w:rsidP="0050122B">
          <w:pPr>
            <w:pStyle w:val="48CABDC00504469D939F4569895D7E84"/>
          </w:pPr>
          <w:r>
            <w:t>Ticket</w:t>
          </w:r>
        </w:p>
      </w:docPartBody>
    </w:docPart>
    <w:docPart>
      <w:docPartPr>
        <w:name w:val="9464ABBB7F5A412589A3B9A6D87C20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77292C-EC38-4CC2-A195-C8E5DE0D6CE8}"/>
      </w:docPartPr>
      <w:docPartBody>
        <w:p w:rsidR="004F75F2" w:rsidRDefault="0050122B" w:rsidP="0050122B">
          <w:pPr>
            <w:pStyle w:val="9464ABBB7F5A412589A3B9A6D87C2044"/>
          </w:pPr>
          <w:r>
            <w:t>Ticket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lantagenet Cherokee">
    <w:panose1 w:val="02020602070100000000"/>
    <w:charset w:val="00"/>
    <w:family w:val="roman"/>
    <w:pitch w:val="variable"/>
    <w:sig w:usb0="00000003" w:usb1="00000000" w:usb2="00001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22B"/>
    <w:rsid w:val="000C09E5"/>
    <w:rsid w:val="000D7534"/>
    <w:rsid w:val="004F75F2"/>
    <w:rsid w:val="0050122B"/>
    <w:rsid w:val="00AD767E"/>
    <w:rsid w:val="00D03EAD"/>
    <w:rsid w:val="00D6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D2156162FA743FEA00212AC0B6076CF">
    <w:name w:val="0D2156162FA743FEA00212AC0B6076CF"/>
  </w:style>
  <w:style w:type="paragraph" w:customStyle="1" w:styleId="7B878A034FA7469F83694076DD6CAFE5">
    <w:name w:val="7B878A034FA7469F83694076DD6CAFE5"/>
  </w:style>
  <w:style w:type="paragraph" w:customStyle="1" w:styleId="860907C2A12A410F8CBA5AE11F9893BA">
    <w:name w:val="860907C2A12A410F8CBA5AE11F9893BA"/>
    <w:rsid w:val="0050122B"/>
  </w:style>
  <w:style w:type="paragraph" w:customStyle="1" w:styleId="595386E9FD454A4783E486B5BBB7B229">
    <w:name w:val="595386E9FD454A4783E486B5BBB7B229"/>
    <w:rsid w:val="0050122B"/>
  </w:style>
  <w:style w:type="paragraph" w:customStyle="1" w:styleId="2D70CDA947D34C2B915DA47A6ED1F6EB">
    <w:name w:val="2D70CDA947D34C2B915DA47A6ED1F6EB"/>
    <w:rsid w:val="0050122B"/>
  </w:style>
  <w:style w:type="paragraph" w:customStyle="1" w:styleId="BF168890896C446D83FE98741191F44F">
    <w:name w:val="BF168890896C446D83FE98741191F44F"/>
    <w:rsid w:val="0050122B"/>
  </w:style>
  <w:style w:type="paragraph" w:customStyle="1" w:styleId="DCF932842D46455482C3225193AD409A">
    <w:name w:val="DCF932842D46455482C3225193AD409A"/>
    <w:rsid w:val="0050122B"/>
  </w:style>
  <w:style w:type="paragraph" w:customStyle="1" w:styleId="A1F1BE7916334240B76817C8EB754E74">
    <w:name w:val="A1F1BE7916334240B76817C8EB754E74"/>
    <w:rsid w:val="0050122B"/>
  </w:style>
  <w:style w:type="paragraph" w:customStyle="1" w:styleId="D34788FE01744D30A79059300EBF78C5">
    <w:name w:val="D34788FE01744D30A79059300EBF78C5"/>
    <w:rsid w:val="0050122B"/>
  </w:style>
  <w:style w:type="paragraph" w:customStyle="1" w:styleId="832E85301D804D3D95B5246186A36192">
    <w:name w:val="832E85301D804D3D95B5246186A36192"/>
    <w:rsid w:val="0050122B"/>
  </w:style>
  <w:style w:type="paragraph" w:customStyle="1" w:styleId="A3625ABC437A4BEC89474607AD116EF4">
    <w:name w:val="A3625ABC437A4BEC89474607AD116EF4"/>
    <w:rsid w:val="0050122B"/>
  </w:style>
  <w:style w:type="paragraph" w:customStyle="1" w:styleId="76D5CE5DA2EF463EAE47F2BF86ECD7B5">
    <w:name w:val="76D5CE5DA2EF463EAE47F2BF86ECD7B5"/>
    <w:rsid w:val="0050122B"/>
  </w:style>
  <w:style w:type="paragraph" w:customStyle="1" w:styleId="BB47B536F57843F09F990750C9C27924">
    <w:name w:val="BB47B536F57843F09F990750C9C27924"/>
    <w:rsid w:val="0050122B"/>
  </w:style>
  <w:style w:type="paragraph" w:customStyle="1" w:styleId="5FE020B49B1043A5B45C6EF35614F682">
    <w:name w:val="5FE020B49B1043A5B45C6EF35614F682"/>
    <w:rsid w:val="0050122B"/>
  </w:style>
  <w:style w:type="paragraph" w:customStyle="1" w:styleId="B1F30880C83E4DA78DAFB64257178232">
    <w:name w:val="B1F30880C83E4DA78DAFB64257178232"/>
    <w:rsid w:val="0050122B"/>
  </w:style>
  <w:style w:type="paragraph" w:customStyle="1" w:styleId="26DBE673DEFB475DA80D92329F7022A4">
    <w:name w:val="26DBE673DEFB475DA80D92329F7022A4"/>
    <w:rsid w:val="0050122B"/>
  </w:style>
  <w:style w:type="paragraph" w:customStyle="1" w:styleId="2A6D1AFA80124D869825022581D57A09">
    <w:name w:val="2A6D1AFA80124D869825022581D57A09"/>
    <w:rsid w:val="0050122B"/>
  </w:style>
  <w:style w:type="paragraph" w:customStyle="1" w:styleId="B448AD44A19A4D028B9D89FED3697647">
    <w:name w:val="B448AD44A19A4D028B9D89FED3697647"/>
    <w:rsid w:val="0050122B"/>
  </w:style>
  <w:style w:type="paragraph" w:customStyle="1" w:styleId="D9CAB57240EF4105BC67255B18DE1044">
    <w:name w:val="D9CAB57240EF4105BC67255B18DE1044"/>
    <w:rsid w:val="0050122B"/>
  </w:style>
  <w:style w:type="paragraph" w:customStyle="1" w:styleId="395936F6678D41BBA3A3E41A42BA9864">
    <w:name w:val="395936F6678D41BBA3A3E41A42BA9864"/>
    <w:rsid w:val="0050122B"/>
  </w:style>
  <w:style w:type="paragraph" w:customStyle="1" w:styleId="A18340625EBE4A80A81C22C23B8A314E">
    <w:name w:val="A18340625EBE4A80A81C22C23B8A314E"/>
    <w:rsid w:val="0050122B"/>
  </w:style>
  <w:style w:type="paragraph" w:customStyle="1" w:styleId="AF0FCF8CC7034BB2ADD6F0685B0E2EE1">
    <w:name w:val="AF0FCF8CC7034BB2ADD6F0685B0E2EE1"/>
    <w:rsid w:val="0050122B"/>
  </w:style>
  <w:style w:type="paragraph" w:customStyle="1" w:styleId="2102B19B8C3C42BDA92D2CA0F40BEFC3">
    <w:name w:val="2102B19B8C3C42BDA92D2CA0F40BEFC3"/>
    <w:rsid w:val="0050122B"/>
  </w:style>
  <w:style w:type="paragraph" w:customStyle="1" w:styleId="A53B42116ED440B0A17E7CA1BD1F8878">
    <w:name w:val="A53B42116ED440B0A17E7CA1BD1F8878"/>
    <w:rsid w:val="0050122B"/>
  </w:style>
  <w:style w:type="paragraph" w:customStyle="1" w:styleId="291510EE80D24B82AF2938A0AE77AF87">
    <w:name w:val="291510EE80D24B82AF2938A0AE77AF87"/>
    <w:rsid w:val="0050122B"/>
  </w:style>
  <w:style w:type="paragraph" w:customStyle="1" w:styleId="C9B3565CD95D4B3DBB000D484F00D418">
    <w:name w:val="C9B3565CD95D4B3DBB000D484F00D418"/>
    <w:rsid w:val="0050122B"/>
  </w:style>
  <w:style w:type="paragraph" w:customStyle="1" w:styleId="AA6377CF92504E3D9D859C51E3BB3B42">
    <w:name w:val="AA6377CF92504E3D9D859C51E3BB3B42"/>
    <w:rsid w:val="0050122B"/>
  </w:style>
  <w:style w:type="paragraph" w:customStyle="1" w:styleId="F26CB16A20864A3F935CED455EB979AB">
    <w:name w:val="F26CB16A20864A3F935CED455EB979AB"/>
    <w:rsid w:val="0050122B"/>
  </w:style>
  <w:style w:type="paragraph" w:customStyle="1" w:styleId="29936F275CE04EB6BE32C9139DF60C63">
    <w:name w:val="29936F275CE04EB6BE32C9139DF60C63"/>
    <w:rsid w:val="0050122B"/>
  </w:style>
  <w:style w:type="paragraph" w:customStyle="1" w:styleId="A202D2A55D4A466CBB90C6A4178E81F7">
    <w:name w:val="A202D2A55D4A466CBB90C6A4178E81F7"/>
    <w:rsid w:val="0050122B"/>
  </w:style>
  <w:style w:type="paragraph" w:customStyle="1" w:styleId="5D5C05958D7941E9BDEB61509F4DB857">
    <w:name w:val="5D5C05958D7941E9BDEB61509F4DB857"/>
    <w:rsid w:val="0050122B"/>
  </w:style>
  <w:style w:type="paragraph" w:customStyle="1" w:styleId="EF7F7213A1914558B2A1E46D1ACC78CD">
    <w:name w:val="EF7F7213A1914558B2A1E46D1ACC78CD"/>
    <w:rsid w:val="0050122B"/>
  </w:style>
  <w:style w:type="paragraph" w:customStyle="1" w:styleId="8C7005B9CCB34BE6B8BA3529B0703077">
    <w:name w:val="8C7005B9CCB34BE6B8BA3529B0703077"/>
    <w:rsid w:val="0050122B"/>
  </w:style>
  <w:style w:type="paragraph" w:customStyle="1" w:styleId="378E464CF162414E91FFA1D60059C98C">
    <w:name w:val="378E464CF162414E91FFA1D60059C98C"/>
    <w:rsid w:val="0050122B"/>
  </w:style>
  <w:style w:type="paragraph" w:customStyle="1" w:styleId="9412BDF6267745ACBCF2A955815BCE3B">
    <w:name w:val="9412BDF6267745ACBCF2A955815BCE3B"/>
    <w:rsid w:val="0050122B"/>
  </w:style>
  <w:style w:type="paragraph" w:customStyle="1" w:styleId="AF104DF8CD604D9C812E189E75691855">
    <w:name w:val="AF104DF8CD604D9C812E189E75691855"/>
    <w:rsid w:val="0050122B"/>
  </w:style>
  <w:style w:type="paragraph" w:customStyle="1" w:styleId="6C089F1AFCE84CAE997795520B04AF2C">
    <w:name w:val="6C089F1AFCE84CAE997795520B04AF2C"/>
    <w:rsid w:val="0050122B"/>
  </w:style>
  <w:style w:type="paragraph" w:customStyle="1" w:styleId="309391D9651D41B8BE515C94CABBCC49">
    <w:name w:val="309391D9651D41B8BE515C94CABBCC49"/>
    <w:rsid w:val="0050122B"/>
  </w:style>
  <w:style w:type="paragraph" w:customStyle="1" w:styleId="99BD66F60A3D4BED8722D83FEA1DBF0C">
    <w:name w:val="99BD66F60A3D4BED8722D83FEA1DBF0C"/>
    <w:rsid w:val="0050122B"/>
  </w:style>
  <w:style w:type="paragraph" w:customStyle="1" w:styleId="5902290FAC3841A3A2953C5C6C2F0DE9">
    <w:name w:val="5902290FAC3841A3A2953C5C6C2F0DE9"/>
    <w:rsid w:val="0050122B"/>
  </w:style>
  <w:style w:type="paragraph" w:customStyle="1" w:styleId="5124E0B7FC4F404B968AEF70FC4F99E5">
    <w:name w:val="5124E0B7FC4F404B968AEF70FC4F99E5"/>
    <w:rsid w:val="0050122B"/>
  </w:style>
  <w:style w:type="paragraph" w:customStyle="1" w:styleId="8BEC98AFDAB447AEB92F11420798BD44">
    <w:name w:val="8BEC98AFDAB447AEB92F11420798BD44"/>
    <w:rsid w:val="0050122B"/>
  </w:style>
  <w:style w:type="paragraph" w:customStyle="1" w:styleId="D1B7AA26D1A343BBB79D9E86E0C4A683">
    <w:name w:val="D1B7AA26D1A343BBB79D9E86E0C4A683"/>
    <w:rsid w:val="0050122B"/>
  </w:style>
  <w:style w:type="paragraph" w:customStyle="1" w:styleId="83C49150E1AE44099750EFAE21ACB5BE">
    <w:name w:val="83C49150E1AE44099750EFAE21ACB5BE"/>
    <w:rsid w:val="0050122B"/>
  </w:style>
  <w:style w:type="paragraph" w:customStyle="1" w:styleId="5951928254A24D339AA925A507FE6E53">
    <w:name w:val="5951928254A24D339AA925A507FE6E53"/>
    <w:rsid w:val="0050122B"/>
  </w:style>
  <w:style w:type="paragraph" w:customStyle="1" w:styleId="C11DA8695AA148DBB988A71CA7C807D5">
    <w:name w:val="C11DA8695AA148DBB988A71CA7C807D5"/>
    <w:rsid w:val="0050122B"/>
  </w:style>
  <w:style w:type="paragraph" w:customStyle="1" w:styleId="7CD5534A26DF49C18050CC90BB7E992B">
    <w:name w:val="7CD5534A26DF49C18050CC90BB7E992B"/>
    <w:rsid w:val="0050122B"/>
  </w:style>
  <w:style w:type="paragraph" w:customStyle="1" w:styleId="B90D5D51F4DB4706BE2BF6F2FC9DA8AA">
    <w:name w:val="B90D5D51F4DB4706BE2BF6F2FC9DA8AA"/>
    <w:rsid w:val="0050122B"/>
  </w:style>
  <w:style w:type="paragraph" w:customStyle="1" w:styleId="1C99E987B7CE43BDA30295ABFB705DA5">
    <w:name w:val="1C99E987B7CE43BDA30295ABFB705DA5"/>
    <w:rsid w:val="0050122B"/>
  </w:style>
  <w:style w:type="paragraph" w:customStyle="1" w:styleId="1EFD3FAF60DD4271B4E1FC7CED68033A">
    <w:name w:val="1EFD3FAF60DD4271B4E1FC7CED68033A"/>
    <w:rsid w:val="0050122B"/>
  </w:style>
  <w:style w:type="paragraph" w:customStyle="1" w:styleId="6D93782CE20D40D8A6AB41F6794D0247">
    <w:name w:val="6D93782CE20D40D8A6AB41F6794D0247"/>
    <w:rsid w:val="0050122B"/>
  </w:style>
  <w:style w:type="paragraph" w:customStyle="1" w:styleId="7E96266100B24AD9A8B153B4F6510AF1">
    <w:name w:val="7E96266100B24AD9A8B153B4F6510AF1"/>
    <w:rsid w:val="0050122B"/>
  </w:style>
  <w:style w:type="paragraph" w:customStyle="1" w:styleId="1909E3AEBEF34BBD9269C1147EF2C475">
    <w:name w:val="1909E3AEBEF34BBD9269C1147EF2C475"/>
    <w:rsid w:val="0050122B"/>
  </w:style>
  <w:style w:type="paragraph" w:customStyle="1" w:styleId="21A3A3371179491BBFC1407D33FAF0B3">
    <w:name w:val="21A3A3371179491BBFC1407D33FAF0B3"/>
    <w:rsid w:val="0050122B"/>
  </w:style>
  <w:style w:type="paragraph" w:customStyle="1" w:styleId="5642070463744E5FA2DBCBE8D9DA7FE5">
    <w:name w:val="5642070463744E5FA2DBCBE8D9DA7FE5"/>
    <w:rsid w:val="0050122B"/>
  </w:style>
  <w:style w:type="paragraph" w:customStyle="1" w:styleId="4AAB197700D4438AB5725C040CEFC5A9">
    <w:name w:val="4AAB197700D4438AB5725C040CEFC5A9"/>
    <w:rsid w:val="0050122B"/>
  </w:style>
  <w:style w:type="paragraph" w:customStyle="1" w:styleId="E19DAB22EC6E4A26A5B6174C78D9955F">
    <w:name w:val="E19DAB22EC6E4A26A5B6174C78D9955F"/>
    <w:rsid w:val="0050122B"/>
  </w:style>
  <w:style w:type="paragraph" w:customStyle="1" w:styleId="B19DFBEA9069425AAD9941896893D5C5">
    <w:name w:val="B19DFBEA9069425AAD9941896893D5C5"/>
    <w:rsid w:val="0050122B"/>
  </w:style>
  <w:style w:type="paragraph" w:customStyle="1" w:styleId="CCDDAC4C5C89489EB5907BCC11D6B747">
    <w:name w:val="CCDDAC4C5C89489EB5907BCC11D6B747"/>
    <w:rsid w:val="0050122B"/>
  </w:style>
  <w:style w:type="paragraph" w:customStyle="1" w:styleId="2322748217694831A3A532F34B6F6C56">
    <w:name w:val="2322748217694831A3A532F34B6F6C56"/>
    <w:rsid w:val="0050122B"/>
  </w:style>
  <w:style w:type="paragraph" w:customStyle="1" w:styleId="6B29931CF78B4C75B834E3931BCC2C20">
    <w:name w:val="6B29931CF78B4C75B834E3931BCC2C20"/>
    <w:rsid w:val="0050122B"/>
  </w:style>
  <w:style w:type="paragraph" w:customStyle="1" w:styleId="72216542056141CCB1677B39129D2B2B">
    <w:name w:val="72216542056141CCB1677B39129D2B2B"/>
    <w:rsid w:val="0050122B"/>
  </w:style>
  <w:style w:type="paragraph" w:customStyle="1" w:styleId="A9535260AB11450EB58A2F200A598C9D">
    <w:name w:val="A9535260AB11450EB58A2F200A598C9D"/>
    <w:rsid w:val="0050122B"/>
  </w:style>
  <w:style w:type="paragraph" w:customStyle="1" w:styleId="1C7D11DA097240A8B6A7D1C2C85FA459">
    <w:name w:val="1C7D11DA097240A8B6A7D1C2C85FA459"/>
    <w:rsid w:val="0050122B"/>
  </w:style>
  <w:style w:type="paragraph" w:customStyle="1" w:styleId="938F41634C0D43CD8A2F761C289FA16C">
    <w:name w:val="938F41634C0D43CD8A2F761C289FA16C"/>
    <w:rsid w:val="0050122B"/>
  </w:style>
  <w:style w:type="paragraph" w:customStyle="1" w:styleId="1D6176C3DD11474F8485F7806DF1FBAD">
    <w:name w:val="1D6176C3DD11474F8485F7806DF1FBAD"/>
    <w:rsid w:val="0050122B"/>
  </w:style>
  <w:style w:type="paragraph" w:customStyle="1" w:styleId="943B20E443394A4A83C27008B55AF5D9">
    <w:name w:val="943B20E443394A4A83C27008B55AF5D9"/>
    <w:rsid w:val="0050122B"/>
  </w:style>
  <w:style w:type="paragraph" w:customStyle="1" w:styleId="244CD6A4FAD44E25970D534686DBAE4A">
    <w:name w:val="244CD6A4FAD44E25970D534686DBAE4A"/>
    <w:rsid w:val="0050122B"/>
  </w:style>
  <w:style w:type="paragraph" w:customStyle="1" w:styleId="E2A8414A29F04FF195786E1EB145DC39">
    <w:name w:val="E2A8414A29F04FF195786E1EB145DC39"/>
    <w:rsid w:val="0050122B"/>
  </w:style>
  <w:style w:type="paragraph" w:customStyle="1" w:styleId="14CF870BE34B49A7935AC87AD7BCB4CB">
    <w:name w:val="14CF870BE34B49A7935AC87AD7BCB4CB"/>
    <w:rsid w:val="0050122B"/>
  </w:style>
  <w:style w:type="paragraph" w:customStyle="1" w:styleId="BC09FA87AA8245818B0362E9B1C865A8">
    <w:name w:val="BC09FA87AA8245818B0362E9B1C865A8"/>
    <w:rsid w:val="0050122B"/>
  </w:style>
  <w:style w:type="paragraph" w:customStyle="1" w:styleId="9FB9AEB03C3E47EF8B75CA05F126F7A6">
    <w:name w:val="9FB9AEB03C3E47EF8B75CA05F126F7A6"/>
    <w:rsid w:val="0050122B"/>
  </w:style>
  <w:style w:type="paragraph" w:customStyle="1" w:styleId="55978B2153C44DC186BA1199DB94CD34">
    <w:name w:val="55978B2153C44DC186BA1199DB94CD34"/>
    <w:rsid w:val="0050122B"/>
  </w:style>
  <w:style w:type="paragraph" w:customStyle="1" w:styleId="FFF2AD5E0A84486E95AFEAA49EB34437">
    <w:name w:val="FFF2AD5E0A84486E95AFEAA49EB34437"/>
    <w:rsid w:val="0050122B"/>
  </w:style>
  <w:style w:type="paragraph" w:customStyle="1" w:styleId="DE7E172AD01E416DAE0E6EAA5C98DD4B">
    <w:name w:val="DE7E172AD01E416DAE0E6EAA5C98DD4B"/>
    <w:rsid w:val="0050122B"/>
  </w:style>
  <w:style w:type="paragraph" w:customStyle="1" w:styleId="C88E1D4F8B5045EA8CF34EA0A82F7644">
    <w:name w:val="C88E1D4F8B5045EA8CF34EA0A82F7644"/>
    <w:rsid w:val="0050122B"/>
  </w:style>
  <w:style w:type="paragraph" w:customStyle="1" w:styleId="B20339E5E9834BCD9170A012DC1D4931">
    <w:name w:val="B20339E5E9834BCD9170A012DC1D4931"/>
    <w:rsid w:val="0050122B"/>
  </w:style>
  <w:style w:type="paragraph" w:customStyle="1" w:styleId="F440DDF63BCA4440AF128064C8D1A36E">
    <w:name w:val="F440DDF63BCA4440AF128064C8D1A36E"/>
    <w:rsid w:val="0050122B"/>
  </w:style>
  <w:style w:type="paragraph" w:customStyle="1" w:styleId="EC508F19E9944D2EAF14933E21F6C913">
    <w:name w:val="EC508F19E9944D2EAF14933E21F6C913"/>
    <w:rsid w:val="0050122B"/>
  </w:style>
  <w:style w:type="paragraph" w:customStyle="1" w:styleId="885053E8C16E46409801E8F052294E67">
    <w:name w:val="885053E8C16E46409801E8F052294E67"/>
    <w:rsid w:val="0050122B"/>
  </w:style>
  <w:style w:type="paragraph" w:customStyle="1" w:styleId="E46DEC2A5CA0497FAC7914EC6CCE7FE4">
    <w:name w:val="E46DEC2A5CA0497FAC7914EC6CCE7FE4"/>
    <w:rsid w:val="0050122B"/>
  </w:style>
  <w:style w:type="paragraph" w:customStyle="1" w:styleId="9E1B490763A24C5398633955A47C9D16">
    <w:name w:val="9E1B490763A24C5398633955A47C9D16"/>
    <w:rsid w:val="0050122B"/>
  </w:style>
  <w:style w:type="paragraph" w:customStyle="1" w:styleId="C45E23B50DD64CF381582478D808A942">
    <w:name w:val="C45E23B50DD64CF381582478D808A942"/>
    <w:rsid w:val="0050122B"/>
  </w:style>
  <w:style w:type="paragraph" w:customStyle="1" w:styleId="29BD5E3E26F144AC826D38F502846D2A">
    <w:name w:val="29BD5E3E26F144AC826D38F502846D2A"/>
    <w:rsid w:val="0050122B"/>
  </w:style>
  <w:style w:type="paragraph" w:customStyle="1" w:styleId="F50C170B4DEF4CFEA9A49216EC85BA46">
    <w:name w:val="F50C170B4DEF4CFEA9A49216EC85BA46"/>
    <w:rsid w:val="0050122B"/>
  </w:style>
  <w:style w:type="paragraph" w:customStyle="1" w:styleId="7F06BFEA52014359AD792FA11E0BFBA4">
    <w:name w:val="7F06BFEA52014359AD792FA11E0BFBA4"/>
    <w:rsid w:val="0050122B"/>
  </w:style>
  <w:style w:type="paragraph" w:customStyle="1" w:styleId="2C129505C3A8418B8C32CCBB38F4123F">
    <w:name w:val="2C129505C3A8418B8C32CCBB38F4123F"/>
    <w:rsid w:val="0050122B"/>
  </w:style>
  <w:style w:type="paragraph" w:customStyle="1" w:styleId="5D46B42BAFD3475CA842FAEADBAF9522">
    <w:name w:val="5D46B42BAFD3475CA842FAEADBAF9522"/>
    <w:rsid w:val="0050122B"/>
  </w:style>
  <w:style w:type="paragraph" w:customStyle="1" w:styleId="19A3AF0D9AF44D31AF6E318478062438">
    <w:name w:val="19A3AF0D9AF44D31AF6E318478062438"/>
    <w:rsid w:val="0050122B"/>
  </w:style>
  <w:style w:type="paragraph" w:customStyle="1" w:styleId="FC2FA53D6B744BFABEEDFA79D8E65FFB">
    <w:name w:val="FC2FA53D6B744BFABEEDFA79D8E65FFB"/>
    <w:rsid w:val="0050122B"/>
  </w:style>
  <w:style w:type="paragraph" w:customStyle="1" w:styleId="E18CABC00F60493CBBB3A4B04BF24222">
    <w:name w:val="E18CABC00F60493CBBB3A4B04BF24222"/>
    <w:rsid w:val="0050122B"/>
  </w:style>
  <w:style w:type="paragraph" w:customStyle="1" w:styleId="39712486EDE940A8B451EF765FBB9555">
    <w:name w:val="39712486EDE940A8B451EF765FBB9555"/>
    <w:rsid w:val="0050122B"/>
  </w:style>
  <w:style w:type="paragraph" w:customStyle="1" w:styleId="1B7F2D7F0642468CB689E02B78B0F05A">
    <w:name w:val="1B7F2D7F0642468CB689E02B78B0F05A"/>
    <w:rsid w:val="0050122B"/>
  </w:style>
  <w:style w:type="paragraph" w:customStyle="1" w:styleId="95320B40B2EC40909C9DE939138F8F69">
    <w:name w:val="95320B40B2EC40909C9DE939138F8F69"/>
    <w:rsid w:val="0050122B"/>
  </w:style>
  <w:style w:type="paragraph" w:customStyle="1" w:styleId="5FF381BA02E3409D825B6AE6D0DEE63E">
    <w:name w:val="5FF381BA02E3409D825B6AE6D0DEE63E"/>
    <w:rsid w:val="0050122B"/>
  </w:style>
  <w:style w:type="paragraph" w:customStyle="1" w:styleId="88BAE6F64FD7497198E056AADDB9A507">
    <w:name w:val="88BAE6F64FD7497198E056AADDB9A507"/>
    <w:rsid w:val="0050122B"/>
  </w:style>
  <w:style w:type="paragraph" w:customStyle="1" w:styleId="DCA97B5B888A42DB9EDB4C26B6139A55">
    <w:name w:val="DCA97B5B888A42DB9EDB4C26B6139A55"/>
    <w:rsid w:val="0050122B"/>
  </w:style>
  <w:style w:type="paragraph" w:customStyle="1" w:styleId="A7ECDC0F2717486792FF7CCB47EADA39">
    <w:name w:val="A7ECDC0F2717486792FF7CCB47EADA39"/>
    <w:rsid w:val="0050122B"/>
  </w:style>
  <w:style w:type="paragraph" w:customStyle="1" w:styleId="57C7D83DA489452F9A19EFD86ACF4D85">
    <w:name w:val="57C7D83DA489452F9A19EFD86ACF4D85"/>
    <w:rsid w:val="0050122B"/>
  </w:style>
  <w:style w:type="paragraph" w:customStyle="1" w:styleId="62FDC48D912B40E59DE414FAAD4D2B5D">
    <w:name w:val="62FDC48D912B40E59DE414FAAD4D2B5D"/>
    <w:rsid w:val="0050122B"/>
  </w:style>
  <w:style w:type="paragraph" w:customStyle="1" w:styleId="F730414BC9B341B8AC41304D34C9881F">
    <w:name w:val="F730414BC9B341B8AC41304D34C9881F"/>
    <w:rsid w:val="0050122B"/>
  </w:style>
  <w:style w:type="paragraph" w:customStyle="1" w:styleId="CACEE2C53B8D45FB9F44F6E9CED909F4">
    <w:name w:val="CACEE2C53B8D45FB9F44F6E9CED909F4"/>
    <w:rsid w:val="0050122B"/>
  </w:style>
  <w:style w:type="paragraph" w:customStyle="1" w:styleId="9C40C7240E2B43E58A7FDC4DAFEF9359">
    <w:name w:val="9C40C7240E2B43E58A7FDC4DAFEF9359"/>
    <w:rsid w:val="0050122B"/>
  </w:style>
  <w:style w:type="paragraph" w:customStyle="1" w:styleId="3C500B0DCA9349B2922B1AD570532938">
    <w:name w:val="3C500B0DCA9349B2922B1AD570532938"/>
    <w:rsid w:val="0050122B"/>
  </w:style>
  <w:style w:type="paragraph" w:customStyle="1" w:styleId="1662A3BE79F743C38F5FAC0B6146762D">
    <w:name w:val="1662A3BE79F743C38F5FAC0B6146762D"/>
    <w:rsid w:val="0050122B"/>
  </w:style>
  <w:style w:type="paragraph" w:customStyle="1" w:styleId="6082C57F90F54A2093CB43FB19A2DFAC">
    <w:name w:val="6082C57F90F54A2093CB43FB19A2DFAC"/>
    <w:rsid w:val="0050122B"/>
  </w:style>
  <w:style w:type="paragraph" w:customStyle="1" w:styleId="C4CDF57FFB9149D4A0705A9CE3ED9447">
    <w:name w:val="C4CDF57FFB9149D4A0705A9CE3ED9447"/>
    <w:rsid w:val="0050122B"/>
  </w:style>
  <w:style w:type="paragraph" w:customStyle="1" w:styleId="D8957C49245D4EC6B0B50685B1FCFBD3">
    <w:name w:val="D8957C49245D4EC6B0B50685B1FCFBD3"/>
    <w:rsid w:val="0050122B"/>
  </w:style>
  <w:style w:type="paragraph" w:customStyle="1" w:styleId="6C0B24E164D64F07853CD2B19F4CDA07">
    <w:name w:val="6C0B24E164D64F07853CD2B19F4CDA07"/>
    <w:rsid w:val="0050122B"/>
  </w:style>
  <w:style w:type="paragraph" w:customStyle="1" w:styleId="5CD33E3FB0B5429CA3A163EB5A13C619">
    <w:name w:val="5CD33E3FB0B5429CA3A163EB5A13C619"/>
    <w:rsid w:val="0050122B"/>
  </w:style>
  <w:style w:type="paragraph" w:customStyle="1" w:styleId="F98DF1B5637547C486DB4961F1EE5079">
    <w:name w:val="F98DF1B5637547C486DB4961F1EE5079"/>
    <w:rsid w:val="0050122B"/>
  </w:style>
  <w:style w:type="paragraph" w:customStyle="1" w:styleId="2B34B9027E2F44E7B2A2C1D160504FF3">
    <w:name w:val="2B34B9027E2F44E7B2A2C1D160504FF3"/>
    <w:rsid w:val="0050122B"/>
  </w:style>
  <w:style w:type="paragraph" w:customStyle="1" w:styleId="2112CE1F0CE84BE88F1EA57B26CFDD26">
    <w:name w:val="2112CE1F0CE84BE88F1EA57B26CFDD26"/>
    <w:rsid w:val="0050122B"/>
  </w:style>
  <w:style w:type="paragraph" w:customStyle="1" w:styleId="EDD7A3DF266741239FA6415A75C4A92B">
    <w:name w:val="EDD7A3DF266741239FA6415A75C4A92B"/>
    <w:rsid w:val="0050122B"/>
  </w:style>
  <w:style w:type="paragraph" w:customStyle="1" w:styleId="FCBE7241DD9C4745B491543ACA882AAA">
    <w:name w:val="FCBE7241DD9C4745B491543ACA882AAA"/>
    <w:rsid w:val="0050122B"/>
  </w:style>
  <w:style w:type="paragraph" w:customStyle="1" w:styleId="047F3801B62C4C7298D1B1403C1EC555">
    <w:name w:val="047F3801B62C4C7298D1B1403C1EC555"/>
    <w:rsid w:val="0050122B"/>
  </w:style>
  <w:style w:type="paragraph" w:customStyle="1" w:styleId="B5EB351E96FD4615BA6A444E51640FBD">
    <w:name w:val="B5EB351E96FD4615BA6A444E51640FBD"/>
    <w:rsid w:val="0050122B"/>
  </w:style>
  <w:style w:type="paragraph" w:customStyle="1" w:styleId="B74134E3B92A43FDA00CEC780EC9F852">
    <w:name w:val="B74134E3B92A43FDA00CEC780EC9F852"/>
    <w:rsid w:val="0050122B"/>
  </w:style>
  <w:style w:type="paragraph" w:customStyle="1" w:styleId="695446683DA244B4B3FC3FC913338095">
    <w:name w:val="695446683DA244B4B3FC3FC913338095"/>
    <w:rsid w:val="0050122B"/>
  </w:style>
  <w:style w:type="paragraph" w:customStyle="1" w:styleId="4CC0C42D267C40359AB51E2C5C0B6C81">
    <w:name w:val="4CC0C42D267C40359AB51E2C5C0B6C81"/>
    <w:rsid w:val="0050122B"/>
  </w:style>
  <w:style w:type="paragraph" w:customStyle="1" w:styleId="48CABDC00504469D939F4569895D7E84">
    <w:name w:val="48CABDC00504469D939F4569895D7E84"/>
    <w:rsid w:val="0050122B"/>
  </w:style>
  <w:style w:type="paragraph" w:customStyle="1" w:styleId="9464ABBB7F5A412589A3B9A6D87C2044">
    <w:name w:val="9464ABBB7F5A412589A3B9A6D87C2044"/>
    <w:rsid w:val="005012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Tickets">
      <a:dk1>
        <a:sysClr val="windowText" lastClr="000000"/>
      </a:dk1>
      <a:lt1>
        <a:sysClr val="window" lastClr="FFFFFF"/>
      </a:lt1>
      <a:dk2>
        <a:srgbClr val="1C2A28"/>
      </a:dk2>
      <a:lt2>
        <a:srgbClr val="EEEADC"/>
      </a:lt2>
      <a:accent1>
        <a:srgbClr val="563C56"/>
      </a:accent1>
      <a:accent2>
        <a:srgbClr val="98C5CB"/>
      </a:accent2>
      <a:accent3>
        <a:srgbClr val="FAC23B"/>
      </a:accent3>
      <a:accent4>
        <a:srgbClr val="D1524A"/>
      </a:accent4>
      <a:accent5>
        <a:srgbClr val="54A169"/>
      </a:accent5>
      <a:accent6>
        <a:srgbClr val="E97237"/>
      </a:accent6>
      <a:hlink>
        <a:srgbClr val="98C5CB"/>
      </a:hlink>
      <a:folHlink>
        <a:srgbClr val="563C56"/>
      </a:folHlink>
    </a:clrScheme>
    <a:fontScheme name="Tickets">
      <a:majorFont>
        <a:latin typeface="Plantagenet Cherokee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A81858E-0D0A-4665-AE63-E20E24D519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TS103703868</Template>
  <TotalTime>28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voucher</dc:title>
  <dc:subject>«City»</dc:subject>
  <dc:creator>Dobias Ondrej</dc:creator>
  <cp:keywords/>
  <dc:description/>
  <cp:lastModifiedBy>Dobias Ondrej</cp:lastModifiedBy>
  <cp:revision>25</cp:revision>
  <dcterms:created xsi:type="dcterms:W3CDTF">2014-12-08T08:13:00Z</dcterms:created>
  <dcterms:modified xsi:type="dcterms:W3CDTF">2015-02-16T14:56:00Z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TC037038689991</vt:lpwstr>
  </property>
</Properties>
</file>